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036C" w:rsidRDefault="000C036C" w:rsidP="00761BD5">
      <w:pPr>
        <w:pStyle w:val="Section2"/>
      </w:pPr>
      <w:r w:rsidRPr="00353002">
        <w:t>This release contains:</w:t>
      </w:r>
    </w:p>
    <w:tbl>
      <w:tblPr>
        <w:tblStyle w:val="HMSTable"/>
        <w:tblW w:w="0" w:type="auto"/>
        <w:tblLook w:val="04A0" w:firstRow="1" w:lastRow="0" w:firstColumn="1" w:lastColumn="0" w:noHBand="0" w:noVBand="1"/>
      </w:tblPr>
      <w:tblGrid>
        <w:gridCol w:w="2421"/>
        <w:gridCol w:w="2448"/>
        <w:gridCol w:w="2451"/>
        <w:gridCol w:w="2416"/>
      </w:tblGrid>
      <w:tr w:rsidR="007E297F" w:rsidRPr="00DD52F9" w:rsidTr="00EC4FA5">
        <w:trPr>
          <w:cnfStyle w:val="100000000000" w:firstRow="1" w:lastRow="0" w:firstColumn="0" w:lastColumn="0" w:oddVBand="0" w:evenVBand="0" w:oddHBand="0" w:evenHBand="0" w:firstRowFirstColumn="0" w:firstRowLastColumn="0" w:lastRowFirstColumn="0" w:lastRowLastColumn="0"/>
        </w:trPr>
        <w:tc>
          <w:tcPr>
            <w:tcW w:w="2421" w:type="dxa"/>
          </w:tcPr>
          <w:p w:rsidR="007E297F" w:rsidRDefault="007E297F" w:rsidP="007A1F0B">
            <w:pPr>
              <w:pStyle w:val="Tabletext"/>
            </w:pPr>
            <w:r>
              <w:t>Type</w:t>
            </w:r>
          </w:p>
        </w:tc>
        <w:tc>
          <w:tcPr>
            <w:tcW w:w="2448" w:type="dxa"/>
          </w:tcPr>
          <w:p w:rsidR="007E297F" w:rsidRDefault="007E297F" w:rsidP="007A1F0B">
            <w:pPr>
              <w:pStyle w:val="Tabletext"/>
            </w:pPr>
            <w:r>
              <w:t>File</w:t>
            </w:r>
          </w:p>
        </w:tc>
        <w:tc>
          <w:tcPr>
            <w:tcW w:w="2451" w:type="dxa"/>
          </w:tcPr>
          <w:p w:rsidR="007E297F" w:rsidRDefault="007E297F" w:rsidP="007A1F0B">
            <w:pPr>
              <w:pStyle w:val="Tabletext"/>
            </w:pPr>
            <w:r>
              <w:t>Label</w:t>
            </w:r>
          </w:p>
        </w:tc>
        <w:tc>
          <w:tcPr>
            <w:tcW w:w="2416" w:type="dxa"/>
          </w:tcPr>
          <w:p w:rsidR="007E297F" w:rsidRDefault="007A1F0B" w:rsidP="007A1F0B">
            <w:pPr>
              <w:pStyle w:val="Tabletext"/>
            </w:pPr>
            <w:r>
              <w:t>File u</w:t>
            </w:r>
            <w:r w:rsidR="007E297F">
              <w:t>pdated</w:t>
            </w:r>
            <w:r w:rsidR="00D17DA3">
              <w:t xml:space="preserve"> in this release</w:t>
            </w:r>
          </w:p>
        </w:tc>
      </w:tr>
      <w:tr w:rsidR="007E297F" w:rsidTr="00EC4FA5">
        <w:trPr>
          <w:cnfStyle w:val="000000100000" w:firstRow="0" w:lastRow="0" w:firstColumn="0" w:lastColumn="0" w:oddVBand="0" w:evenVBand="0" w:oddHBand="1" w:evenHBand="0" w:firstRowFirstColumn="0" w:firstRowLastColumn="0" w:lastRowFirstColumn="0" w:lastRowLastColumn="0"/>
        </w:trPr>
        <w:tc>
          <w:tcPr>
            <w:tcW w:w="2421" w:type="dxa"/>
          </w:tcPr>
          <w:p w:rsidR="007E297F" w:rsidRDefault="007E297F" w:rsidP="007A1F0B">
            <w:pPr>
              <w:pStyle w:val="Tabletext"/>
            </w:pPr>
            <w:r w:rsidRPr="00761BD5">
              <w:t>This document</w:t>
            </w:r>
          </w:p>
        </w:tc>
        <w:tc>
          <w:tcPr>
            <w:tcW w:w="2448" w:type="dxa"/>
          </w:tcPr>
          <w:p w:rsidR="007E297F" w:rsidRDefault="00774838" w:rsidP="007A1F0B">
            <w:pPr>
              <w:pStyle w:val="Tabletext"/>
            </w:pPr>
            <w:r>
              <w:t>-</w:t>
            </w:r>
          </w:p>
        </w:tc>
        <w:tc>
          <w:tcPr>
            <w:tcW w:w="2451" w:type="dxa"/>
          </w:tcPr>
          <w:p w:rsidR="007E297F" w:rsidRDefault="00774838" w:rsidP="007A1F0B">
            <w:pPr>
              <w:pStyle w:val="Tabletext"/>
            </w:pPr>
            <w:r>
              <w:t>-</w:t>
            </w:r>
          </w:p>
        </w:tc>
        <w:sdt>
          <w:sdtPr>
            <w:alias w:val="Updated?"/>
            <w:tag w:val="Select Yes or No"/>
            <w:id w:val="-655455441"/>
            <w:placeholder>
              <w:docPart w:val="C3F3A068206A4C0CB6E53D02ED27BE8C"/>
            </w:placeholder>
            <w:dropDownList>
              <w:listItem w:displayText="Please select" w:value="Please select"/>
              <w:listItem w:displayText="Yes" w:value="Yes"/>
              <w:listItem w:displayText="No" w:value="No"/>
            </w:dropDownList>
          </w:sdtPr>
          <w:sdtEndPr/>
          <w:sdtContent>
            <w:tc>
              <w:tcPr>
                <w:tcW w:w="2416" w:type="dxa"/>
              </w:tcPr>
              <w:p w:rsidR="007E297F" w:rsidRDefault="00056426" w:rsidP="007A1F0B">
                <w:pPr>
                  <w:pStyle w:val="Tabletext"/>
                </w:pPr>
                <w:r>
                  <w:t>Yes</w:t>
                </w:r>
              </w:p>
            </w:tc>
          </w:sdtContent>
        </w:sdt>
      </w:tr>
      <w:tr w:rsidR="00F232E1" w:rsidRPr="00F232E1" w:rsidTr="00573133">
        <w:tc>
          <w:tcPr>
            <w:tcW w:w="2421" w:type="dxa"/>
          </w:tcPr>
          <w:sdt>
            <w:sdtPr>
              <w:id w:val="851774101"/>
              <w:placeholder>
                <w:docPart w:val="1AC1490CF6C24891B03726A93A8A280F"/>
              </w:placeholder>
            </w:sdtPr>
            <w:sdtEndPr/>
            <w:sdtContent>
              <w:p w:rsidR="00F232E1" w:rsidRDefault="00F232E1" w:rsidP="00573133">
                <w:pPr>
                  <w:pStyle w:val="Tabletext"/>
                </w:pPr>
                <w:r>
                  <w:t>Installation Package</w:t>
                </w:r>
              </w:p>
            </w:sdtContent>
          </w:sdt>
        </w:tc>
        <w:tc>
          <w:tcPr>
            <w:tcW w:w="2448" w:type="dxa"/>
          </w:tcPr>
          <w:sdt>
            <w:sdtPr>
              <w:id w:val="859625434"/>
              <w:placeholder>
                <w:docPart w:val="4D990739D8ED466897943D305EE16808"/>
              </w:placeholder>
            </w:sdtPr>
            <w:sdtEndPr/>
            <w:sdtContent>
              <w:p w:rsidR="00F232E1" w:rsidRDefault="00F232E1" w:rsidP="00573133">
                <w:pPr>
                  <w:pStyle w:val="Tabletext"/>
                </w:pPr>
                <w:r w:rsidRPr="009924DB">
                  <w:t xml:space="preserve">ACM </w:t>
                </w:r>
                <w:proofErr w:type="spellStart"/>
                <w:r>
                  <w:t>CANopen</w:t>
                </w:r>
                <w:proofErr w:type="spellEnd"/>
                <w:r w:rsidRPr="009924DB">
                  <w:t xml:space="preserve"> Setup </w:t>
                </w:r>
                <w:r>
                  <w:t>1</w:t>
                </w:r>
                <w:r w:rsidRPr="009924DB">
                  <w:t>.</w:t>
                </w:r>
                <w:r>
                  <w:t>3</w:t>
                </w:r>
                <w:r w:rsidRPr="009924DB">
                  <w:t>.1.</w:t>
                </w:r>
                <w:r w:rsidR="00DD52F9">
                  <w:t>3</w:t>
                </w:r>
                <w:r w:rsidRPr="009924DB">
                  <w:t>.exe</w:t>
                </w:r>
              </w:p>
            </w:sdtContent>
          </w:sdt>
          <w:p w:rsidR="00F232E1" w:rsidRDefault="00F232E1" w:rsidP="00573133">
            <w:pPr>
              <w:pStyle w:val="Tabletext"/>
            </w:pPr>
          </w:p>
        </w:tc>
        <w:tc>
          <w:tcPr>
            <w:tcW w:w="2451" w:type="dxa"/>
          </w:tcPr>
          <w:p w:rsidR="00F232E1" w:rsidRDefault="00DD52F9" w:rsidP="00F232E1">
            <w:pPr>
              <w:pStyle w:val="Tabletext"/>
            </w:pPr>
            <w:sdt>
              <w:sdtPr>
                <w:id w:val="557908824"/>
                <w:placeholder>
                  <w:docPart w:val="355E50F4603F449C8ABCDE698F587C7D"/>
                </w:placeholder>
              </w:sdtPr>
              <w:sdtEndPr/>
              <w:sdtContent>
                <w:r>
                  <w:t>7073_1.3.</w:t>
                </w:r>
                <w:bookmarkStart w:id="0" w:name="_GoBack"/>
                <w:bookmarkEnd w:id="0"/>
                <w:r>
                  <w:t>1.3</w:t>
                </w:r>
              </w:sdtContent>
            </w:sdt>
          </w:p>
        </w:tc>
        <w:sdt>
          <w:sdtPr>
            <w:alias w:val="Updated?"/>
            <w:tag w:val="Select Yes or No"/>
            <w:id w:val="-1554998918"/>
            <w:placeholder>
              <w:docPart w:val="69778352547C47289ABBF1339123BEC8"/>
            </w:placeholder>
            <w:dropDownList>
              <w:listItem w:displayText="Please select" w:value="Please select"/>
              <w:listItem w:displayText="Yes" w:value="Yes"/>
              <w:listItem w:displayText="No" w:value="No"/>
            </w:dropDownList>
          </w:sdtPr>
          <w:sdtEndPr/>
          <w:sdtContent>
            <w:tc>
              <w:tcPr>
                <w:tcW w:w="2416" w:type="dxa"/>
              </w:tcPr>
              <w:p w:rsidR="00F232E1" w:rsidRDefault="00F232E1" w:rsidP="00573133">
                <w:pPr>
                  <w:pStyle w:val="Tabletext"/>
                </w:pPr>
                <w:r>
                  <w:t>Yes</w:t>
                </w:r>
              </w:p>
            </w:tc>
          </w:sdtContent>
        </w:sdt>
      </w:tr>
    </w:tbl>
    <w:p w:rsidR="000C036C" w:rsidRDefault="000C036C" w:rsidP="00EC4FA5">
      <w:pPr>
        <w:pStyle w:val="Section2"/>
        <w:pageBreakBefore/>
      </w:pPr>
      <w:r>
        <w:lastRenderedPageBreak/>
        <w:t>Reason for release:</w:t>
      </w:r>
    </w:p>
    <w:sdt>
      <w:sdtPr>
        <w:id w:val="-934130678"/>
        <w:placeholder>
          <w:docPart w:val="43D4DF51119D42FB80E172112860B299"/>
        </w:placeholder>
      </w:sdtPr>
      <w:sdtEndPr/>
      <w:sdtContent>
        <w:p w:rsidR="00DA6BEB" w:rsidRPr="00DA6BEB" w:rsidRDefault="004E607B" w:rsidP="00DA6BEB">
          <w:pPr>
            <w:pStyle w:val="Tabletext"/>
            <w:rPr>
              <w:rFonts w:ascii="Calibri" w:hAnsi="Calibri"/>
              <w:sz w:val="22"/>
            </w:rPr>
          </w:pPr>
          <w:proofErr w:type="spellStart"/>
          <w:r>
            <w:t>Maintenens</w:t>
          </w:r>
          <w:proofErr w:type="spellEnd"/>
          <w:r>
            <w:t xml:space="preserve"> release</w:t>
          </w:r>
        </w:p>
      </w:sdtContent>
    </w:sdt>
    <w:p w:rsidR="00033017" w:rsidRPr="00EC79B2" w:rsidRDefault="00033017" w:rsidP="00033017">
      <w:pPr>
        <w:pStyle w:val="BodyText"/>
      </w:pPr>
    </w:p>
    <w:p w:rsidR="00961216" w:rsidRPr="005B7E4D" w:rsidRDefault="000C036C" w:rsidP="005B7E4D">
      <w:pPr>
        <w:pStyle w:val="Section2"/>
      </w:pPr>
      <w:r w:rsidRPr="00667966">
        <w:br w:type="page"/>
      </w:r>
      <w:r>
        <w:lastRenderedPageBreak/>
        <w:t xml:space="preserve">Updated in version </w:t>
      </w:r>
      <w:sdt>
        <w:sdtPr>
          <w:id w:val="1559276097"/>
          <w:placeholder>
            <w:docPart w:val="AECDCA1BB85F455DB6C73F9678F138E9"/>
          </w:placeholder>
        </w:sdtPr>
        <w:sdtEndPr/>
        <w:sdtContent>
          <w:r w:rsidR="005B7E4D">
            <w:t>1.3.1.x</w:t>
          </w:r>
        </w:sdtContent>
      </w:sdt>
      <w:r>
        <w:t>:</w:t>
      </w:r>
    </w:p>
    <w:tbl>
      <w:tblPr>
        <w:tblStyle w:val="HMSTable"/>
        <w:tblW w:w="10198" w:type="dxa"/>
        <w:tblLook w:val="04A0" w:firstRow="1" w:lastRow="0" w:firstColumn="1" w:lastColumn="0" w:noHBand="0" w:noVBand="1"/>
      </w:tblPr>
      <w:tblGrid>
        <w:gridCol w:w="1838"/>
        <w:gridCol w:w="1276"/>
        <w:gridCol w:w="6092"/>
        <w:gridCol w:w="992"/>
      </w:tblGrid>
      <w:tr w:rsidR="00125837" w:rsidTr="00013AE6">
        <w:trPr>
          <w:cnfStyle w:val="100000000000" w:firstRow="1" w:lastRow="0" w:firstColumn="0" w:lastColumn="0" w:oddVBand="0" w:evenVBand="0" w:oddHBand="0" w:evenHBand="0" w:firstRowFirstColumn="0" w:firstRowLastColumn="0" w:lastRowFirstColumn="0" w:lastRowLastColumn="0"/>
        </w:trPr>
        <w:tc>
          <w:tcPr>
            <w:tcW w:w="1838" w:type="dxa"/>
          </w:tcPr>
          <w:p w:rsidR="0049512C" w:rsidRDefault="0049512C" w:rsidP="0049512C">
            <w:pPr>
              <w:pStyle w:val="Tabletext"/>
            </w:pPr>
            <w:r>
              <w:t>Title</w:t>
            </w:r>
          </w:p>
        </w:tc>
        <w:tc>
          <w:tcPr>
            <w:tcW w:w="1276" w:type="dxa"/>
          </w:tcPr>
          <w:p w:rsidR="0049512C" w:rsidRDefault="0049512C" w:rsidP="0049512C">
            <w:pPr>
              <w:pStyle w:val="Tabletext"/>
            </w:pPr>
            <w:r>
              <w:t>Category</w:t>
            </w:r>
          </w:p>
        </w:tc>
        <w:tc>
          <w:tcPr>
            <w:tcW w:w="6092" w:type="dxa"/>
          </w:tcPr>
          <w:p w:rsidR="0049512C" w:rsidRDefault="0049512C" w:rsidP="0049512C">
            <w:pPr>
              <w:pStyle w:val="Tabletext"/>
            </w:pPr>
            <w:r>
              <w:t>Description</w:t>
            </w:r>
          </w:p>
        </w:tc>
        <w:tc>
          <w:tcPr>
            <w:tcW w:w="992" w:type="dxa"/>
          </w:tcPr>
          <w:p w:rsidR="0049512C" w:rsidRDefault="0049512C" w:rsidP="0049512C">
            <w:pPr>
              <w:pStyle w:val="Tabletext"/>
            </w:pPr>
            <w:r>
              <w:t>Issue(s)</w:t>
            </w:r>
          </w:p>
        </w:tc>
      </w:tr>
      <w:tr w:rsidR="00125837" w:rsidRPr="005B7E4D" w:rsidTr="00013AE6">
        <w:trPr>
          <w:cnfStyle w:val="000000100000" w:firstRow="0" w:lastRow="0" w:firstColumn="0" w:lastColumn="0" w:oddVBand="0" w:evenVBand="0" w:oddHBand="1" w:evenHBand="0" w:firstRowFirstColumn="0" w:firstRowLastColumn="0" w:lastRowFirstColumn="0" w:lastRowLastColumn="0"/>
        </w:trPr>
        <w:tc>
          <w:tcPr>
            <w:tcW w:w="1838" w:type="dxa"/>
          </w:tcPr>
          <w:p w:rsidR="00532339" w:rsidRPr="00073EA0" w:rsidRDefault="005B7E4D" w:rsidP="005B7E4D">
            <w:pPr>
              <w:pStyle w:val="Tabletext"/>
            </w:pPr>
            <w:r>
              <w:t>Change EDS</w:t>
            </w:r>
          </w:p>
        </w:tc>
        <w:sdt>
          <w:sdtPr>
            <w:id w:val="-435292693"/>
            <w:placeholder>
              <w:docPart w:val="F0A63E5DCA794DA0B15DC00FE9CED305"/>
            </w:placeholder>
            <w:dropDownList>
              <w:listItem w:displayText="Please select" w:value="Please select"/>
              <w:listItem w:displayText="New functionality" w:value="New functionality"/>
              <w:listItem w:displayText="Improved functionality" w:value="Improved functionality"/>
              <w:listItem w:displayText="Bug fix" w:value="Bug fix"/>
              <w:listItem w:displayText="Other change" w:value="Other change"/>
            </w:dropDownList>
          </w:sdtPr>
          <w:sdtEndPr/>
          <w:sdtContent>
            <w:tc>
              <w:tcPr>
                <w:tcW w:w="1276" w:type="dxa"/>
              </w:tcPr>
              <w:p w:rsidR="00532339" w:rsidRDefault="005B7E4D" w:rsidP="007A1F0B">
                <w:pPr>
                  <w:pStyle w:val="Tabletext"/>
                </w:pPr>
                <w:r>
                  <w:t>Improved functionality</w:t>
                </w:r>
              </w:p>
            </w:tc>
          </w:sdtContent>
        </w:sdt>
        <w:tc>
          <w:tcPr>
            <w:tcW w:w="6092" w:type="dxa"/>
          </w:tcPr>
          <w:p w:rsidR="00532339" w:rsidRPr="00073EA0" w:rsidRDefault="005B7E4D" w:rsidP="005B7E4D">
            <w:pPr>
              <w:pStyle w:val="Tabletext"/>
            </w:pPr>
            <w:r w:rsidRPr="005B7E4D">
              <w:t>Now possible to change EDS for a product that keeps the same Vendor Id and product ID without loos the settings for this nod. For example up</w:t>
            </w:r>
            <w:r>
              <w:t>dating to a newer EDS revision.</w:t>
            </w:r>
          </w:p>
        </w:tc>
        <w:tc>
          <w:tcPr>
            <w:tcW w:w="992" w:type="dxa"/>
          </w:tcPr>
          <w:p w:rsidR="00532339" w:rsidRDefault="00C444CB" w:rsidP="00C444CB">
            <w:pPr>
              <w:pStyle w:val="Tabletext"/>
            </w:pPr>
            <w:r w:rsidRPr="005B7E4D">
              <w:t>DE721</w:t>
            </w:r>
          </w:p>
        </w:tc>
      </w:tr>
      <w:tr w:rsidR="00125837" w:rsidRPr="005B7E4D" w:rsidTr="00573133">
        <w:tc>
          <w:tcPr>
            <w:tcW w:w="1838" w:type="dxa"/>
          </w:tcPr>
          <w:sdt>
            <w:sdtPr>
              <w:id w:val="-1494786097"/>
              <w:placeholder>
                <w:docPart w:val="5651AD6BD3EA487FA1E6BF242F29359C"/>
              </w:placeholder>
            </w:sdtPr>
            <w:sdtEndPr/>
            <w:sdtContent>
              <w:p w:rsidR="007E209B" w:rsidRPr="005B7E4D" w:rsidRDefault="007E209B" w:rsidP="007E209B">
                <w:pPr>
                  <w:pStyle w:val="Tabletext"/>
                </w:pPr>
                <w:r>
                  <w:t>New EDS files</w:t>
                </w:r>
              </w:p>
            </w:sdtContent>
          </w:sdt>
        </w:tc>
        <w:sdt>
          <w:sdtPr>
            <w:id w:val="-739639366"/>
            <w:placeholder>
              <w:docPart w:val="91EBE7DA984742778A5662070F3BB9E7"/>
            </w:placeholder>
            <w:dropDownList>
              <w:listItem w:displayText="Please select" w:value="Please select"/>
              <w:listItem w:displayText="New functionality" w:value="New functionality"/>
              <w:listItem w:displayText="Improved functionality" w:value="Improved functionality"/>
              <w:listItem w:displayText="Bug fix" w:value="Bug fix"/>
              <w:listItem w:displayText="Other change" w:value="Other change"/>
            </w:dropDownList>
          </w:sdtPr>
          <w:sdtEndPr/>
          <w:sdtContent>
            <w:tc>
              <w:tcPr>
                <w:tcW w:w="1276" w:type="dxa"/>
              </w:tcPr>
              <w:p w:rsidR="007E209B" w:rsidRPr="005B7E4D" w:rsidRDefault="007E209B" w:rsidP="00573133">
                <w:pPr>
                  <w:pStyle w:val="Tabletext"/>
                </w:pPr>
                <w:r>
                  <w:t>Improved functionality</w:t>
                </w:r>
              </w:p>
            </w:tc>
          </w:sdtContent>
        </w:sdt>
        <w:tc>
          <w:tcPr>
            <w:tcW w:w="6092" w:type="dxa"/>
          </w:tcPr>
          <w:sdt>
            <w:sdtPr>
              <w:id w:val="-69891922"/>
              <w:placeholder>
                <w:docPart w:val="F5FBDB3BFF984313BE3A3DF33BC37C84"/>
              </w:placeholder>
            </w:sdtPr>
            <w:sdtEndPr/>
            <w:sdtContent>
              <w:p w:rsidR="007E209B" w:rsidRPr="005B7E4D" w:rsidRDefault="007E209B" w:rsidP="007E209B">
                <w:pPr>
                  <w:pStyle w:val="Tabletext"/>
                </w:pPr>
                <w:r>
                  <w:t xml:space="preserve">Updated the EDS-files for </w:t>
                </w:r>
                <w:proofErr w:type="spellStart"/>
                <w:r>
                  <w:t>Anybus</w:t>
                </w:r>
                <w:proofErr w:type="spellEnd"/>
                <w:r>
                  <w:t xml:space="preserve"> X-gateway </w:t>
                </w:r>
                <w:proofErr w:type="spellStart"/>
                <w:r>
                  <w:t>CANopen</w:t>
                </w:r>
                <w:proofErr w:type="spellEnd"/>
                <w:r>
                  <w:t xml:space="preserve"> master and added </w:t>
                </w:r>
                <w:r w:rsidR="00971EC4">
                  <w:t xml:space="preserve">EDS-file for </w:t>
                </w:r>
                <w:proofErr w:type="spellStart"/>
                <w:r w:rsidR="00971EC4">
                  <w:t>Anybus</w:t>
                </w:r>
                <w:proofErr w:type="spellEnd"/>
                <w:r w:rsidR="00971EC4">
                  <w:t xml:space="preserve"> X-</w:t>
                </w:r>
                <w:proofErr w:type="spellStart"/>
                <w:r w:rsidR="00971EC4">
                  <w:t>gatway</w:t>
                </w:r>
                <w:proofErr w:type="spellEnd"/>
                <w:r w:rsidR="00971EC4">
                  <w:t xml:space="preserve"> Modbus-TCP</w:t>
                </w:r>
              </w:p>
            </w:sdtContent>
          </w:sdt>
        </w:tc>
        <w:tc>
          <w:tcPr>
            <w:tcW w:w="992" w:type="dxa"/>
          </w:tcPr>
          <w:sdt>
            <w:sdtPr>
              <w:id w:val="-413001333"/>
              <w:placeholder>
                <w:docPart w:val="54FB7EDB837840C5B37C9DB14D0129C8"/>
              </w:placeholder>
            </w:sdtPr>
            <w:sdtEndPr/>
            <w:sdtContent>
              <w:p w:rsidR="007E209B" w:rsidRPr="005B7E4D" w:rsidRDefault="004E607B" w:rsidP="004E607B">
                <w:pPr>
                  <w:pStyle w:val="Tabletext"/>
                </w:pPr>
                <w:r>
                  <w:t>DE720</w:t>
                </w:r>
              </w:p>
            </w:sdtContent>
          </w:sdt>
        </w:tc>
      </w:tr>
      <w:tr w:rsidR="00125837" w:rsidRPr="005B7E4D" w:rsidTr="00573133">
        <w:trPr>
          <w:cnfStyle w:val="000000100000" w:firstRow="0" w:lastRow="0" w:firstColumn="0" w:lastColumn="0" w:oddVBand="0" w:evenVBand="0" w:oddHBand="1" w:evenHBand="0" w:firstRowFirstColumn="0" w:firstRowLastColumn="0" w:lastRowFirstColumn="0" w:lastRowLastColumn="0"/>
        </w:trPr>
        <w:tc>
          <w:tcPr>
            <w:tcW w:w="1838" w:type="dxa"/>
          </w:tcPr>
          <w:sdt>
            <w:sdtPr>
              <w:id w:val="-1501340133"/>
              <w:placeholder>
                <w:docPart w:val="71E3239207B54793A7BADAEB71AEE638"/>
              </w:placeholder>
            </w:sdtPr>
            <w:sdtEndPr/>
            <w:sdtContent>
              <w:p w:rsidR="00E632A8" w:rsidRPr="005B7E4D" w:rsidRDefault="00E632A8" w:rsidP="00E632A8">
                <w:pPr>
                  <w:pStyle w:val="Tabletext"/>
                </w:pPr>
                <w:r>
                  <w:t>Download to master failed</w:t>
                </w:r>
              </w:p>
            </w:sdtContent>
          </w:sdt>
        </w:tc>
        <w:sdt>
          <w:sdtPr>
            <w:id w:val="-2076350898"/>
            <w:placeholder>
              <w:docPart w:val="3C20D8508C0D494FA12032D2D7AF2DC8"/>
            </w:placeholder>
            <w:dropDownList>
              <w:listItem w:displayText="Please select" w:value="Please select"/>
              <w:listItem w:displayText="New functionality" w:value="New functionality"/>
              <w:listItem w:displayText="Improved functionality" w:value="Improved functionality"/>
              <w:listItem w:displayText="Bug fix" w:value="Bug fix"/>
              <w:listItem w:displayText="Other change" w:value="Other change"/>
            </w:dropDownList>
          </w:sdtPr>
          <w:sdtEndPr/>
          <w:sdtContent>
            <w:tc>
              <w:tcPr>
                <w:tcW w:w="1276" w:type="dxa"/>
              </w:tcPr>
              <w:p w:rsidR="00E632A8" w:rsidRPr="005B7E4D" w:rsidRDefault="00E632A8" w:rsidP="00573133">
                <w:pPr>
                  <w:pStyle w:val="Tabletext"/>
                </w:pPr>
                <w:r>
                  <w:t>Bug fix</w:t>
                </w:r>
              </w:p>
            </w:tc>
          </w:sdtContent>
        </w:sdt>
        <w:tc>
          <w:tcPr>
            <w:tcW w:w="6092" w:type="dxa"/>
          </w:tcPr>
          <w:sdt>
            <w:sdtPr>
              <w:id w:val="434101764"/>
              <w:placeholder>
                <w:docPart w:val="3A008B512F3747FDAA57B85A1FCCFCE0"/>
              </w:placeholder>
            </w:sdtPr>
            <w:sdtEndPr/>
            <w:sdtContent>
              <w:p w:rsidR="00E632A8" w:rsidRPr="005B7E4D" w:rsidRDefault="00E632A8" w:rsidP="00573133">
                <w:pPr>
                  <w:pStyle w:val="Tabletext"/>
                </w:pPr>
                <w:r w:rsidRPr="00E632A8">
                  <w:t>Downloading to manager without having an NMT master</w:t>
                </w:r>
                <w:r>
                  <w:t xml:space="preserve"> active on </w:t>
                </w:r>
                <w:proofErr w:type="spellStart"/>
                <w:r>
                  <w:t>CANopen</w:t>
                </w:r>
                <w:proofErr w:type="spellEnd"/>
                <w:r>
                  <w:t xml:space="preserve"> network failed. Now manager </w:t>
                </w:r>
                <w:proofErr w:type="spellStart"/>
                <w:r>
                  <w:t>automaticly</w:t>
                </w:r>
                <w:proofErr w:type="spellEnd"/>
                <w:r>
                  <w:t xml:space="preserve"> is set to NMT master before download.</w:t>
                </w:r>
              </w:p>
            </w:sdtContent>
          </w:sdt>
        </w:tc>
        <w:tc>
          <w:tcPr>
            <w:tcW w:w="992" w:type="dxa"/>
          </w:tcPr>
          <w:sdt>
            <w:sdtPr>
              <w:id w:val="-1378464510"/>
              <w:placeholder>
                <w:docPart w:val="C4C1E14233524B8AB93424D851E6A0E0"/>
              </w:placeholder>
            </w:sdtPr>
            <w:sdtEndPr/>
            <w:sdtContent>
              <w:p w:rsidR="00E632A8" w:rsidRPr="005B7E4D" w:rsidRDefault="00FC71FB" w:rsidP="004E607B">
                <w:pPr>
                  <w:pStyle w:val="Tabletext"/>
                </w:pPr>
                <w:r>
                  <w:t>DE7</w:t>
                </w:r>
                <w:r w:rsidR="00476252">
                  <w:t>10</w:t>
                </w:r>
              </w:p>
            </w:sdtContent>
          </w:sdt>
        </w:tc>
      </w:tr>
      <w:tr w:rsidR="00125837" w:rsidRPr="005B7E4D" w:rsidTr="00013AE6">
        <w:tc>
          <w:tcPr>
            <w:tcW w:w="1838" w:type="dxa"/>
          </w:tcPr>
          <w:sdt>
            <w:sdtPr>
              <w:id w:val="-1930876221"/>
              <w:placeholder>
                <w:docPart w:val="3EDA083352AC4A148E2E39005433C50B"/>
              </w:placeholder>
            </w:sdtPr>
            <w:sdtEndPr/>
            <w:sdtContent>
              <w:p w:rsidR="00C21A58" w:rsidRPr="005B7E4D" w:rsidRDefault="005B7E4D" w:rsidP="007A1F0B">
                <w:pPr>
                  <w:pStyle w:val="Tabletext"/>
                </w:pPr>
                <w:r w:rsidRPr="005B7E4D">
                  <w:t>EDS Import</w:t>
                </w:r>
              </w:p>
            </w:sdtContent>
          </w:sdt>
        </w:tc>
        <w:sdt>
          <w:sdtPr>
            <w:id w:val="545269571"/>
            <w:placeholder>
              <w:docPart w:val="50F1AB437C584496819AFADC5648AA05"/>
            </w:placeholder>
            <w:dropDownList>
              <w:listItem w:displayText="Please select" w:value="Please select"/>
              <w:listItem w:displayText="New functionality" w:value="New functionality"/>
              <w:listItem w:displayText="Improved functionality" w:value="Improved functionality"/>
              <w:listItem w:displayText="Bug fix" w:value="Bug fix"/>
              <w:listItem w:displayText="Other change" w:value="Other change"/>
            </w:dropDownList>
          </w:sdtPr>
          <w:sdtEndPr/>
          <w:sdtContent>
            <w:tc>
              <w:tcPr>
                <w:tcW w:w="1276" w:type="dxa"/>
              </w:tcPr>
              <w:p w:rsidR="007A1F0B" w:rsidRPr="005B7E4D" w:rsidRDefault="00013AE6" w:rsidP="007A1F0B">
                <w:pPr>
                  <w:pStyle w:val="Tabletext"/>
                </w:pPr>
                <w:r>
                  <w:t>Bug fix</w:t>
                </w:r>
              </w:p>
            </w:tc>
          </w:sdtContent>
        </w:sdt>
        <w:tc>
          <w:tcPr>
            <w:tcW w:w="6092" w:type="dxa"/>
          </w:tcPr>
          <w:sdt>
            <w:sdtPr>
              <w:id w:val="-627620859"/>
              <w:placeholder>
                <w:docPart w:val="9AB91EEED25844A786FCC5A37E368D0C"/>
              </w:placeholder>
            </w:sdtPr>
            <w:sdtEndPr/>
            <w:sdtContent>
              <w:p w:rsidR="007A1F0B" w:rsidRPr="005B7E4D" w:rsidRDefault="005B7E4D" w:rsidP="007A1F0B">
                <w:pPr>
                  <w:pStyle w:val="Tabletext"/>
                </w:pPr>
                <w:r w:rsidRPr="005B7E4D">
                  <w:t>Import of EDS-file crashed if on object had an invalid object type.</w:t>
                </w:r>
              </w:p>
            </w:sdtContent>
          </w:sdt>
        </w:tc>
        <w:tc>
          <w:tcPr>
            <w:tcW w:w="992" w:type="dxa"/>
          </w:tcPr>
          <w:sdt>
            <w:sdtPr>
              <w:id w:val="-1030566584"/>
              <w:placeholder>
                <w:docPart w:val="F9B3E423441E4B478C9A20D500A4AE6D"/>
              </w:placeholder>
            </w:sdtPr>
            <w:sdtEndPr/>
            <w:sdtContent>
              <w:p w:rsidR="007A1F0B" w:rsidRPr="005B7E4D" w:rsidRDefault="005B7E4D" w:rsidP="004E607B">
                <w:pPr>
                  <w:pStyle w:val="Tabletext"/>
                </w:pPr>
                <w:r w:rsidRPr="005B7E4D">
                  <w:t>DE790</w:t>
                </w:r>
              </w:p>
            </w:sdtContent>
          </w:sdt>
        </w:tc>
      </w:tr>
      <w:tr w:rsidR="00125837" w:rsidRPr="00013AE6" w:rsidTr="00013AE6">
        <w:trPr>
          <w:cnfStyle w:val="000000100000" w:firstRow="0" w:lastRow="0" w:firstColumn="0" w:lastColumn="0" w:oddVBand="0" w:evenVBand="0" w:oddHBand="1" w:evenHBand="0" w:firstRowFirstColumn="0" w:firstRowLastColumn="0" w:lastRowFirstColumn="0" w:lastRowLastColumn="0"/>
        </w:trPr>
        <w:tc>
          <w:tcPr>
            <w:tcW w:w="1838" w:type="dxa"/>
          </w:tcPr>
          <w:sdt>
            <w:sdtPr>
              <w:id w:val="-1447533939"/>
              <w:placeholder>
                <w:docPart w:val="C2453A63AD2842429E57C6C0D179786A"/>
              </w:placeholder>
            </w:sdtPr>
            <w:sdtEndPr/>
            <w:sdtContent>
              <w:p w:rsidR="007A1F0B" w:rsidRPr="004A48A4" w:rsidRDefault="005B7E4D" w:rsidP="007A1F0B">
                <w:pPr>
                  <w:pStyle w:val="Tabletext"/>
                </w:pPr>
                <w:r w:rsidRPr="005B7E4D">
                  <w:t>Removing Heartbeat consumer</w:t>
                </w:r>
              </w:p>
            </w:sdtContent>
          </w:sdt>
        </w:tc>
        <w:sdt>
          <w:sdtPr>
            <w:id w:val="-671568940"/>
            <w:placeholder>
              <w:docPart w:val="753FB4FF375F4A4DB000FA9751E1FDFE"/>
            </w:placeholder>
            <w:dropDownList>
              <w:listItem w:displayText="Please select" w:value="Please select"/>
              <w:listItem w:displayText="New functionality" w:value="New functionality"/>
              <w:listItem w:displayText="Improved functionality" w:value="Improved functionality"/>
              <w:listItem w:displayText="Bug fix" w:value="Bug fix"/>
              <w:listItem w:displayText="Other change" w:value="Other change"/>
            </w:dropDownList>
          </w:sdtPr>
          <w:sdtEndPr/>
          <w:sdtContent>
            <w:tc>
              <w:tcPr>
                <w:tcW w:w="1276" w:type="dxa"/>
              </w:tcPr>
              <w:p w:rsidR="007A1F0B" w:rsidRPr="00073EA0" w:rsidRDefault="00013AE6" w:rsidP="007A1F0B">
                <w:pPr>
                  <w:pStyle w:val="Tabletext"/>
                </w:pPr>
                <w:r>
                  <w:t>Bug fix</w:t>
                </w:r>
              </w:p>
            </w:tc>
          </w:sdtContent>
        </w:sdt>
        <w:tc>
          <w:tcPr>
            <w:tcW w:w="6092" w:type="dxa"/>
          </w:tcPr>
          <w:sdt>
            <w:sdtPr>
              <w:id w:val="501008880"/>
              <w:placeholder>
                <w:docPart w:val="8174F3F676F844C8A6A6C9D190BAD98A"/>
              </w:placeholder>
            </w:sdtPr>
            <w:sdtEndPr/>
            <w:sdtContent>
              <w:p w:rsidR="007A1F0B" w:rsidRPr="004A48A4" w:rsidRDefault="00013AE6" w:rsidP="007A1F0B">
                <w:pPr>
                  <w:pStyle w:val="Tabletext"/>
                </w:pPr>
                <w:r w:rsidRPr="00013AE6">
                  <w:t>Removing Heartbeat consumer settings within one node affects other nodes too</w:t>
                </w:r>
              </w:p>
            </w:sdtContent>
          </w:sdt>
        </w:tc>
        <w:tc>
          <w:tcPr>
            <w:tcW w:w="992" w:type="dxa"/>
          </w:tcPr>
          <w:sdt>
            <w:sdtPr>
              <w:id w:val="1586418055"/>
              <w:placeholder>
                <w:docPart w:val="E321E785F4634419912D561F6FA38EF0"/>
              </w:placeholder>
            </w:sdtPr>
            <w:sdtEndPr/>
            <w:sdtContent>
              <w:p w:rsidR="004A48A4" w:rsidRPr="00013AE6" w:rsidRDefault="00013AE6" w:rsidP="004E607B">
                <w:pPr>
                  <w:pStyle w:val="Tabletext"/>
                </w:pPr>
                <w:r w:rsidRPr="00013AE6">
                  <w:t>DE778</w:t>
                </w:r>
              </w:p>
            </w:sdtContent>
          </w:sdt>
        </w:tc>
      </w:tr>
      <w:tr w:rsidR="00125837" w:rsidRPr="00E632A8" w:rsidTr="00013AE6">
        <w:tc>
          <w:tcPr>
            <w:tcW w:w="1838" w:type="dxa"/>
          </w:tcPr>
          <w:sdt>
            <w:sdtPr>
              <w:id w:val="862721086"/>
              <w:placeholder>
                <w:docPart w:val="B2E609C9B973429D9B391E4ADA818384"/>
              </w:placeholder>
            </w:sdtPr>
            <w:sdtEndPr/>
            <w:sdtContent>
              <w:p w:rsidR="007A1F0B" w:rsidRPr="008B483D" w:rsidRDefault="00013AE6" w:rsidP="007A1F0B">
                <w:pPr>
                  <w:pStyle w:val="Tabletext"/>
                </w:pPr>
                <w:r w:rsidRPr="00013AE6">
                  <w:t>Download objects with Access type RWR and RWW</w:t>
                </w:r>
              </w:p>
            </w:sdtContent>
          </w:sdt>
        </w:tc>
        <w:sdt>
          <w:sdtPr>
            <w:id w:val="1820460673"/>
            <w:placeholder>
              <w:docPart w:val="3DECBEF18EF8418FB517356E579CFB4E"/>
            </w:placeholder>
            <w:dropDownList>
              <w:listItem w:displayText="Please select" w:value="Please select"/>
              <w:listItem w:displayText="New functionality" w:value="New functionality"/>
              <w:listItem w:displayText="Improved functionality" w:value="Improved functionality"/>
              <w:listItem w:displayText="Bug fix" w:value="Bug fix"/>
              <w:listItem w:displayText="Other change" w:value="Other change"/>
            </w:dropDownList>
          </w:sdtPr>
          <w:sdtEndPr/>
          <w:sdtContent>
            <w:tc>
              <w:tcPr>
                <w:tcW w:w="1276" w:type="dxa"/>
              </w:tcPr>
              <w:p w:rsidR="007A1F0B" w:rsidRPr="00073EA0" w:rsidRDefault="007A1F0B" w:rsidP="007A1F0B">
                <w:pPr>
                  <w:pStyle w:val="Tabletext"/>
                </w:pPr>
                <w:r>
                  <w:t>Bug fix</w:t>
                </w:r>
              </w:p>
            </w:tc>
          </w:sdtContent>
        </w:sdt>
        <w:tc>
          <w:tcPr>
            <w:tcW w:w="6092" w:type="dxa"/>
          </w:tcPr>
          <w:sdt>
            <w:sdtPr>
              <w:id w:val="-851874696"/>
              <w:placeholder>
                <w:docPart w:val="1CE021D0E2BB4D278C2601190365A6CC"/>
              </w:placeholder>
            </w:sdtPr>
            <w:sdtEndPr/>
            <w:sdtContent>
              <w:p w:rsidR="007A1F0B" w:rsidRPr="008B483D" w:rsidRDefault="00013AE6" w:rsidP="007A1F0B">
                <w:pPr>
                  <w:pStyle w:val="Tabletext"/>
                </w:pPr>
                <w:r w:rsidRPr="00013AE6">
                  <w:t>Now objects with Access type RWR and RWW are downloaded when configuration is downloaded</w:t>
                </w:r>
              </w:p>
            </w:sdtContent>
          </w:sdt>
        </w:tc>
        <w:tc>
          <w:tcPr>
            <w:tcW w:w="992" w:type="dxa"/>
          </w:tcPr>
          <w:sdt>
            <w:sdtPr>
              <w:id w:val="-2112970441"/>
              <w:placeholder>
                <w:docPart w:val="625A2A87E7014A7485F7253D6B7C259F"/>
              </w:placeholder>
            </w:sdtPr>
            <w:sdtEndPr/>
            <w:sdtContent>
              <w:p w:rsidR="007A1F0B" w:rsidRPr="008B483D" w:rsidRDefault="00013AE6" w:rsidP="004E607B">
                <w:pPr>
                  <w:pStyle w:val="Tabletext"/>
                </w:pPr>
                <w:r w:rsidRPr="00013AE6">
                  <w:t>DE708</w:t>
                </w:r>
                <w:r w:rsidR="00E632A8">
                  <w:br/>
                  <w:t>DE712</w:t>
                </w:r>
                <w:r w:rsidR="00476252">
                  <w:br/>
                  <w:t>DE713</w:t>
                </w:r>
              </w:p>
            </w:sdtContent>
          </w:sdt>
        </w:tc>
      </w:tr>
      <w:tr w:rsidR="00013AE6" w:rsidRPr="00125837" w:rsidTr="00013AE6">
        <w:trPr>
          <w:cnfStyle w:val="000000100000" w:firstRow="0" w:lastRow="0" w:firstColumn="0" w:lastColumn="0" w:oddVBand="0" w:evenVBand="0" w:oddHBand="1" w:evenHBand="0" w:firstRowFirstColumn="0" w:firstRowLastColumn="0" w:lastRowFirstColumn="0" w:lastRowLastColumn="0"/>
        </w:trPr>
        <w:tc>
          <w:tcPr>
            <w:tcW w:w="1838" w:type="dxa"/>
          </w:tcPr>
          <w:sdt>
            <w:sdtPr>
              <w:id w:val="558749765"/>
              <w:placeholder>
                <w:docPart w:val="93AF9CFF56EB4FB3A7845406A8225E47"/>
              </w:placeholder>
            </w:sdtPr>
            <w:sdtEndPr/>
            <w:sdtContent>
              <w:p w:rsidR="007A1F0B" w:rsidRPr="00013AE6" w:rsidRDefault="00013AE6" w:rsidP="007A1F0B">
                <w:pPr>
                  <w:pStyle w:val="Tabletext"/>
                </w:pPr>
                <w:r w:rsidRPr="00013AE6">
                  <w:t>Update related nodes when node is deleted</w:t>
                </w:r>
              </w:p>
            </w:sdtContent>
          </w:sdt>
        </w:tc>
        <w:sdt>
          <w:sdtPr>
            <w:id w:val="-2081130744"/>
            <w:placeholder>
              <w:docPart w:val="A5877D29A6B04ABF9E2DB7C76361DB5F"/>
            </w:placeholder>
            <w:dropDownList>
              <w:listItem w:displayText="Please select" w:value="Please select"/>
              <w:listItem w:displayText="New functionality" w:value="New functionality"/>
              <w:listItem w:displayText="Improved functionality" w:value="Improved functionality"/>
              <w:listItem w:displayText="Bug fix" w:value="Bug fix"/>
              <w:listItem w:displayText="Other change" w:value="Other change"/>
            </w:dropDownList>
          </w:sdtPr>
          <w:sdtEndPr/>
          <w:sdtContent>
            <w:tc>
              <w:tcPr>
                <w:tcW w:w="1276" w:type="dxa"/>
              </w:tcPr>
              <w:p w:rsidR="007A1F0B" w:rsidRPr="00013AE6" w:rsidRDefault="007A1F0B" w:rsidP="007A1F0B">
                <w:pPr>
                  <w:pStyle w:val="Tabletext"/>
                </w:pPr>
                <w:r w:rsidRPr="00013AE6">
                  <w:t>Bug fix</w:t>
                </w:r>
              </w:p>
            </w:tc>
          </w:sdtContent>
        </w:sdt>
        <w:tc>
          <w:tcPr>
            <w:tcW w:w="6092" w:type="dxa"/>
          </w:tcPr>
          <w:sdt>
            <w:sdtPr>
              <w:id w:val="1255393405"/>
              <w:placeholder>
                <w:docPart w:val="65FC467E0A264A8DAE8EA33DDCB086AC"/>
              </w:placeholder>
            </w:sdtPr>
            <w:sdtEndPr/>
            <w:sdtContent>
              <w:p w:rsidR="007A1F0B" w:rsidRPr="00013AE6" w:rsidRDefault="00013AE6" w:rsidP="007A1F0B">
                <w:pPr>
                  <w:pStyle w:val="Tabletext"/>
                </w:pPr>
                <w:r w:rsidRPr="00013AE6">
                  <w:t>Update master settings in manager and removing heartbeat consumption from remaining nodes when a node is deleted.</w:t>
                </w:r>
              </w:p>
            </w:sdtContent>
          </w:sdt>
        </w:tc>
        <w:tc>
          <w:tcPr>
            <w:tcW w:w="992" w:type="dxa"/>
          </w:tcPr>
          <w:sdt>
            <w:sdtPr>
              <w:id w:val="-767148815"/>
              <w:placeholder>
                <w:docPart w:val="AA5CF927007947E3B949DF8092B6F9DB"/>
              </w:placeholder>
            </w:sdtPr>
            <w:sdtEndPr/>
            <w:sdtContent>
              <w:p w:rsidR="007A1F0B" w:rsidRPr="00013AE6" w:rsidRDefault="00013AE6" w:rsidP="004E607B">
                <w:pPr>
                  <w:pStyle w:val="Tabletext"/>
                </w:pPr>
                <w:r w:rsidRPr="00013AE6">
                  <w:t>DE711</w:t>
                </w:r>
                <w:r w:rsidR="00125837">
                  <w:br/>
                  <w:t>DE774</w:t>
                </w:r>
              </w:p>
            </w:sdtContent>
          </w:sdt>
        </w:tc>
      </w:tr>
      <w:tr w:rsidR="00125837" w:rsidRPr="00476252" w:rsidTr="00013AE6">
        <w:tc>
          <w:tcPr>
            <w:tcW w:w="1838" w:type="dxa"/>
          </w:tcPr>
          <w:sdt>
            <w:sdtPr>
              <w:id w:val="1293560709"/>
              <w:placeholder>
                <w:docPart w:val="17E2133CFCA94D42BFC170B9FEB72135"/>
              </w:placeholder>
            </w:sdtPr>
            <w:sdtEndPr/>
            <w:sdtContent>
              <w:p w:rsidR="007A1F0B" w:rsidRPr="008B483D" w:rsidRDefault="00013AE6" w:rsidP="007A1F0B">
                <w:pPr>
                  <w:pStyle w:val="Tabletext"/>
                </w:pPr>
                <w:r w:rsidRPr="00013AE6">
                  <w:t>Buttons did not update text after change of language</w:t>
                </w:r>
              </w:p>
            </w:sdtContent>
          </w:sdt>
        </w:tc>
        <w:sdt>
          <w:sdtPr>
            <w:id w:val="-1083370277"/>
            <w:placeholder>
              <w:docPart w:val="097A808329D043CC9453208B857A4C54"/>
            </w:placeholder>
            <w:dropDownList>
              <w:listItem w:displayText="Please select" w:value="Please select"/>
              <w:listItem w:displayText="New functionality" w:value="New functionality"/>
              <w:listItem w:displayText="Improved functionality" w:value="Improved functionality"/>
              <w:listItem w:displayText="Bug fix" w:value="Bug fix"/>
              <w:listItem w:displayText="Other change" w:value="Other change"/>
            </w:dropDownList>
          </w:sdtPr>
          <w:sdtEndPr/>
          <w:sdtContent>
            <w:tc>
              <w:tcPr>
                <w:tcW w:w="1276" w:type="dxa"/>
              </w:tcPr>
              <w:p w:rsidR="007A1F0B" w:rsidRPr="00073EA0" w:rsidRDefault="007A1F0B" w:rsidP="007A1F0B">
                <w:pPr>
                  <w:pStyle w:val="Tabletext"/>
                </w:pPr>
                <w:r>
                  <w:t>Bug fix</w:t>
                </w:r>
              </w:p>
            </w:tc>
          </w:sdtContent>
        </w:sdt>
        <w:tc>
          <w:tcPr>
            <w:tcW w:w="6092" w:type="dxa"/>
          </w:tcPr>
          <w:sdt>
            <w:sdtPr>
              <w:id w:val="-381482579"/>
              <w:placeholder>
                <w:docPart w:val="FBA2A52FA04B40ABB315E3621D1DE791"/>
              </w:placeholder>
            </w:sdtPr>
            <w:sdtEndPr/>
            <w:sdtContent>
              <w:p w:rsidR="007A1F0B" w:rsidRPr="008B483D" w:rsidRDefault="00013AE6" w:rsidP="007A1F0B">
                <w:pPr>
                  <w:pStyle w:val="Tabletext"/>
                </w:pPr>
                <w:r w:rsidRPr="00013AE6">
                  <w:t>Buttons in the About dialog and in Connection dialog did not change language correctly after language change.</w:t>
                </w:r>
              </w:p>
            </w:sdtContent>
          </w:sdt>
        </w:tc>
        <w:tc>
          <w:tcPr>
            <w:tcW w:w="992" w:type="dxa"/>
          </w:tcPr>
          <w:sdt>
            <w:sdtPr>
              <w:id w:val="2003303247"/>
              <w:placeholder>
                <w:docPart w:val="B46A059DD05142E594A5D3E7C20FF2F5"/>
              </w:placeholder>
            </w:sdtPr>
            <w:sdtEndPr/>
            <w:sdtContent>
              <w:p w:rsidR="007A1F0B" w:rsidRPr="004E607B" w:rsidRDefault="00013AE6" w:rsidP="004E607B">
                <w:pPr>
                  <w:pStyle w:val="Tabletext"/>
                </w:pPr>
                <w:r w:rsidRPr="004E607B">
                  <w:t>DE718</w:t>
                </w:r>
              </w:p>
            </w:sdtContent>
          </w:sdt>
        </w:tc>
      </w:tr>
      <w:tr w:rsidR="00125837" w:rsidRPr="004D1288" w:rsidTr="00013AE6">
        <w:trPr>
          <w:cnfStyle w:val="000000100000" w:firstRow="0" w:lastRow="0" w:firstColumn="0" w:lastColumn="0" w:oddVBand="0" w:evenVBand="0" w:oddHBand="1" w:evenHBand="0" w:firstRowFirstColumn="0" w:firstRowLastColumn="0" w:lastRowFirstColumn="0" w:lastRowLastColumn="0"/>
        </w:trPr>
        <w:tc>
          <w:tcPr>
            <w:tcW w:w="1838" w:type="dxa"/>
          </w:tcPr>
          <w:sdt>
            <w:sdtPr>
              <w:id w:val="1957668969"/>
              <w:placeholder>
                <w:docPart w:val="C146CE38A5A443259E9D4345C5060040"/>
              </w:placeholder>
            </w:sdtPr>
            <w:sdtEndPr/>
            <w:sdtContent>
              <w:p w:rsidR="007A1F0B" w:rsidRPr="003A48A1" w:rsidRDefault="00013AE6" w:rsidP="007A1F0B">
                <w:pPr>
                  <w:pStyle w:val="Tabletext"/>
                </w:pPr>
                <w:r w:rsidRPr="00013AE6">
                  <w:t>Changed error message for non-existing object mapped to PDO</w:t>
                </w:r>
              </w:p>
            </w:sdtContent>
          </w:sdt>
        </w:tc>
        <w:sdt>
          <w:sdtPr>
            <w:id w:val="69865117"/>
            <w:placeholder>
              <w:docPart w:val="2B0D70E0CD3543749D2453EC3A14984F"/>
            </w:placeholder>
            <w:dropDownList>
              <w:listItem w:displayText="Please select" w:value="Please select"/>
              <w:listItem w:displayText="New functionality" w:value="New functionality"/>
              <w:listItem w:displayText="Improved functionality" w:value="Improved functionality"/>
              <w:listItem w:displayText="Bug fix" w:value="Bug fix"/>
              <w:listItem w:displayText="Other change" w:value="Other change"/>
            </w:dropDownList>
          </w:sdtPr>
          <w:sdtEndPr/>
          <w:sdtContent>
            <w:tc>
              <w:tcPr>
                <w:tcW w:w="1276" w:type="dxa"/>
              </w:tcPr>
              <w:p w:rsidR="007A1F0B" w:rsidRPr="00073EA0" w:rsidRDefault="00013AE6" w:rsidP="007A1F0B">
                <w:pPr>
                  <w:pStyle w:val="Tabletext"/>
                </w:pPr>
                <w:r>
                  <w:t>Bug fix</w:t>
                </w:r>
              </w:p>
            </w:tc>
          </w:sdtContent>
        </w:sdt>
        <w:tc>
          <w:tcPr>
            <w:tcW w:w="6092" w:type="dxa"/>
          </w:tcPr>
          <w:sdt>
            <w:sdtPr>
              <w:id w:val="772051347"/>
              <w:placeholder>
                <w:docPart w:val="98BD8AFF0A0D4777AC03E62138252C6C"/>
              </w:placeholder>
            </w:sdtPr>
            <w:sdtEndPr/>
            <w:sdtContent>
              <w:p w:rsidR="007A1F0B" w:rsidRPr="003A48A1" w:rsidRDefault="00013AE6" w:rsidP="007A1F0B">
                <w:pPr>
                  <w:pStyle w:val="Tabletext"/>
                </w:pPr>
                <w:r w:rsidRPr="00013AE6">
                  <w:t>Node tooltip showed wrong error message when a non-existing object where mapped to a PDO.</w:t>
                </w:r>
              </w:p>
            </w:sdtContent>
          </w:sdt>
        </w:tc>
        <w:tc>
          <w:tcPr>
            <w:tcW w:w="992" w:type="dxa"/>
          </w:tcPr>
          <w:sdt>
            <w:sdtPr>
              <w:id w:val="488215484"/>
              <w:placeholder>
                <w:docPart w:val="E7480B31B6C34634B536132BDA4F2E0E"/>
              </w:placeholder>
            </w:sdtPr>
            <w:sdtEndPr/>
            <w:sdtContent>
              <w:p w:rsidR="007A1F0B" w:rsidRPr="003A48A1" w:rsidRDefault="00013AE6" w:rsidP="007A1F0B">
                <w:pPr>
                  <w:pStyle w:val="Tabletext"/>
                </w:pPr>
                <w:r>
                  <w:t>DE750</w:t>
                </w:r>
              </w:p>
            </w:sdtContent>
          </w:sdt>
        </w:tc>
      </w:tr>
      <w:tr w:rsidR="00E632A8" w:rsidRPr="004D1288" w:rsidTr="00573133">
        <w:tc>
          <w:tcPr>
            <w:tcW w:w="1838" w:type="dxa"/>
          </w:tcPr>
          <w:sdt>
            <w:sdtPr>
              <w:id w:val="567074653"/>
              <w:placeholder>
                <w:docPart w:val="9EF28A52FAF64C3695F8F01FE52B3BF0"/>
              </w:placeholder>
            </w:sdtPr>
            <w:sdtEndPr/>
            <w:sdtContent>
              <w:p w:rsidR="00013AE6" w:rsidRPr="00013AE6" w:rsidRDefault="00013AE6" w:rsidP="00573133">
                <w:pPr>
                  <w:pStyle w:val="Tabletext"/>
                </w:pPr>
                <w:r w:rsidRPr="00013AE6">
                  <w:t>Wrong selection of object if non-existing object is mapped</w:t>
                </w:r>
              </w:p>
            </w:sdtContent>
          </w:sdt>
        </w:tc>
        <w:sdt>
          <w:sdtPr>
            <w:id w:val="1716004901"/>
            <w:placeholder>
              <w:docPart w:val="8293087DF3D24315B1F897B5F77AA695"/>
            </w:placeholder>
            <w:dropDownList>
              <w:listItem w:displayText="Please select" w:value="Please select"/>
              <w:listItem w:displayText="New functionality" w:value="New functionality"/>
              <w:listItem w:displayText="Improved functionality" w:value="Improved functionality"/>
              <w:listItem w:displayText="Bug fix" w:value="Bug fix"/>
              <w:listItem w:displayText="Other change" w:value="Other change"/>
            </w:dropDownList>
          </w:sdtPr>
          <w:sdtEndPr/>
          <w:sdtContent>
            <w:tc>
              <w:tcPr>
                <w:tcW w:w="1276" w:type="dxa"/>
              </w:tcPr>
              <w:p w:rsidR="00013AE6" w:rsidRPr="00073EA0" w:rsidRDefault="00013AE6" w:rsidP="00573133">
                <w:pPr>
                  <w:pStyle w:val="Tabletext"/>
                </w:pPr>
                <w:r>
                  <w:t>Bug fix</w:t>
                </w:r>
              </w:p>
            </w:tc>
          </w:sdtContent>
        </w:sdt>
        <w:tc>
          <w:tcPr>
            <w:tcW w:w="6092" w:type="dxa"/>
          </w:tcPr>
          <w:sdt>
            <w:sdtPr>
              <w:id w:val="1615634754"/>
              <w:placeholder>
                <w:docPart w:val="89D7A66F43404259BE3BA158C8E9BC8B"/>
              </w:placeholder>
            </w:sdtPr>
            <w:sdtEndPr/>
            <w:sdtContent>
              <w:p w:rsidR="00013AE6" w:rsidRPr="003A48A1" w:rsidRDefault="00013AE6" w:rsidP="00573133">
                <w:pPr>
                  <w:pStyle w:val="Tabletext"/>
                </w:pPr>
                <w:r w:rsidRPr="00013AE6">
                  <w:t>If a non-existing object are mapped on PDO the list of mapped objects in the PDO Settings wi</w:t>
                </w:r>
                <w:r>
                  <w:t>ll now be correct.</w:t>
                </w:r>
              </w:p>
            </w:sdtContent>
          </w:sdt>
        </w:tc>
        <w:tc>
          <w:tcPr>
            <w:tcW w:w="992" w:type="dxa"/>
          </w:tcPr>
          <w:sdt>
            <w:sdtPr>
              <w:id w:val="-1262371725"/>
              <w:placeholder>
                <w:docPart w:val="A3B05D3323E247BF8BB686CAEE37E1A9"/>
              </w:placeholder>
            </w:sdtPr>
            <w:sdtEndPr/>
            <w:sdtContent>
              <w:p w:rsidR="00013AE6" w:rsidRPr="003A48A1" w:rsidRDefault="00013AE6" w:rsidP="00573133">
                <w:pPr>
                  <w:pStyle w:val="Tabletext"/>
                </w:pPr>
                <w:r w:rsidRPr="00013AE6">
                  <w:t>DE749</w:t>
                </w:r>
              </w:p>
            </w:sdtContent>
          </w:sdt>
        </w:tc>
      </w:tr>
      <w:tr w:rsidR="007E209B" w:rsidRPr="004D1288" w:rsidTr="00013AE6">
        <w:trPr>
          <w:cnfStyle w:val="000000100000" w:firstRow="0" w:lastRow="0" w:firstColumn="0" w:lastColumn="0" w:oddVBand="0" w:evenVBand="0" w:oddHBand="1" w:evenHBand="0" w:firstRowFirstColumn="0" w:firstRowLastColumn="0" w:lastRowFirstColumn="0" w:lastRowLastColumn="0"/>
        </w:trPr>
        <w:tc>
          <w:tcPr>
            <w:tcW w:w="1838" w:type="dxa"/>
          </w:tcPr>
          <w:p w:rsidR="007A1F0B" w:rsidRPr="005E5260" w:rsidRDefault="00013AE6" w:rsidP="007A1F0B">
            <w:pPr>
              <w:pStyle w:val="Tabletext"/>
              <w:rPr>
                <w:color w:val="FF0000"/>
              </w:rPr>
            </w:pPr>
            <w:r w:rsidRPr="00013AE6">
              <w:t>Drag and Drop could get stuck</w:t>
            </w:r>
          </w:p>
        </w:tc>
        <w:sdt>
          <w:sdtPr>
            <w:id w:val="875742689"/>
            <w:placeholder>
              <w:docPart w:val="C9E84A4364614FAA96B9F342994CFFCD"/>
            </w:placeholder>
            <w:dropDownList>
              <w:listItem w:displayText="Please select" w:value="Please select"/>
              <w:listItem w:displayText="New functionality" w:value="New functionality"/>
              <w:listItem w:displayText="Improved functionality" w:value="Improved functionality"/>
              <w:listItem w:displayText="Bug fix" w:value="Bug fix"/>
              <w:listItem w:displayText="Other change" w:value="Other change"/>
            </w:dropDownList>
          </w:sdtPr>
          <w:sdtEndPr/>
          <w:sdtContent>
            <w:tc>
              <w:tcPr>
                <w:tcW w:w="1276" w:type="dxa"/>
              </w:tcPr>
              <w:p w:rsidR="007A1F0B" w:rsidRPr="00073EA0" w:rsidRDefault="00013AE6" w:rsidP="007A1F0B">
                <w:pPr>
                  <w:pStyle w:val="Tabletext"/>
                </w:pPr>
                <w:r>
                  <w:t>Bug fix</w:t>
                </w:r>
              </w:p>
            </w:tc>
          </w:sdtContent>
        </w:sdt>
        <w:tc>
          <w:tcPr>
            <w:tcW w:w="6092" w:type="dxa"/>
          </w:tcPr>
          <w:sdt>
            <w:sdtPr>
              <w:id w:val="-1643028318"/>
              <w:placeholder>
                <w:docPart w:val="863FFA8C7DFB4F158748EA0093A0FAE3"/>
              </w:placeholder>
            </w:sdtPr>
            <w:sdtEndPr/>
            <w:sdtContent>
              <w:p w:rsidR="007A1F0B" w:rsidRPr="003A48A1" w:rsidRDefault="00013AE6" w:rsidP="00013AE6">
                <w:pPr>
                  <w:pStyle w:val="Tabletext"/>
                </w:pPr>
                <w:r w:rsidRPr="00013AE6">
                  <w:t>Drag and drop outside of application or to wrong view caused that the dragged node</w:t>
                </w:r>
                <w:r>
                  <w:t>'s icon got stuck.</w:t>
                </w:r>
              </w:p>
            </w:sdtContent>
          </w:sdt>
        </w:tc>
        <w:tc>
          <w:tcPr>
            <w:tcW w:w="992" w:type="dxa"/>
          </w:tcPr>
          <w:sdt>
            <w:sdtPr>
              <w:id w:val="-2096152718"/>
              <w:placeholder>
                <w:docPart w:val="65DA29FE063440D2B0E6FF922693188D"/>
              </w:placeholder>
            </w:sdtPr>
            <w:sdtEndPr/>
            <w:sdtContent>
              <w:p w:rsidR="007A1F0B" w:rsidRPr="003A48A1" w:rsidRDefault="00013AE6" w:rsidP="00013AE6">
                <w:pPr>
                  <w:pStyle w:val="Tabletext"/>
                </w:pPr>
                <w:r w:rsidRPr="00013AE6">
                  <w:t>DE766</w:t>
                </w:r>
              </w:p>
            </w:sdtContent>
          </w:sdt>
        </w:tc>
      </w:tr>
      <w:tr w:rsidR="00125837" w:rsidRPr="004D1288" w:rsidTr="00573133">
        <w:tc>
          <w:tcPr>
            <w:tcW w:w="1838" w:type="dxa"/>
          </w:tcPr>
          <w:sdt>
            <w:sdtPr>
              <w:id w:val="1698494188"/>
              <w:placeholder>
                <w:docPart w:val="A83B194BD1274B2D89BB59EC3A923EE8"/>
              </w:placeholder>
            </w:sdtPr>
            <w:sdtEndPr/>
            <w:sdtContent>
              <w:p w:rsidR="004246B5" w:rsidRPr="00013AE6" w:rsidRDefault="004246B5" w:rsidP="00573133">
                <w:pPr>
                  <w:pStyle w:val="Tabletext"/>
                </w:pPr>
                <w:r>
                  <w:t>Problem with r</w:t>
                </w:r>
                <w:r w:rsidRPr="00D77A4B">
                  <w:t>ight click in EDS repository tree</w:t>
                </w:r>
              </w:p>
            </w:sdtContent>
          </w:sdt>
        </w:tc>
        <w:sdt>
          <w:sdtPr>
            <w:id w:val="661969189"/>
            <w:placeholder>
              <w:docPart w:val="47509297A7DD42819498A11931687E38"/>
            </w:placeholder>
            <w:dropDownList>
              <w:listItem w:displayText="Please select" w:value="Please select"/>
              <w:listItem w:displayText="New functionality" w:value="New functionality"/>
              <w:listItem w:displayText="Improved functionality" w:value="Improved functionality"/>
              <w:listItem w:displayText="Bug fix" w:value="Bug fix"/>
              <w:listItem w:displayText="Other change" w:value="Other change"/>
            </w:dropDownList>
          </w:sdtPr>
          <w:sdtEndPr/>
          <w:sdtContent>
            <w:tc>
              <w:tcPr>
                <w:tcW w:w="1276" w:type="dxa"/>
              </w:tcPr>
              <w:p w:rsidR="004246B5" w:rsidRPr="00073EA0" w:rsidRDefault="004246B5" w:rsidP="00573133">
                <w:pPr>
                  <w:pStyle w:val="Tabletext"/>
                </w:pPr>
                <w:r>
                  <w:t>Bug fix</w:t>
                </w:r>
              </w:p>
            </w:tc>
          </w:sdtContent>
        </w:sdt>
        <w:tc>
          <w:tcPr>
            <w:tcW w:w="6092" w:type="dxa"/>
          </w:tcPr>
          <w:sdt>
            <w:sdtPr>
              <w:id w:val="-1139498197"/>
              <w:placeholder>
                <w:docPart w:val="B719CEA2849840C7BA8D2681969F2159"/>
              </w:placeholder>
            </w:sdtPr>
            <w:sdtEndPr/>
            <w:sdtContent>
              <w:p w:rsidR="004246B5" w:rsidRPr="003A48A1" w:rsidRDefault="004246B5" w:rsidP="00573133">
                <w:pPr>
                  <w:pStyle w:val="Tabletext"/>
                </w:pPr>
                <w:r w:rsidRPr="00D77A4B">
                  <w:t xml:space="preserve">Right click in the EDS repository causes undefined behavior. For example I could get the delete button enabled when I had </w:t>
                </w:r>
                <w:proofErr w:type="gramStart"/>
                <w:r w:rsidRPr="00D77A4B">
                  <w:t>a</w:t>
                </w:r>
                <w:proofErr w:type="gramEnd"/>
                <w:r w:rsidRPr="00D77A4B">
                  <w:t xml:space="preserve"> </w:t>
                </w:r>
                <w:proofErr w:type="spellStart"/>
                <w:r w:rsidRPr="00D77A4B">
                  <w:t>eds</w:t>
                </w:r>
                <w:proofErr w:type="spellEnd"/>
                <w:r w:rsidRPr="00D77A4B">
                  <w:t xml:space="preserve">-file with errors selected. Pressing delete then caused </w:t>
                </w:r>
                <w:proofErr w:type="gramStart"/>
                <w:r w:rsidRPr="00D77A4B">
                  <w:t>an assert</w:t>
                </w:r>
                <w:proofErr w:type="gramEnd"/>
                <w:r w:rsidRPr="00D77A4B">
                  <w:t>.</w:t>
                </w:r>
              </w:p>
            </w:sdtContent>
          </w:sdt>
        </w:tc>
        <w:tc>
          <w:tcPr>
            <w:tcW w:w="992" w:type="dxa"/>
          </w:tcPr>
          <w:sdt>
            <w:sdtPr>
              <w:id w:val="-280786"/>
              <w:placeholder>
                <w:docPart w:val="DC2360951F4B4B5B9FD4BDA2986F49CF"/>
              </w:placeholder>
            </w:sdtPr>
            <w:sdtEndPr/>
            <w:sdtContent>
              <w:p w:rsidR="004246B5" w:rsidRPr="003A48A1" w:rsidRDefault="004246B5" w:rsidP="00573133">
                <w:pPr>
                  <w:pStyle w:val="Tabletext"/>
                </w:pPr>
                <w:r w:rsidRPr="00013AE6">
                  <w:t>DE</w:t>
                </w:r>
                <w:r>
                  <w:t>732</w:t>
                </w:r>
              </w:p>
            </w:sdtContent>
          </w:sdt>
        </w:tc>
      </w:tr>
      <w:tr w:rsidR="007E209B" w:rsidRPr="004246B5" w:rsidTr="00573133">
        <w:trPr>
          <w:cnfStyle w:val="000000100000" w:firstRow="0" w:lastRow="0" w:firstColumn="0" w:lastColumn="0" w:oddVBand="0" w:evenVBand="0" w:oddHBand="1" w:evenHBand="0" w:firstRowFirstColumn="0" w:firstRowLastColumn="0" w:lastRowFirstColumn="0" w:lastRowLastColumn="0"/>
        </w:trPr>
        <w:tc>
          <w:tcPr>
            <w:tcW w:w="1838" w:type="dxa"/>
          </w:tcPr>
          <w:p w:rsidR="00476A88" w:rsidRPr="00013AE6" w:rsidRDefault="00476A88" w:rsidP="00573133">
            <w:pPr>
              <w:pStyle w:val="Tabletext"/>
            </w:pPr>
            <w:r>
              <w:t>Baud rate 20kbit/s was not working</w:t>
            </w:r>
          </w:p>
        </w:tc>
        <w:sdt>
          <w:sdtPr>
            <w:id w:val="-1397968027"/>
            <w:placeholder>
              <w:docPart w:val="7642E3C1C4E640F59169FE0306AE9DCA"/>
            </w:placeholder>
            <w:dropDownList>
              <w:listItem w:displayText="Please select" w:value="Please select"/>
              <w:listItem w:displayText="New functionality" w:value="New functionality"/>
              <w:listItem w:displayText="Improved functionality" w:value="Improved functionality"/>
              <w:listItem w:displayText="Bug fix" w:value="Bug fix"/>
              <w:listItem w:displayText="Other change" w:value="Other change"/>
            </w:dropDownList>
          </w:sdtPr>
          <w:sdtEndPr/>
          <w:sdtContent>
            <w:tc>
              <w:tcPr>
                <w:tcW w:w="1276" w:type="dxa"/>
              </w:tcPr>
              <w:p w:rsidR="00476A88" w:rsidRPr="00073EA0" w:rsidRDefault="00476A88" w:rsidP="00573133">
                <w:pPr>
                  <w:pStyle w:val="Tabletext"/>
                </w:pPr>
                <w:r>
                  <w:t>Bug fix</w:t>
                </w:r>
              </w:p>
            </w:tc>
          </w:sdtContent>
        </w:sdt>
        <w:tc>
          <w:tcPr>
            <w:tcW w:w="6092" w:type="dxa"/>
          </w:tcPr>
          <w:sdt>
            <w:sdtPr>
              <w:id w:val="-1633156064"/>
              <w:placeholder>
                <w:docPart w:val="64C659CB22B344AA96DF94CEEA5256F2"/>
              </w:placeholder>
            </w:sdtPr>
            <w:sdtEndPr/>
            <w:sdtContent>
              <w:p w:rsidR="00476A88" w:rsidRPr="003A48A1" w:rsidRDefault="00476A88" w:rsidP="00573133">
                <w:pPr>
                  <w:pStyle w:val="Tabletext"/>
                </w:pPr>
                <w:r>
                  <w:t>Baud rate 20kbit/s was saved as 50kbit/s</w:t>
                </w:r>
              </w:p>
            </w:sdtContent>
          </w:sdt>
        </w:tc>
        <w:tc>
          <w:tcPr>
            <w:tcW w:w="992" w:type="dxa"/>
          </w:tcPr>
          <w:p w:rsidR="00476A88" w:rsidRPr="003A48A1" w:rsidRDefault="00476A88" w:rsidP="00573133">
            <w:pPr>
              <w:pStyle w:val="Tabletext"/>
            </w:pPr>
            <w:r>
              <w:t>DE707</w:t>
            </w:r>
            <w:r>
              <w:br/>
            </w:r>
          </w:p>
        </w:tc>
      </w:tr>
      <w:tr w:rsidR="009036CA" w:rsidRPr="004246B5" w:rsidTr="00573133">
        <w:tc>
          <w:tcPr>
            <w:tcW w:w="1838" w:type="dxa"/>
          </w:tcPr>
          <w:p w:rsidR="009036CA" w:rsidRPr="00013AE6" w:rsidRDefault="009036CA" w:rsidP="00573133">
            <w:pPr>
              <w:pStyle w:val="Tabletext"/>
            </w:pPr>
            <w:r w:rsidRPr="00E86749">
              <w:t>Do not</w:t>
            </w:r>
            <w:r>
              <w:t xml:space="preserve"> </w:t>
            </w:r>
            <w:r w:rsidRPr="00E86749">
              <w:t>access nodes that are not available</w:t>
            </w:r>
          </w:p>
        </w:tc>
        <w:sdt>
          <w:sdtPr>
            <w:id w:val="1122043187"/>
            <w:placeholder>
              <w:docPart w:val="F45FCC8A64FB4A1A864B117C35858A2E"/>
            </w:placeholder>
            <w:dropDownList>
              <w:listItem w:displayText="Please select" w:value="Please select"/>
              <w:listItem w:displayText="New functionality" w:value="New functionality"/>
              <w:listItem w:displayText="Improved functionality" w:value="Improved functionality"/>
              <w:listItem w:displayText="Bug fix" w:value="Bug fix"/>
              <w:listItem w:displayText="Other change" w:value="Other change"/>
            </w:dropDownList>
          </w:sdtPr>
          <w:sdtEndPr/>
          <w:sdtContent>
            <w:tc>
              <w:tcPr>
                <w:tcW w:w="1276" w:type="dxa"/>
              </w:tcPr>
              <w:p w:rsidR="009036CA" w:rsidRPr="00073EA0" w:rsidRDefault="009036CA" w:rsidP="00573133">
                <w:pPr>
                  <w:pStyle w:val="Tabletext"/>
                </w:pPr>
                <w:r>
                  <w:t>Bug fix</w:t>
                </w:r>
              </w:p>
            </w:tc>
          </w:sdtContent>
        </w:sdt>
        <w:tc>
          <w:tcPr>
            <w:tcW w:w="6092" w:type="dxa"/>
          </w:tcPr>
          <w:p w:rsidR="009036CA" w:rsidRPr="003A48A1" w:rsidRDefault="009036CA" w:rsidP="00573133">
            <w:pPr>
              <w:pStyle w:val="Tabletext"/>
            </w:pPr>
            <w:r>
              <w:t xml:space="preserve">At upload/download all nodes in the configuration used to get accessed even though </w:t>
            </w:r>
            <w:proofErr w:type="spellStart"/>
            <w:r>
              <w:t>they where</w:t>
            </w:r>
            <w:proofErr w:type="spellEnd"/>
            <w:r>
              <w:t xml:space="preserve"> not found during scan.</w:t>
            </w:r>
          </w:p>
        </w:tc>
        <w:tc>
          <w:tcPr>
            <w:tcW w:w="992" w:type="dxa"/>
          </w:tcPr>
          <w:p w:rsidR="009036CA" w:rsidRPr="003A48A1" w:rsidRDefault="009036CA" w:rsidP="00573133">
            <w:pPr>
              <w:pStyle w:val="Tabletext"/>
            </w:pPr>
            <w:r>
              <w:t>DE716</w:t>
            </w:r>
            <w:r>
              <w:br/>
            </w:r>
          </w:p>
        </w:tc>
      </w:tr>
      <w:tr w:rsidR="00D819D1" w:rsidRPr="00D819D1" w:rsidTr="0061260B">
        <w:trPr>
          <w:cnfStyle w:val="000000100000" w:firstRow="0" w:lastRow="0" w:firstColumn="0" w:lastColumn="0" w:oddVBand="0" w:evenVBand="0" w:oddHBand="1" w:evenHBand="0" w:firstRowFirstColumn="0" w:firstRowLastColumn="0" w:lastRowFirstColumn="0" w:lastRowLastColumn="0"/>
        </w:trPr>
        <w:tc>
          <w:tcPr>
            <w:tcW w:w="1838" w:type="dxa"/>
          </w:tcPr>
          <w:p w:rsidR="00D819D1" w:rsidRPr="00013AE6" w:rsidRDefault="00D819D1" w:rsidP="0061260B">
            <w:pPr>
              <w:pStyle w:val="Tabletext"/>
            </w:pPr>
            <w:r>
              <w:t xml:space="preserve">Warning if a non </w:t>
            </w:r>
            <w:proofErr w:type="spellStart"/>
            <w:r>
              <w:t>mappable</w:t>
            </w:r>
            <w:proofErr w:type="spellEnd"/>
            <w:r>
              <w:t xml:space="preserve"> object is mapped on to PDO</w:t>
            </w:r>
          </w:p>
        </w:tc>
        <w:sdt>
          <w:sdtPr>
            <w:id w:val="1081414123"/>
            <w:placeholder>
              <w:docPart w:val="44F5179E85AB4887A686E8F4CB3DF467"/>
            </w:placeholder>
            <w:dropDownList>
              <w:listItem w:displayText="Please select" w:value="Please select"/>
              <w:listItem w:displayText="New functionality" w:value="New functionality"/>
              <w:listItem w:displayText="Improved functionality" w:value="Improved functionality"/>
              <w:listItem w:displayText="Bug fix" w:value="Bug fix"/>
              <w:listItem w:displayText="Other change" w:value="Other change"/>
            </w:dropDownList>
          </w:sdtPr>
          <w:sdtEndPr/>
          <w:sdtContent>
            <w:tc>
              <w:tcPr>
                <w:tcW w:w="1276" w:type="dxa"/>
              </w:tcPr>
              <w:p w:rsidR="00D819D1" w:rsidRPr="00D819D1" w:rsidRDefault="00D819D1" w:rsidP="0061260B">
                <w:pPr>
                  <w:pStyle w:val="Tabletext"/>
                </w:pPr>
                <w:r>
                  <w:t>Improved functionality</w:t>
                </w:r>
              </w:p>
            </w:tc>
          </w:sdtContent>
        </w:sdt>
        <w:tc>
          <w:tcPr>
            <w:tcW w:w="6092" w:type="dxa"/>
          </w:tcPr>
          <w:p w:rsidR="00D819D1" w:rsidRPr="00D819D1" w:rsidRDefault="00D819D1" w:rsidP="0061260B">
            <w:pPr>
              <w:pStyle w:val="Tabletext"/>
            </w:pPr>
            <w:r>
              <w:t>There was n</w:t>
            </w:r>
            <w:r w:rsidRPr="00D819D1">
              <w:t xml:space="preserve">o warning in </w:t>
            </w:r>
            <w:proofErr w:type="spellStart"/>
            <w:r w:rsidRPr="00D819D1">
              <w:t>config</w:t>
            </w:r>
            <w:proofErr w:type="spellEnd"/>
            <w:r w:rsidRPr="00D819D1">
              <w:t xml:space="preserve"> verification if non </w:t>
            </w:r>
            <w:proofErr w:type="spellStart"/>
            <w:r w:rsidRPr="00D819D1">
              <w:t>mappable</w:t>
            </w:r>
            <w:proofErr w:type="spellEnd"/>
            <w:r w:rsidRPr="00D819D1">
              <w:t xml:space="preserve"> object is mapped on PDO</w:t>
            </w:r>
          </w:p>
        </w:tc>
        <w:tc>
          <w:tcPr>
            <w:tcW w:w="992" w:type="dxa"/>
          </w:tcPr>
          <w:p w:rsidR="00D819D1" w:rsidRPr="003A48A1" w:rsidRDefault="00D819D1" w:rsidP="0061260B">
            <w:pPr>
              <w:pStyle w:val="Tabletext"/>
            </w:pPr>
            <w:r w:rsidRPr="00D819D1">
              <w:t>DE752</w:t>
            </w:r>
            <w:r>
              <w:br/>
            </w:r>
          </w:p>
        </w:tc>
      </w:tr>
      <w:tr w:rsidR="00D819D1" w:rsidRPr="00D819D1" w:rsidTr="0061260B">
        <w:tc>
          <w:tcPr>
            <w:tcW w:w="1838" w:type="dxa"/>
          </w:tcPr>
          <w:p w:rsidR="00D819D1" w:rsidRPr="00013AE6" w:rsidRDefault="00D819D1" w:rsidP="00D819D1">
            <w:pPr>
              <w:pStyle w:val="Tabletext"/>
            </w:pPr>
            <w:r>
              <w:rPr>
                <w:rFonts w:ascii="Helvetica" w:hAnsi="Helvetica" w:cs="Helvetica"/>
                <w:color w:val="000000"/>
                <w:sz w:val="18"/>
                <w:szCs w:val="18"/>
                <w:shd w:val="clear" w:color="auto" w:fill="FFFFFF"/>
              </w:rPr>
              <w:t>New tooltip added for devices in the EDS tree</w:t>
            </w:r>
          </w:p>
        </w:tc>
        <w:sdt>
          <w:sdtPr>
            <w:id w:val="-620999391"/>
            <w:placeholder>
              <w:docPart w:val="6D98A4C945CB4129A70541DBC18A07B8"/>
            </w:placeholder>
            <w:dropDownList>
              <w:listItem w:displayText="Please select" w:value="Please select"/>
              <w:listItem w:displayText="New functionality" w:value="New functionality"/>
              <w:listItem w:displayText="Improved functionality" w:value="Improved functionality"/>
              <w:listItem w:displayText="Bug fix" w:value="Bug fix"/>
              <w:listItem w:displayText="Other change" w:value="Other change"/>
            </w:dropDownList>
          </w:sdtPr>
          <w:sdtEndPr/>
          <w:sdtContent>
            <w:tc>
              <w:tcPr>
                <w:tcW w:w="1276" w:type="dxa"/>
              </w:tcPr>
              <w:p w:rsidR="00D819D1" w:rsidRPr="00D819D1" w:rsidRDefault="00D819D1" w:rsidP="0061260B">
                <w:pPr>
                  <w:pStyle w:val="Tabletext"/>
                </w:pPr>
                <w:r>
                  <w:t>Improved functionality</w:t>
                </w:r>
              </w:p>
            </w:tc>
          </w:sdtContent>
        </w:sdt>
        <w:tc>
          <w:tcPr>
            <w:tcW w:w="6092" w:type="dxa"/>
          </w:tcPr>
          <w:p w:rsidR="00D819D1" w:rsidRPr="00D819D1" w:rsidRDefault="00D819D1" w:rsidP="0061260B">
            <w:pPr>
              <w:pStyle w:val="Tabletext"/>
            </w:pPr>
            <w:r>
              <w:t xml:space="preserve">Tooltip added to devices in the EDS tree containing the EDS-file name, </w:t>
            </w:r>
            <w:proofErr w:type="gramStart"/>
            <w:r>
              <w:t>EDS</w:t>
            </w:r>
            <w:proofErr w:type="gramEnd"/>
            <w:r>
              <w:t xml:space="preserve"> description, product code and software version.</w:t>
            </w:r>
          </w:p>
        </w:tc>
        <w:tc>
          <w:tcPr>
            <w:tcW w:w="992" w:type="dxa"/>
          </w:tcPr>
          <w:p w:rsidR="00D819D1" w:rsidRPr="003A48A1" w:rsidRDefault="00D819D1" w:rsidP="0061260B">
            <w:pPr>
              <w:pStyle w:val="Tabletext"/>
            </w:pPr>
            <w:r>
              <w:t>US1845</w:t>
            </w:r>
            <w:r>
              <w:br/>
            </w:r>
          </w:p>
        </w:tc>
      </w:tr>
      <w:tr w:rsidR="009036CA" w:rsidRPr="00D819D1" w:rsidTr="00573133">
        <w:trPr>
          <w:cnfStyle w:val="000000100000" w:firstRow="0" w:lastRow="0" w:firstColumn="0" w:lastColumn="0" w:oddVBand="0" w:evenVBand="0" w:oddHBand="1" w:evenHBand="0" w:firstRowFirstColumn="0" w:firstRowLastColumn="0" w:lastRowFirstColumn="0" w:lastRowLastColumn="0"/>
        </w:trPr>
        <w:tc>
          <w:tcPr>
            <w:tcW w:w="1838" w:type="dxa"/>
          </w:tcPr>
          <w:p w:rsidR="009036CA" w:rsidRPr="00013AE6" w:rsidRDefault="004E607B" w:rsidP="00573133">
            <w:pPr>
              <w:pStyle w:val="Tabletext"/>
            </w:pPr>
            <w:r>
              <w:t>Fixed problem in PDO mapping</w:t>
            </w:r>
          </w:p>
        </w:tc>
        <w:sdt>
          <w:sdtPr>
            <w:id w:val="934640188"/>
            <w:placeholder>
              <w:docPart w:val="0377194AC3954AF7B3812183C6470EBA"/>
            </w:placeholder>
            <w:dropDownList>
              <w:listItem w:displayText="Please select" w:value="Please select"/>
              <w:listItem w:displayText="New functionality" w:value="New functionality"/>
              <w:listItem w:displayText="Improved functionality" w:value="Improved functionality"/>
              <w:listItem w:displayText="Bug fix" w:value="Bug fix"/>
              <w:listItem w:displayText="Other change" w:value="Other change"/>
            </w:dropDownList>
          </w:sdtPr>
          <w:sdtEndPr/>
          <w:sdtContent>
            <w:tc>
              <w:tcPr>
                <w:tcW w:w="1276" w:type="dxa"/>
              </w:tcPr>
              <w:p w:rsidR="009036CA" w:rsidRPr="00D819D1" w:rsidRDefault="00D819D1" w:rsidP="00573133">
                <w:pPr>
                  <w:pStyle w:val="Tabletext"/>
                </w:pPr>
                <w:r>
                  <w:t>Bug fix</w:t>
                </w:r>
              </w:p>
            </w:tc>
          </w:sdtContent>
        </w:sdt>
        <w:tc>
          <w:tcPr>
            <w:tcW w:w="6092" w:type="dxa"/>
          </w:tcPr>
          <w:p w:rsidR="009036CA" w:rsidRPr="00D819D1" w:rsidRDefault="00D819D1" w:rsidP="00D819D1">
            <w:pPr>
              <w:pStyle w:val="Tabletext"/>
            </w:pPr>
            <w:r>
              <w:t xml:space="preserve">Fixed problem in </w:t>
            </w:r>
            <w:r w:rsidRPr="00D819D1">
              <w:t>PDO</w:t>
            </w:r>
            <w:r>
              <w:t xml:space="preserve"> mapping </w:t>
            </w:r>
            <w:r w:rsidRPr="00D819D1">
              <w:t>if receiving n</w:t>
            </w:r>
            <w:r w:rsidR="004E607B">
              <w:t>ode only support 1 parameter on one PDO</w:t>
            </w:r>
          </w:p>
        </w:tc>
        <w:tc>
          <w:tcPr>
            <w:tcW w:w="992" w:type="dxa"/>
          </w:tcPr>
          <w:p w:rsidR="009036CA" w:rsidRPr="003A48A1" w:rsidRDefault="00D819D1" w:rsidP="00573133">
            <w:pPr>
              <w:pStyle w:val="Tabletext"/>
            </w:pPr>
            <w:r>
              <w:t>DE839</w:t>
            </w:r>
            <w:r w:rsidR="009036CA">
              <w:br/>
            </w:r>
          </w:p>
        </w:tc>
      </w:tr>
    </w:tbl>
    <w:p w:rsidR="00013AE6" w:rsidRPr="009036CA" w:rsidRDefault="004E607B" w:rsidP="00013AE6">
      <w:pPr>
        <w:pStyle w:val="Section2"/>
      </w:pPr>
      <w:r>
        <w:lastRenderedPageBreak/>
        <w:br/>
      </w:r>
      <w:r w:rsidR="00013AE6" w:rsidRPr="009036CA">
        <w:t xml:space="preserve">Updated in version </w:t>
      </w:r>
      <w:sdt>
        <w:sdtPr>
          <w:id w:val="1777979294"/>
          <w:placeholder>
            <w:docPart w:val="E79D6E1E7A134B19AD816B651715850B"/>
          </w:placeholder>
        </w:sdtPr>
        <w:sdtEndPr/>
        <w:sdtContent>
          <w:r w:rsidR="00013AE6" w:rsidRPr="009036CA">
            <w:t>1.2.1.x</w:t>
          </w:r>
        </w:sdtContent>
      </w:sdt>
      <w:r w:rsidR="00013AE6" w:rsidRPr="009036CA">
        <w:t>:</w:t>
      </w:r>
    </w:p>
    <w:tbl>
      <w:tblPr>
        <w:tblStyle w:val="HMSTable"/>
        <w:tblW w:w="10198" w:type="dxa"/>
        <w:tblLook w:val="04A0" w:firstRow="1" w:lastRow="0" w:firstColumn="1" w:lastColumn="0" w:noHBand="0" w:noVBand="1"/>
      </w:tblPr>
      <w:tblGrid>
        <w:gridCol w:w="1838"/>
        <w:gridCol w:w="1276"/>
        <w:gridCol w:w="6092"/>
        <w:gridCol w:w="992"/>
      </w:tblGrid>
      <w:tr w:rsidR="00013AE6" w:rsidRPr="00D819D1" w:rsidTr="00573133">
        <w:trPr>
          <w:cnfStyle w:val="100000000000" w:firstRow="1" w:lastRow="0" w:firstColumn="0" w:lastColumn="0" w:oddVBand="0" w:evenVBand="0" w:oddHBand="0" w:evenHBand="0" w:firstRowFirstColumn="0" w:firstRowLastColumn="0" w:lastRowFirstColumn="0" w:lastRowLastColumn="0"/>
        </w:trPr>
        <w:tc>
          <w:tcPr>
            <w:tcW w:w="1838" w:type="dxa"/>
          </w:tcPr>
          <w:p w:rsidR="00013AE6" w:rsidRDefault="00013AE6" w:rsidP="00573133">
            <w:pPr>
              <w:pStyle w:val="Tabletext"/>
            </w:pPr>
            <w:r>
              <w:t>Title</w:t>
            </w:r>
          </w:p>
        </w:tc>
        <w:tc>
          <w:tcPr>
            <w:tcW w:w="1276" w:type="dxa"/>
          </w:tcPr>
          <w:p w:rsidR="00013AE6" w:rsidRDefault="00013AE6" w:rsidP="00573133">
            <w:pPr>
              <w:pStyle w:val="Tabletext"/>
            </w:pPr>
            <w:r>
              <w:t>Category</w:t>
            </w:r>
          </w:p>
        </w:tc>
        <w:tc>
          <w:tcPr>
            <w:tcW w:w="6092" w:type="dxa"/>
          </w:tcPr>
          <w:p w:rsidR="00013AE6" w:rsidRDefault="00013AE6" w:rsidP="00573133">
            <w:pPr>
              <w:pStyle w:val="Tabletext"/>
            </w:pPr>
            <w:r>
              <w:t>Description</w:t>
            </w:r>
          </w:p>
        </w:tc>
        <w:tc>
          <w:tcPr>
            <w:tcW w:w="992" w:type="dxa"/>
          </w:tcPr>
          <w:p w:rsidR="00013AE6" w:rsidRDefault="00013AE6" w:rsidP="00573133">
            <w:pPr>
              <w:pStyle w:val="Tabletext"/>
            </w:pPr>
            <w:r>
              <w:t>Issue(s)</w:t>
            </w:r>
          </w:p>
        </w:tc>
      </w:tr>
      <w:tr w:rsidR="00013AE6" w:rsidRPr="005B7E4D" w:rsidTr="00573133">
        <w:trPr>
          <w:cnfStyle w:val="000000100000" w:firstRow="0" w:lastRow="0" w:firstColumn="0" w:lastColumn="0" w:oddVBand="0" w:evenVBand="0" w:oddHBand="1" w:evenHBand="0" w:firstRowFirstColumn="0" w:firstRowLastColumn="0" w:lastRowFirstColumn="0" w:lastRowLastColumn="0"/>
        </w:trPr>
        <w:tc>
          <w:tcPr>
            <w:tcW w:w="1838" w:type="dxa"/>
          </w:tcPr>
          <w:p w:rsidR="00013AE6" w:rsidRPr="00073EA0" w:rsidRDefault="00B6025E" w:rsidP="00573133">
            <w:pPr>
              <w:pStyle w:val="Tabletext"/>
            </w:pPr>
            <w:r w:rsidRPr="00B6025E">
              <w:t>New IXXAT driver</w:t>
            </w:r>
          </w:p>
        </w:tc>
        <w:sdt>
          <w:sdtPr>
            <w:id w:val="1218479512"/>
            <w:placeholder>
              <w:docPart w:val="E46012A32A914C298D4D5A96D3CDA521"/>
            </w:placeholder>
            <w:dropDownList>
              <w:listItem w:displayText="Please select" w:value="Please select"/>
              <w:listItem w:displayText="New functionality" w:value="New functionality"/>
              <w:listItem w:displayText="Improved functionality" w:value="Improved functionality"/>
              <w:listItem w:displayText="Bug fix" w:value="Bug fix"/>
              <w:listItem w:displayText="Other change" w:value="Other change"/>
            </w:dropDownList>
          </w:sdtPr>
          <w:sdtEndPr/>
          <w:sdtContent>
            <w:tc>
              <w:tcPr>
                <w:tcW w:w="1276" w:type="dxa"/>
              </w:tcPr>
              <w:p w:rsidR="00013AE6" w:rsidRDefault="00B6025E" w:rsidP="00573133">
                <w:pPr>
                  <w:pStyle w:val="Tabletext"/>
                </w:pPr>
                <w:r>
                  <w:t>Improved functionality</w:t>
                </w:r>
              </w:p>
            </w:tc>
          </w:sdtContent>
        </w:sdt>
        <w:tc>
          <w:tcPr>
            <w:tcW w:w="6092" w:type="dxa"/>
          </w:tcPr>
          <w:p w:rsidR="00013AE6" w:rsidRPr="00073EA0" w:rsidRDefault="00B6025E" w:rsidP="00573133">
            <w:pPr>
              <w:pStyle w:val="Tabletext"/>
            </w:pPr>
            <w:r w:rsidRPr="00B6025E">
              <w:t>It is now possible to use IXXAT USB-to –CAN version 2</w:t>
            </w:r>
          </w:p>
        </w:tc>
        <w:tc>
          <w:tcPr>
            <w:tcW w:w="992" w:type="dxa"/>
          </w:tcPr>
          <w:p w:rsidR="00013AE6" w:rsidRDefault="00B6025E" w:rsidP="00573133">
            <w:pPr>
              <w:pStyle w:val="Tabletext"/>
            </w:pPr>
            <w:r w:rsidRPr="00B6025E">
              <w:t>US1114</w:t>
            </w:r>
          </w:p>
        </w:tc>
      </w:tr>
    </w:tbl>
    <w:p w:rsidR="004813F2" w:rsidRDefault="004813F2" w:rsidP="000632EE">
      <w:pPr>
        <w:rPr>
          <w:i/>
          <w:iCs/>
          <w:lang w:val="en-US"/>
        </w:rPr>
      </w:pPr>
    </w:p>
    <w:p w:rsidR="00013AE6" w:rsidRPr="005B7E4D" w:rsidRDefault="00013AE6" w:rsidP="00013AE6">
      <w:pPr>
        <w:pStyle w:val="Section2"/>
      </w:pPr>
      <w:r>
        <w:t xml:space="preserve">Updated in version </w:t>
      </w:r>
      <w:sdt>
        <w:sdtPr>
          <w:id w:val="1300490420"/>
          <w:placeholder>
            <w:docPart w:val="4055E0CB0AFB4164A62DE5EEA47F23D0"/>
          </w:placeholder>
        </w:sdtPr>
        <w:sdtEndPr/>
        <w:sdtContent>
          <w:r>
            <w:t>1.1.1.x</w:t>
          </w:r>
        </w:sdtContent>
      </w:sdt>
      <w:r>
        <w:t>:</w:t>
      </w:r>
    </w:p>
    <w:tbl>
      <w:tblPr>
        <w:tblStyle w:val="HMSTable"/>
        <w:tblW w:w="10198" w:type="dxa"/>
        <w:tblLook w:val="04A0" w:firstRow="1" w:lastRow="0" w:firstColumn="1" w:lastColumn="0" w:noHBand="0" w:noVBand="1"/>
      </w:tblPr>
      <w:tblGrid>
        <w:gridCol w:w="1838"/>
        <w:gridCol w:w="1276"/>
        <w:gridCol w:w="6092"/>
        <w:gridCol w:w="992"/>
      </w:tblGrid>
      <w:tr w:rsidR="00F676A3" w:rsidTr="00573133">
        <w:trPr>
          <w:cnfStyle w:val="100000000000" w:firstRow="1" w:lastRow="0" w:firstColumn="0" w:lastColumn="0" w:oddVBand="0" w:evenVBand="0" w:oddHBand="0" w:evenHBand="0" w:firstRowFirstColumn="0" w:firstRowLastColumn="0" w:lastRowFirstColumn="0" w:lastRowLastColumn="0"/>
        </w:trPr>
        <w:tc>
          <w:tcPr>
            <w:tcW w:w="1838" w:type="dxa"/>
          </w:tcPr>
          <w:p w:rsidR="00013AE6" w:rsidRDefault="00013AE6" w:rsidP="00573133">
            <w:pPr>
              <w:pStyle w:val="Tabletext"/>
            </w:pPr>
            <w:r>
              <w:t>Title</w:t>
            </w:r>
          </w:p>
        </w:tc>
        <w:tc>
          <w:tcPr>
            <w:tcW w:w="1276" w:type="dxa"/>
          </w:tcPr>
          <w:p w:rsidR="00013AE6" w:rsidRDefault="00013AE6" w:rsidP="00573133">
            <w:pPr>
              <w:pStyle w:val="Tabletext"/>
            </w:pPr>
            <w:r>
              <w:t>Category</w:t>
            </w:r>
          </w:p>
        </w:tc>
        <w:tc>
          <w:tcPr>
            <w:tcW w:w="6092" w:type="dxa"/>
          </w:tcPr>
          <w:p w:rsidR="00013AE6" w:rsidRDefault="00013AE6" w:rsidP="00573133">
            <w:pPr>
              <w:pStyle w:val="Tabletext"/>
            </w:pPr>
            <w:r>
              <w:t>Description</w:t>
            </w:r>
          </w:p>
        </w:tc>
        <w:tc>
          <w:tcPr>
            <w:tcW w:w="992" w:type="dxa"/>
          </w:tcPr>
          <w:p w:rsidR="00013AE6" w:rsidRDefault="00013AE6" w:rsidP="00573133">
            <w:pPr>
              <w:pStyle w:val="Tabletext"/>
            </w:pPr>
            <w:r>
              <w:t>Issue(s)</w:t>
            </w:r>
          </w:p>
        </w:tc>
      </w:tr>
      <w:tr w:rsidR="00F676A3" w:rsidRPr="005B7E4D" w:rsidTr="00573133">
        <w:trPr>
          <w:cnfStyle w:val="000000100000" w:firstRow="0" w:lastRow="0" w:firstColumn="0" w:lastColumn="0" w:oddVBand="0" w:evenVBand="0" w:oddHBand="1" w:evenHBand="0" w:firstRowFirstColumn="0" w:firstRowLastColumn="0" w:lastRowFirstColumn="0" w:lastRowLastColumn="0"/>
        </w:trPr>
        <w:tc>
          <w:tcPr>
            <w:tcW w:w="1838" w:type="dxa"/>
          </w:tcPr>
          <w:p w:rsidR="00013AE6" w:rsidRPr="00073EA0" w:rsidRDefault="00ED3F44" w:rsidP="00573133">
            <w:pPr>
              <w:pStyle w:val="Tabletext"/>
            </w:pPr>
            <w:r w:rsidRPr="00ED3F44">
              <w:t>Now possible to change Export folder option</w:t>
            </w:r>
          </w:p>
        </w:tc>
        <w:sdt>
          <w:sdtPr>
            <w:id w:val="-1287503504"/>
            <w:placeholder>
              <w:docPart w:val="771A2845DBF64853A0C08C4551814C57"/>
            </w:placeholder>
            <w:dropDownList>
              <w:listItem w:displayText="Please select" w:value="Please select"/>
              <w:listItem w:displayText="New functionality" w:value="New functionality"/>
              <w:listItem w:displayText="Improved functionality" w:value="Improved functionality"/>
              <w:listItem w:displayText="Bug fix" w:value="Bug fix"/>
              <w:listItem w:displayText="Other change" w:value="Other change"/>
            </w:dropDownList>
          </w:sdtPr>
          <w:sdtEndPr/>
          <w:sdtContent>
            <w:tc>
              <w:tcPr>
                <w:tcW w:w="1276" w:type="dxa"/>
              </w:tcPr>
              <w:p w:rsidR="00013AE6" w:rsidRDefault="00ED3F44" w:rsidP="00573133">
                <w:pPr>
                  <w:pStyle w:val="Tabletext"/>
                </w:pPr>
                <w:r>
                  <w:t>New functionality</w:t>
                </w:r>
              </w:p>
            </w:tc>
          </w:sdtContent>
        </w:sdt>
        <w:tc>
          <w:tcPr>
            <w:tcW w:w="6092" w:type="dxa"/>
          </w:tcPr>
          <w:p w:rsidR="00013AE6" w:rsidRPr="00073EA0" w:rsidRDefault="00ED3F44" w:rsidP="00573133">
            <w:pPr>
              <w:pStyle w:val="Tabletext"/>
            </w:pPr>
            <w:r w:rsidRPr="00ED3F44">
              <w:t>It is now possible to change where to export DCF-Files, Line Listener Log files etc. from the Option dialog. Before this option was disabled and only showed the default Export folder.</w:t>
            </w:r>
          </w:p>
        </w:tc>
        <w:tc>
          <w:tcPr>
            <w:tcW w:w="992" w:type="dxa"/>
          </w:tcPr>
          <w:p w:rsidR="00013AE6" w:rsidRDefault="00ED3F44" w:rsidP="00573133">
            <w:pPr>
              <w:pStyle w:val="Tabletext"/>
            </w:pPr>
            <w:r>
              <w:t>0008545</w:t>
            </w:r>
          </w:p>
        </w:tc>
      </w:tr>
      <w:tr w:rsidR="00013AE6" w:rsidRPr="005B7E4D" w:rsidTr="00573133">
        <w:tc>
          <w:tcPr>
            <w:tcW w:w="1838" w:type="dxa"/>
          </w:tcPr>
          <w:sdt>
            <w:sdtPr>
              <w:id w:val="-1492938592"/>
              <w:placeholder>
                <w:docPart w:val="D87EA0869D674A2DB2D985DEFCDE2081"/>
              </w:placeholder>
            </w:sdtPr>
            <w:sdtEndPr/>
            <w:sdtContent>
              <w:p w:rsidR="00013AE6" w:rsidRPr="005B7E4D" w:rsidRDefault="00ED3F44" w:rsidP="00573133">
                <w:pPr>
                  <w:pStyle w:val="Tabletext"/>
                </w:pPr>
                <w:r w:rsidRPr="00ED3F44">
                  <w:t>Now possible to select file to download or upload to when accessing domain objects in Online Object Access</w:t>
                </w:r>
              </w:p>
            </w:sdtContent>
          </w:sdt>
        </w:tc>
        <w:sdt>
          <w:sdtPr>
            <w:id w:val="-1518068709"/>
            <w:placeholder>
              <w:docPart w:val="2B725D6C833642018F6D1B48A1CA417A"/>
            </w:placeholder>
            <w:dropDownList>
              <w:listItem w:displayText="Please select" w:value="Please select"/>
              <w:listItem w:displayText="New functionality" w:value="New functionality"/>
              <w:listItem w:displayText="Improved functionality" w:value="Improved functionality"/>
              <w:listItem w:displayText="Bug fix" w:value="Bug fix"/>
              <w:listItem w:displayText="Other change" w:value="Other change"/>
            </w:dropDownList>
          </w:sdtPr>
          <w:sdtEndPr/>
          <w:sdtContent>
            <w:tc>
              <w:tcPr>
                <w:tcW w:w="1276" w:type="dxa"/>
              </w:tcPr>
              <w:p w:rsidR="00013AE6" w:rsidRPr="005B7E4D" w:rsidRDefault="00ED3F44" w:rsidP="00573133">
                <w:pPr>
                  <w:pStyle w:val="Tabletext"/>
                </w:pPr>
                <w:r>
                  <w:t>New functionality</w:t>
                </w:r>
              </w:p>
            </w:tc>
          </w:sdtContent>
        </w:sdt>
        <w:tc>
          <w:tcPr>
            <w:tcW w:w="6092" w:type="dxa"/>
          </w:tcPr>
          <w:sdt>
            <w:sdtPr>
              <w:id w:val="-2066472801"/>
              <w:placeholder>
                <w:docPart w:val="418EDAC0DFD14450B262E625ACB7A580"/>
              </w:placeholder>
            </w:sdtPr>
            <w:sdtEndPr/>
            <w:sdtContent>
              <w:p w:rsidR="00013AE6" w:rsidRPr="005B7E4D" w:rsidRDefault="00ED3F44" w:rsidP="00ED3F44">
                <w:pPr>
                  <w:pStyle w:val="Tabletext"/>
                </w:pPr>
                <w:r w:rsidRPr="00ED3F44">
                  <w:t xml:space="preserve">– It is now possible to change from what file or to what file domain object are </w:t>
                </w:r>
                <w:r>
                  <w:t>download/uploaded.</w:t>
                </w:r>
              </w:p>
            </w:sdtContent>
          </w:sdt>
        </w:tc>
        <w:tc>
          <w:tcPr>
            <w:tcW w:w="992" w:type="dxa"/>
          </w:tcPr>
          <w:sdt>
            <w:sdtPr>
              <w:id w:val="-908524804"/>
              <w:placeholder>
                <w:docPart w:val="C16FECA9F0F846658F07EAAB953E63F0"/>
              </w:placeholder>
            </w:sdtPr>
            <w:sdtEndPr/>
            <w:sdtContent>
              <w:p w:rsidR="00013AE6" w:rsidRPr="005B7E4D" w:rsidRDefault="00ED3F44" w:rsidP="00573133">
                <w:pPr>
                  <w:pStyle w:val="Tabletext"/>
                </w:pPr>
                <w:r w:rsidRPr="00ED3F44">
                  <w:t>0008545</w:t>
                </w:r>
              </w:p>
            </w:sdtContent>
          </w:sdt>
        </w:tc>
      </w:tr>
      <w:tr w:rsidR="00F676A3" w:rsidRPr="00013AE6" w:rsidTr="00573133">
        <w:trPr>
          <w:cnfStyle w:val="000000100000" w:firstRow="0" w:lastRow="0" w:firstColumn="0" w:lastColumn="0" w:oddVBand="0" w:evenVBand="0" w:oddHBand="1" w:evenHBand="0" w:firstRowFirstColumn="0" w:firstRowLastColumn="0" w:lastRowFirstColumn="0" w:lastRowLastColumn="0"/>
        </w:trPr>
        <w:tc>
          <w:tcPr>
            <w:tcW w:w="1838" w:type="dxa"/>
          </w:tcPr>
          <w:sdt>
            <w:sdtPr>
              <w:id w:val="-953169159"/>
              <w:placeholder>
                <w:docPart w:val="96F5A25A2F3342A6971904A55E3DB74D"/>
              </w:placeholder>
            </w:sdtPr>
            <w:sdtEndPr/>
            <w:sdtContent>
              <w:p w:rsidR="00013AE6" w:rsidRPr="004A48A4" w:rsidRDefault="00ED3F44" w:rsidP="00573133">
                <w:pPr>
                  <w:pStyle w:val="Tabletext"/>
                </w:pPr>
                <w:r w:rsidRPr="00ED3F44">
                  <w:t xml:space="preserve">Route NMT Commands through </w:t>
                </w:r>
                <w:proofErr w:type="spellStart"/>
                <w:r w:rsidRPr="00ED3F44">
                  <w:t>CANopen</w:t>
                </w:r>
                <w:proofErr w:type="spellEnd"/>
                <w:r w:rsidRPr="00ED3F44">
                  <w:t xml:space="preserve"> NMT Master</w:t>
                </w:r>
              </w:p>
            </w:sdtContent>
          </w:sdt>
        </w:tc>
        <w:sdt>
          <w:sdtPr>
            <w:id w:val="216779902"/>
            <w:placeholder>
              <w:docPart w:val="41605571152B4552B2238EFC90237EE3"/>
            </w:placeholder>
            <w:dropDownList>
              <w:listItem w:displayText="Please select" w:value="Please select"/>
              <w:listItem w:displayText="New functionality" w:value="New functionality"/>
              <w:listItem w:displayText="Improved functionality" w:value="Improved functionality"/>
              <w:listItem w:displayText="Bug fix" w:value="Bug fix"/>
              <w:listItem w:displayText="Other change" w:value="Other change"/>
            </w:dropDownList>
          </w:sdtPr>
          <w:sdtEndPr/>
          <w:sdtContent>
            <w:tc>
              <w:tcPr>
                <w:tcW w:w="1276" w:type="dxa"/>
              </w:tcPr>
              <w:p w:rsidR="00013AE6" w:rsidRPr="00073EA0" w:rsidRDefault="00ED3F44" w:rsidP="00573133">
                <w:pPr>
                  <w:pStyle w:val="Tabletext"/>
                </w:pPr>
                <w:r>
                  <w:t>Improved functionality</w:t>
                </w:r>
              </w:p>
            </w:tc>
          </w:sdtContent>
        </w:sdt>
        <w:tc>
          <w:tcPr>
            <w:tcW w:w="6092" w:type="dxa"/>
          </w:tcPr>
          <w:sdt>
            <w:sdtPr>
              <w:id w:val="1530223914"/>
              <w:placeholder>
                <w:docPart w:val="A0862D35600A4C888F6CF57616A3D7DC"/>
              </w:placeholder>
            </w:sdtPr>
            <w:sdtEndPr/>
            <w:sdtContent>
              <w:p w:rsidR="00013AE6" w:rsidRPr="004A48A4" w:rsidRDefault="00ED3F44" w:rsidP="00ED3F44">
                <w:pPr>
                  <w:pStyle w:val="Tabletext"/>
                </w:pPr>
                <w:r w:rsidRPr="00ED3F44">
                  <w:t xml:space="preserve">When NMT Commands are to be sent from ACM </w:t>
                </w:r>
                <w:proofErr w:type="spellStart"/>
                <w:r w:rsidRPr="00ED3F44">
                  <w:t>CANopen</w:t>
                </w:r>
                <w:proofErr w:type="spellEnd"/>
                <w:r w:rsidRPr="00ED3F44">
                  <w:t>, when user press any of the buttons to change NMT state or at download, the command now is sent through node configured to be NMT master. If no NMT master can be found supporting this, the NMT Command is sent directly on the network. This to avoid that the NMT master rejects NMT command</w:t>
                </w:r>
                <w:r>
                  <w:t>s sent directly on the network.</w:t>
                </w:r>
              </w:p>
            </w:sdtContent>
          </w:sdt>
        </w:tc>
        <w:tc>
          <w:tcPr>
            <w:tcW w:w="992" w:type="dxa"/>
          </w:tcPr>
          <w:sdt>
            <w:sdtPr>
              <w:id w:val="1526131326"/>
              <w:placeholder>
                <w:docPart w:val="92DDDA9B375A4BA1BC7B1896360FEE1F"/>
              </w:placeholder>
            </w:sdtPr>
            <w:sdtEndPr/>
            <w:sdtContent>
              <w:p w:rsidR="00013AE6" w:rsidRPr="00013AE6" w:rsidRDefault="00ED3F44" w:rsidP="00573133">
                <w:pPr>
                  <w:pStyle w:val="Tabletext"/>
                </w:pPr>
                <w:r>
                  <w:t>0008703</w:t>
                </w:r>
              </w:p>
            </w:sdtContent>
          </w:sdt>
        </w:tc>
      </w:tr>
      <w:tr w:rsidR="00F676A3" w:rsidRPr="00F676A3" w:rsidTr="00573133">
        <w:tc>
          <w:tcPr>
            <w:tcW w:w="1838" w:type="dxa"/>
          </w:tcPr>
          <w:sdt>
            <w:sdtPr>
              <w:id w:val="1450821275"/>
              <w:placeholder>
                <w:docPart w:val="2EED37B212954FC19FD1920B5744BAB3"/>
              </w:placeholder>
            </w:sdtPr>
            <w:sdtEndPr/>
            <w:sdtContent>
              <w:p w:rsidR="00013AE6" w:rsidRPr="008B483D" w:rsidRDefault="00ED3F44" w:rsidP="00573133">
                <w:pPr>
                  <w:pStyle w:val="Tabletext"/>
                </w:pPr>
                <w:r w:rsidRPr="00ED3F44">
                  <w:t>Fixed configuration download functionality</w:t>
                </w:r>
              </w:p>
            </w:sdtContent>
          </w:sdt>
        </w:tc>
        <w:sdt>
          <w:sdtPr>
            <w:id w:val="-1631939309"/>
            <w:placeholder>
              <w:docPart w:val="CCF8DD3610404B07923D934A927CEFBE"/>
            </w:placeholder>
            <w:dropDownList>
              <w:listItem w:displayText="Please select" w:value="Please select"/>
              <w:listItem w:displayText="New functionality" w:value="New functionality"/>
              <w:listItem w:displayText="Improved functionality" w:value="Improved functionality"/>
              <w:listItem w:displayText="Bug fix" w:value="Bug fix"/>
              <w:listItem w:displayText="Other change" w:value="Other change"/>
            </w:dropDownList>
          </w:sdtPr>
          <w:sdtEndPr/>
          <w:sdtContent>
            <w:tc>
              <w:tcPr>
                <w:tcW w:w="1276" w:type="dxa"/>
              </w:tcPr>
              <w:p w:rsidR="00013AE6" w:rsidRPr="00073EA0" w:rsidRDefault="00013AE6" w:rsidP="00573133">
                <w:pPr>
                  <w:pStyle w:val="Tabletext"/>
                </w:pPr>
                <w:r>
                  <w:t>Bug fix</w:t>
                </w:r>
              </w:p>
            </w:tc>
          </w:sdtContent>
        </w:sdt>
        <w:tc>
          <w:tcPr>
            <w:tcW w:w="6092" w:type="dxa"/>
          </w:tcPr>
          <w:sdt>
            <w:sdtPr>
              <w:id w:val="1333032924"/>
              <w:placeholder>
                <w:docPart w:val="11ED67C6B85240998EEED3BC1DF362DB"/>
              </w:placeholder>
            </w:sdtPr>
            <w:sdtEndPr/>
            <w:sdtContent>
              <w:p w:rsidR="00013AE6" w:rsidRPr="008B483D" w:rsidRDefault="00F676A3" w:rsidP="00F676A3">
                <w:pPr>
                  <w:pStyle w:val="Tabletext"/>
                </w:pPr>
                <w:r>
                  <w:t>T</w:t>
                </w:r>
                <w:r w:rsidR="00ED3F44" w:rsidRPr="00ED3F44">
                  <w:t xml:space="preserve">here </w:t>
                </w:r>
                <w:proofErr w:type="spellStart"/>
                <w:r w:rsidR="00ED3F44" w:rsidRPr="00ED3F44">
                  <w:t>where</w:t>
                </w:r>
                <w:proofErr w:type="spellEnd"/>
                <w:r w:rsidR="00ED3F44" w:rsidRPr="00ED3F44">
                  <w:t xml:space="preserve"> several issues in the configuration download routine that prevented a correct download of the configuration. Internal ID:</w:t>
                </w:r>
              </w:p>
            </w:sdtContent>
          </w:sdt>
        </w:tc>
        <w:tc>
          <w:tcPr>
            <w:tcW w:w="992" w:type="dxa"/>
          </w:tcPr>
          <w:sdt>
            <w:sdtPr>
              <w:id w:val="-1902280249"/>
              <w:placeholder>
                <w:docPart w:val="7C5A07C2E06145B7B8154C7E3276E69C"/>
              </w:placeholder>
            </w:sdtPr>
            <w:sdtEndPr/>
            <w:sdtContent>
              <w:p w:rsidR="00013AE6" w:rsidRPr="008B483D" w:rsidRDefault="00F676A3" w:rsidP="00F676A3">
                <w:pPr>
                  <w:pStyle w:val="Tabletext"/>
                </w:pPr>
                <w:r w:rsidRPr="00ED3F44">
                  <w:t>0008661</w:t>
                </w:r>
                <w:r>
                  <w:br/>
                </w:r>
                <w:r w:rsidRPr="00ED3F44">
                  <w:t>008803</w:t>
                </w:r>
                <w:r>
                  <w:br/>
                </w:r>
                <w:r w:rsidRPr="00ED3F44">
                  <w:t>0008687</w:t>
                </w:r>
                <w:r>
                  <w:br/>
                </w:r>
                <w:r w:rsidRPr="00ED3F44">
                  <w:t>0008740</w:t>
                </w:r>
                <w:r>
                  <w:br/>
                </w:r>
                <w:r w:rsidRPr="00ED3F44">
                  <w:t>8622</w:t>
                </w:r>
                <w:r>
                  <w:br/>
                </w:r>
                <w:r w:rsidRPr="00ED3F44">
                  <w:t>8751</w:t>
                </w:r>
                <w:r>
                  <w:br/>
                </w:r>
                <w:r w:rsidRPr="00ED3F44">
                  <w:t>8646</w:t>
                </w:r>
              </w:p>
            </w:sdtContent>
          </w:sdt>
        </w:tc>
      </w:tr>
    </w:tbl>
    <w:p w:rsidR="00ED3F44" w:rsidRDefault="00ED3F44" w:rsidP="00ED3F44">
      <w:pPr>
        <w:jc w:val="center"/>
        <w:rPr>
          <w:i/>
          <w:iCs/>
          <w:lang w:val="en-US"/>
        </w:rPr>
      </w:pPr>
    </w:p>
    <w:p w:rsidR="00ED3F44" w:rsidRDefault="00ED3F44" w:rsidP="00ED3F44">
      <w:pPr>
        <w:jc w:val="center"/>
        <w:rPr>
          <w:i/>
          <w:iCs/>
          <w:lang w:val="en-US"/>
        </w:rPr>
      </w:pPr>
      <w:r w:rsidRPr="000C036C">
        <w:rPr>
          <w:i/>
          <w:iCs/>
          <w:lang w:val="en-US"/>
        </w:rPr>
        <w:t xml:space="preserve">Bugs that are found in this software release should be reported back to HMS support department. Report product, software version, configuration, how to reproduce </w:t>
      </w:r>
      <w:proofErr w:type="spellStart"/>
      <w:r w:rsidRPr="000C036C">
        <w:rPr>
          <w:i/>
          <w:iCs/>
          <w:lang w:val="en-US"/>
        </w:rPr>
        <w:t>behaviour</w:t>
      </w:r>
      <w:proofErr w:type="spellEnd"/>
      <w:r w:rsidRPr="000C036C">
        <w:rPr>
          <w:i/>
          <w:iCs/>
          <w:lang w:val="en-US"/>
        </w:rPr>
        <w:t>, and the effects of the bug.</w:t>
      </w:r>
    </w:p>
    <w:p w:rsidR="00013AE6" w:rsidRPr="00823C78" w:rsidRDefault="00013AE6" w:rsidP="000632EE">
      <w:pPr>
        <w:rPr>
          <w:i/>
          <w:iCs/>
          <w:lang w:val="en-US"/>
        </w:rPr>
      </w:pPr>
    </w:p>
    <w:sectPr w:rsidR="00013AE6" w:rsidRPr="00823C78" w:rsidSect="002916F1">
      <w:headerReference w:type="default" r:id="rId14"/>
      <w:footerReference w:type="default" r:id="rId15"/>
      <w:headerReference w:type="first" r:id="rId16"/>
      <w:footerReference w:type="first" r:id="rId17"/>
      <w:pgSz w:w="11906" w:h="16838"/>
      <w:pgMar w:top="1528" w:right="1080" w:bottom="993" w:left="1080" w:header="426" w:footer="53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15E3" w:rsidRDefault="004115E3" w:rsidP="00AD7923">
      <w:r>
        <w:separator/>
      </w:r>
    </w:p>
  </w:endnote>
  <w:endnote w:type="continuationSeparator" w:id="0">
    <w:p w:rsidR="004115E3" w:rsidRDefault="004115E3" w:rsidP="00AD79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3946" w:rsidRPr="00AC6CB6" w:rsidRDefault="00803946" w:rsidP="00027B0A">
    <w:pPr>
      <w:pStyle w:val="Footer"/>
      <w:pBdr>
        <w:top w:val="single" w:sz="8" w:space="0" w:color="auto"/>
      </w:pBdr>
      <w:tabs>
        <w:tab w:val="clear" w:pos="4536"/>
        <w:tab w:val="clear" w:pos="9072"/>
      </w:tabs>
    </w:pPr>
    <w:r>
      <w:ptab w:relativeTo="margin" w:alignment="left" w:leader="none"/>
    </w:r>
    <w:r>
      <w:ptab w:relativeTo="margin" w:alignment="left" w:leader="none"/>
    </w:r>
    <w:r w:rsidRPr="00AC6CB6">
      <w:t xml:space="preserve"> </w:t>
    </w:r>
    <w:sdt>
      <w:sdtPr>
        <w:alias w:val="Company"/>
        <w:id w:val="1551261763"/>
        <w:dataBinding w:prefixMappings="xmlns:ns0='http://schemas.openxmlformats.org/officeDocument/2006/extended-properties'" w:xpath="/ns0:Properties[1]/ns0:Company[1]" w:storeItemID="{6668398D-A668-4E3E-A5EB-62B293D839F1}"/>
        <w:text/>
      </w:sdtPr>
      <w:sdtEndPr/>
      <w:sdtContent>
        <w:r w:rsidRPr="00AC6CB6">
          <w:t>HMS Industrial Networks AB</w:t>
        </w:r>
      </w:sdtContent>
    </w:sdt>
    <w:r w:rsidRPr="00AC6CB6">
      <w:tab/>
    </w:r>
    <w:r>
      <w:ptab w:relativeTo="margin" w:alignment="center" w:leader="none"/>
    </w:r>
    <w:r w:rsidRPr="00D11742">
      <w:rPr>
        <w:rStyle w:val="ConfidentialChar"/>
        <w:sz w:val="22"/>
      </w:rPr>
      <w:tab/>
    </w:r>
    <w:r>
      <w:rPr>
        <w:rStyle w:val="ConfidentialChar"/>
        <w:sz w:val="22"/>
      </w:rPr>
      <w:ptab w:relativeTo="margin" w:alignment="right" w:leader="none"/>
    </w:r>
    <w:r w:rsidRPr="00AC6CB6">
      <w:t xml:space="preserve"> Page </w:t>
    </w:r>
    <w:r>
      <w:fldChar w:fldCharType="begin"/>
    </w:r>
    <w:r w:rsidRPr="00AC6CB6">
      <w:instrText xml:space="preserve"> PAGE  \* Arabic  \* MERGEFORMAT </w:instrText>
    </w:r>
    <w:r>
      <w:fldChar w:fldCharType="separate"/>
    </w:r>
    <w:r w:rsidR="00DD52F9">
      <w:rPr>
        <w:noProof/>
      </w:rPr>
      <w:t>3</w:t>
    </w:r>
    <w:r>
      <w:rPr>
        <w:noProof/>
      </w:rPr>
      <w:fldChar w:fldCharType="end"/>
    </w:r>
    <w:r w:rsidRPr="00AC6CB6">
      <w:t xml:space="preserve"> of </w:t>
    </w:r>
    <w:r w:rsidR="002C6A75">
      <w:fldChar w:fldCharType="begin"/>
    </w:r>
    <w:r w:rsidR="002C6A75" w:rsidRPr="00AC6CB6">
      <w:instrText xml:space="preserve"> NUMPAGES  \* Arabic  \* MERGEFORMAT </w:instrText>
    </w:r>
    <w:r w:rsidR="002C6A75">
      <w:fldChar w:fldCharType="separate"/>
    </w:r>
    <w:r w:rsidR="00DD52F9">
      <w:rPr>
        <w:noProof/>
      </w:rPr>
      <w:t>4</w:t>
    </w:r>
    <w:r w:rsidR="002C6A75">
      <w:rPr>
        <w:noProof/>
      </w:rPr>
      <w:fldChar w:fldCharType="end"/>
    </w:r>
  </w:p>
  <w:p w:rsidR="00803946" w:rsidRPr="00AC6CB6" w:rsidRDefault="0080394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3946" w:rsidRDefault="00803946">
    <w:pPr>
      <w:pStyle w:val="Footer"/>
    </w:pPr>
    <w:r>
      <w:rPr>
        <w:noProof/>
        <w:lang w:val="sv-SE" w:eastAsia="sv-SE"/>
      </w:rPr>
      <mc:AlternateContent>
        <mc:Choice Requires="wps">
          <w:drawing>
            <wp:anchor distT="0" distB="0" distL="114300" distR="114300" simplePos="0" relativeHeight="251658240" behindDoc="0" locked="0" layoutInCell="1" allowOverlap="1" wp14:anchorId="29F5B005" wp14:editId="29F5B006">
              <wp:simplePos x="0" y="0"/>
              <wp:positionH relativeFrom="page">
                <wp:posOffset>0</wp:posOffset>
              </wp:positionH>
              <wp:positionV relativeFrom="page">
                <wp:posOffset>10190480</wp:posOffset>
              </wp:positionV>
              <wp:extent cx="7560310" cy="501650"/>
              <wp:effectExtent l="0" t="0" r="2540" b="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501650"/>
                      </a:xfrm>
                      <a:prstGeom prst="rect">
                        <a:avLst/>
                      </a:prstGeom>
                      <a:solidFill>
                        <a:srgbClr val="C3D4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62CB8E" id="Rectangle 10" o:spid="_x0000_s1026" style="position:absolute;margin-left:0;margin-top:802.4pt;width:595.3pt;height:39.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" fillcolor="#c3d4dd" stroked="f">
              <w10:wrap anchorx="page" anchory="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15E3" w:rsidRDefault="004115E3" w:rsidP="00AD7923">
      <w:r>
        <w:separator/>
      </w:r>
    </w:p>
  </w:footnote>
  <w:footnote w:type="continuationSeparator" w:id="0">
    <w:p w:rsidR="004115E3" w:rsidRDefault="004115E3" w:rsidP="00AD79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Light"/>
      <w:tblW w:w="0" w:type="auto"/>
      <w:tblInd w:w="16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2653"/>
    </w:tblGrid>
    <w:tr w:rsidR="003264BA" w:rsidRPr="00042483" w:rsidTr="006B13F8">
      <w:tc>
        <w:tcPr>
          <w:tcW w:w="5387" w:type="dxa"/>
        </w:tcPr>
        <w:p w:rsidR="008A2EB0" w:rsidRPr="006B13F8" w:rsidRDefault="003264BA" w:rsidP="006B13F8">
          <w:pPr>
            <w:pStyle w:val="Title"/>
            <w:rPr>
              <w:rStyle w:val="Emphasis"/>
              <w:b w:val="0"/>
              <w:i w:val="0"/>
              <w:iCs w:val="0"/>
            </w:rPr>
          </w:pPr>
          <w:r w:rsidRPr="006B13F8">
            <w:rPr>
              <w:rStyle w:val="Emphasis"/>
              <w:b w:val="0"/>
              <w:i w:val="0"/>
              <w:iCs w:val="0"/>
            </w:rPr>
            <w:t>Release Information</w:t>
          </w:r>
          <w:r w:rsidR="008A2EB0">
            <w:rPr>
              <w:rStyle w:val="Emphasis"/>
              <w:b w:val="0"/>
              <w:i w:val="0"/>
              <w:iCs w:val="0"/>
            </w:rPr>
            <w:t xml:space="preserve"> </w:t>
          </w:r>
          <w:sdt>
            <w:sdtPr>
              <w:rPr>
                <w:sz w:val="32"/>
                <w:szCs w:val="32"/>
              </w:rPr>
              <w:alias w:val="Title"/>
              <w:tag w:val=""/>
              <w:id w:val="1470085673"/>
              <w:dataBinding w:prefixMappings="xmlns:ns0='http://purl.org/dc/elements/1.1/' xmlns:ns1='http://schemas.openxmlformats.org/package/2006/metadata/core-properties' " w:xpath="/ns1:coreProperties[1]/ns0:title[1]" w:storeItemID="{6C3C8BC8-F283-45AE-878A-BAB7291924A1}"/>
              <w:text/>
            </w:sdtPr>
            <w:sdtEndPr/>
            <w:sdtContent>
              <w:r w:rsidR="005B7E4D">
                <w:rPr>
                  <w:sz w:val="32"/>
                  <w:szCs w:val="32"/>
                  <w:lang w:val="sv-SE"/>
                </w:rPr>
                <w:t xml:space="preserve">ACM </w:t>
              </w:r>
              <w:proofErr w:type="spellStart"/>
              <w:r w:rsidR="005B7E4D">
                <w:rPr>
                  <w:sz w:val="32"/>
                  <w:szCs w:val="32"/>
                  <w:lang w:val="sv-SE"/>
                </w:rPr>
                <w:t>CANopen</w:t>
              </w:r>
              <w:proofErr w:type="spellEnd"/>
            </w:sdtContent>
          </w:sdt>
        </w:p>
      </w:tc>
      <w:tc>
        <w:tcPr>
          <w:tcW w:w="2653" w:type="dxa"/>
        </w:tcPr>
        <w:p w:rsidR="003264BA" w:rsidRPr="008A2EB0" w:rsidRDefault="00111756" w:rsidP="00111756">
          <w:pPr>
            <w:pStyle w:val="Header"/>
            <w:ind w:left="45"/>
            <w:jc w:val="right"/>
            <w:rPr>
              <w:szCs w:val="18"/>
            </w:rPr>
          </w:pPr>
          <w:r w:rsidRPr="008A2EB0">
            <w:rPr>
              <w:szCs w:val="18"/>
            </w:rPr>
            <w:fldChar w:fldCharType="begin"/>
          </w:r>
          <w:r w:rsidRPr="008A2EB0">
            <w:rPr>
              <w:szCs w:val="18"/>
            </w:rPr>
            <w:instrText xml:space="preserve"> DOCPROPERTY  "Project number"  \* MERGEFORMAT </w:instrText>
          </w:r>
          <w:r w:rsidRPr="008A2EB0">
            <w:rPr>
              <w:szCs w:val="18"/>
            </w:rPr>
            <w:fldChar w:fldCharType="separate"/>
          </w:r>
          <w:r w:rsidR="005B7E4D">
            <w:rPr>
              <w:szCs w:val="18"/>
            </w:rPr>
            <w:t>7073</w:t>
          </w:r>
          <w:r w:rsidRPr="008A2EB0">
            <w:rPr>
              <w:szCs w:val="18"/>
            </w:rPr>
            <w:fldChar w:fldCharType="end"/>
          </w:r>
          <w:r w:rsidRPr="008A2EB0">
            <w:rPr>
              <w:szCs w:val="18"/>
            </w:rPr>
            <w:t xml:space="preserve"> - </w:t>
          </w:r>
          <w:sdt>
            <w:sdtPr>
              <w:rPr>
                <w:szCs w:val="18"/>
              </w:rPr>
              <w:alias w:val="Title"/>
              <w:tag w:val=""/>
              <w:id w:val="-617915296"/>
              <w:dataBinding w:prefixMappings="xmlns:ns0='http://purl.org/dc/elements/1.1/' xmlns:ns1='http://schemas.openxmlformats.org/package/2006/metadata/core-properties' " w:xpath="/ns1:coreProperties[1]/ns0:title[1]" w:storeItemID="{6C3C8BC8-F283-45AE-878A-BAB7291924A1}"/>
              <w:text/>
            </w:sdtPr>
            <w:sdtEndPr/>
            <w:sdtContent>
              <w:r w:rsidR="005B7E4D" w:rsidRPr="005B7E4D">
                <w:rPr>
                  <w:szCs w:val="18"/>
                </w:rPr>
                <w:t xml:space="preserve">ACM </w:t>
              </w:r>
              <w:proofErr w:type="spellStart"/>
              <w:r w:rsidR="005B7E4D" w:rsidRPr="005B7E4D">
                <w:rPr>
                  <w:szCs w:val="18"/>
                </w:rPr>
                <w:t>CANopen</w:t>
              </w:r>
              <w:proofErr w:type="spellEnd"/>
            </w:sdtContent>
          </w:sdt>
        </w:p>
        <w:p w:rsidR="003264BA" w:rsidRPr="008A2EB0" w:rsidRDefault="00111756" w:rsidP="003264BA">
          <w:pPr>
            <w:pStyle w:val="Header"/>
            <w:jc w:val="right"/>
            <w:rPr>
              <w:szCs w:val="18"/>
            </w:rPr>
          </w:pPr>
          <w:r w:rsidRPr="008A2EB0">
            <w:rPr>
              <w:szCs w:val="18"/>
            </w:rPr>
            <w:t xml:space="preserve">   </w:t>
          </w:r>
          <w:sdt>
            <w:sdtPr>
              <w:rPr>
                <w:szCs w:val="18"/>
              </w:rPr>
              <w:alias w:val="Subject"/>
              <w:tag w:val=""/>
              <w:id w:val="737221891"/>
              <w:dataBinding w:prefixMappings="xmlns:ns0='http://purl.org/dc/elements/1.1/' xmlns:ns1='http://schemas.openxmlformats.org/package/2006/metadata/core-properties' " w:xpath="/ns1:coreProperties[1]/ns0:subject[1]" w:storeItemID="{6C3C8BC8-F283-45AE-878A-BAB7291924A1}"/>
              <w:text/>
            </w:sdtPr>
            <w:sdtEndPr/>
            <w:sdtContent>
              <w:r w:rsidRPr="008A2EB0">
                <w:rPr>
                  <w:szCs w:val="18"/>
                </w:rPr>
                <w:t>Application</w:t>
              </w:r>
            </w:sdtContent>
          </w:sdt>
        </w:p>
        <w:p w:rsidR="00111756" w:rsidRPr="008A2EB0" w:rsidRDefault="00111756" w:rsidP="003264BA">
          <w:pPr>
            <w:pStyle w:val="Header"/>
            <w:jc w:val="right"/>
            <w:rPr>
              <w:szCs w:val="18"/>
            </w:rPr>
          </w:pPr>
          <w:r w:rsidRPr="008A2EB0">
            <w:rPr>
              <w:szCs w:val="18"/>
            </w:rPr>
            <w:t xml:space="preserve">Version </w:t>
          </w:r>
          <w:r w:rsidR="00DD52F9">
            <w:rPr>
              <w:szCs w:val="18"/>
            </w:rPr>
            <w:t>1.3.1.3</w:t>
          </w:r>
        </w:p>
        <w:p w:rsidR="003264BA" w:rsidRDefault="00DD52F9" w:rsidP="00DD52F9">
          <w:pPr>
            <w:pStyle w:val="Header"/>
            <w:jc w:val="right"/>
            <w:rPr>
              <w:rStyle w:val="Strong"/>
            </w:rPr>
          </w:pPr>
          <w:r>
            <w:rPr>
              <w:szCs w:val="18"/>
            </w:rPr>
            <w:t>2015-02</w:t>
          </w:r>
          <w:r w:rsidR="00476252">
            <w:rPr>
              <w:szCs w:val="18"/>
            </w:rPr>
            <w:t>-</w:t>
          </w:r>
          <w:r>
            <w:rPr>
              <w:szCs w:val="18"/>
            </w:rPr>
            <w:t>16</w:t>
          </w:r>
        </w:p>
      </w:tc>
    </w:tr>
  </w:tbl>
  <w:p w:rsidR="003264BA" w:rsidRPr="00AD7923" w:rsidRDefault="003264BA" w:rsidP="00353002">
    <w:pPr>
      <w:pStyle w:val="Header"/>
      <w:pBdr>
        <w:bottom w:val="single" w:sz="8" w:space="1" w:color="auto"/>
      </w:pBdr>
      <w:jc w:val="right"/>
    </w:pPr>
    <w:r>
      <w:rPr>
        <w:noProof/>
        <w:szCs w:val="16"/>
        <w:lang w:val="sv-SE" w:eastAsia="sv-SE"/>
      </w:rPr>
      <w:drawing>
        <wp:anchor distT="0" distB="0" distL="114300" distR="114300" simplePos="0" relativeHeight="251659264" behindDoc="0" locked="0" layoutInCell="1" allowOverlap="1" wp14:anchorId="29F5AFFD" wp14:editId="583608A6">
          <wp:simplePos x="0" y="0"/>
          <wp:positionH relativeFrom="margin">
            <wp:align>left</wp:align>
          </wp:positionH>
          <wp:positionV relativeFrom="paragraph">
            <wp:posOffset>-561975</wp:posOffset>
          </wp:positionV>
          <wp:extent cx="878205" cy="511175"/>
          <wp:effectExtent l="0" t="0" r="0" b="317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ms.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878205" cy="511175"/>
                  </a:xfrm>
                  <a:prstGeom prst="rect">
                    <a:avLst/>
                  </a:prstGeom>
                </pic:spPr>
              </pic:pic>
            </a:graphicData>
          </a:graphic>
          <wp14:sizeRelH relativeFrom="page">
            <wp14:pctWidth>0</wp14:pctWidth>
          </wp14:sizeRelH>
          <wp14:sizeRelV relativeFrom="page">
            <wp14:pctHeight>0</wp14:pctHeight>
          </wp14:sizeRelV>
        </wp:anchor>
      </w:drawing>
    </w:r>
  </w:p>
  <w:p w:rsidR="000B7659" w:rsidRPr="00AD7923" w:rsidRDefault="000B7659" w:rsidP="000B765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3946" w:rsidRDefault="00803946">
    <w:pPr>
      <w:pStyle w:val="Header"/>
    </w:pPr>
    <w:r>
      <w:rPr>
        <w:noProof/>
        <w:lang w:val="sv-SE" w:eastAsia="sv-SE"/>
      </w:rPr>
      <w:drawing>
        <wp:anchor distT="0" distB="0" distL="114300" distR="114300" simplePos="0" relativeHeight="251657216" behindDoc="1" locked="0" layoutInCell="1" allowOverlap="1" wp14:anchorId="29F5AFFF" wp14:editId="29F5B000">
          <wp:simplePos x="0" y="0"/>
          <wp:positionH relativeFrom="page">
            <wp:posOffset>-7620</wp:posOffset>
          </wp:positionH>
          <wp:positionV relativeFrom="page">
            <wp:posOffset>0</wp:posOffset>
          </wp:positionV>
          <wp:extent cx="7569835" cy="1466850"/>
          <wp:effectExtent l="0" t="0" r="0" b="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ave.emf"/>
                  <pic:cNvPicPr/>
                </pic:nvPicPr>
                <pic:blipFill>
                  <a:blip r:embed="rId1">
                    <a:extLst>
                      <a:ext uri="{28A0092B-C50C-407E-A947-70E740481C1C}">
                        <a14:useLocalDpi xmlns:a14="http://schemas.microsoft.com/office/drawing/2010/main" val="0"/>
                      </a:ext>
                    </a:extLst>
                  </a:blip>
                  <a:stretch>
                    <a:fillRect/>
                  </a:stretch>
                </pic:blipFill>
                <pic:spPr>
                  <a:xfrm>
                    <a:off x="0" y="0"/>
                    <a:ext cx="7569835" cy="1466850"/>
                  </a:xfrm>
                  <a:prstGeom prst="rect">
                    <a:avLst/>
                  </a:prstGeom>
                  <a:noFill/>
                  <a:ln w="9525">
                    <a:noFill/>
                    <a:miter lim="800000"/>
                    <a:headEnd/>
                    <a:tailEnd/>
                  </a:ln>
                </pic:spPr>
              </pic:pic>
            </a:graphicData>
          </a:graphic>
        </wp:anchor>
      </w:drawing>
    </w:r>
    <w:r>
      <w:rPr>
        <w:noProof/>
        <w:lang w:val="sv-SE" w:eastAsia="sv-SE"/>
      </w:rPr>
      <mc:AlternateContent>
        <mc:Choice Requires="wps">
          <w:drawing>
            <wp:anchor distT="4294967295" distB="4294967295" distL="114300" distR="114300" simplePos="0" relativeHeight="251655168" behindDoc="0" locked="0" layoutInCell="1" allowOverlap="1" wp14:anchorId="29F5B001" wp14:editId="29F5B002">
              <wp:simplePos x="0" y="0"/>
              <wp:positionH relativeFrom="column">
                <wp:posOffset>-89535</wp:posOffset>
              </wp:positionH>
              <wp:positionV relativeFrom="paragraph">
                <wp:posOffset>2014219</wp:posOffset>
              </wp:positionV>
              <wp:extent cx="5581650" cy="0"/>
              <wp:effectExtent l="0" t="0" r="19050" b="19050"/>
              <wp:wrapNone/>
              <wp:docPr id="8"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81650" cy="0"/>
                      </a:xfrm>
                      <a:prstGeom prst="line">
                        <a:avLst/>
                      </a:prstGeom>
                      <a:noFill/>
                      <a:ln w="15875">
                        <a:solidFill>
                          <a:srgbClr val="C3D4D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CB031E" id="Line 2" o:spid="_x0000_s1026" style="position:absolute;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05pt,158.6pt" to="432.45pt,15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" strokecolor="#c3d4dd" strokeweight="1.25pt"/>
          </w:pict>
        </mc:Fallback>
      </mc:AlternateContent>
    </w:r>
    <w:r>
      <w:rPr>
        <w:noProof/>
        <w:lang w:val="sv-SE" w:eastAsia="sv-SE"/>
      </w:rPr>
      <mc:AlternateContent>
        <mc:Choice Requires="wps">
          <w:drawing>
            <wp:anchor distT="0" distB="0" distL="114299" distR="114299" simplePos="0" relativeHeight="251656192" behindDoc="0" locked="0" layoutInCell="1" allowOverlap="1" wp14:anchorId="29F5B003" wp14:editId="29F5B004">
              <wp:simplePos x="0" y="0"/>
              <wp:positionH relativeFrom="column">
                <wp:posOffset>-85726</wp:posOffset>
              </wp:positionH>
              <wp:positionV relativeFrom="paragraph">
                <wp:posOffset>718820</wp:posOffset>
              </wp:positionV>
              <wp:extent cx="0" cy="9363075"/>
              <wp:effectExtent l="0" t="0" r="19050" b="9525"/>
              <wp:wrapNone/>
              <wp:docPr id="3"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363075"/>
                      </a:xfrm>
                      <a:prstGeom prst="line">
                        <a:avLst/>
                      </a:prstGeom>
                      <a:noFill/>
                      <a:ln w="15875">
                        <a:solidFill>
                          <a:srgbClr val="C3D4D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A6FD05" id="Line 1" o:spid="_x0000_s1026" style="position:absolute;z-index:25165619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75pt,56.6pt" to="-6.75pt,79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" strokecolor="#c3d4dd" strokeweight="1.25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06CB69C"/>
    <w:lvl w:ilvl="0">
      <w:start w:val="1"/>
      <w:numFmt w:val="decimal"/>
      <w:lvlText w:val="%1."/>
      <w:lvlJc w:val="left"/>
      <w:pPr>
        <w:tabs>
          <w:tab w:val="num" w:pos="1492"/>
        </w:tabs>
        <w:ind w:left="1492" w:hanging="360"/>
      </w:pPr>
    </w:lvl>
  </w:abstractNum>
  <w:abstractNum w:abstractNumId="1">
    <w:nsid w:val="FFFFFF7D"/>
    <w:multiLevelType w:val="singleLevel"/>
    <w:tmpl w:val="62CE0D52"/>
    <w:lvl w:ilvl="0">
      <w:start w:val="1"/>
      <w:numFmt w:val="decimal"/>
      <w:lvlText w:val="%1."/>
      <w:lvlJc w:val="left"/>
      <w:pPr>
        <w:tabs>
          <w:tab w:val="num" w:pos="1209"/>
        </w:tabs>
        <w:ind w:left="1209" w:hanging="360"/>
      </w:pPr>
    </w:lvl>
  </w:abstractNum>
  <w:abstractNum w:abstractNumId="2">
    <w:nsid w:val="FFFFFF7E"/>
    <w:multiLevelType w:val="singleLevel"/>
    <w:tmpl w:val="9F8EA5A6"/>
    <w:lvl w:ilvl="0">
      <w:start w:val="1"/>
      <w:numFmt w:val="decimal"/>
      <w:lvlText w:val="%1."/>
      <w:lvlJc w:val="left"/>
      <w:pPr>
        <w:tabs>
          <w:tab w:val="num" w:pos="926"/>
        </w:tabs>
        <w:ind w:left="926" w:hanging="360"/>
      </w:pPr>
    </w:lvl>
  </w:abstractNum>
  <w:abstractNum w:abstractNumId="3">
    <w:nsid w:val="FFFFFF7F"/>
    <w:multiLevelType w:val="singleLevel"/>
    <w:tmpl w:val="D4AA304C"/>
    <w:lvl w:ilvl="0">
      <w:start w:val="1"/>
      <w:numFmt w:val="decimal"/>
      <w:lvlText w:val="%1."/>
      <w:lvlJc w:val="left"/>
      <w:pPr>
        <w:tabs>
          <w:tab w:val="num" w:pos="643"/>
        </w:tabs>
        <w:ind w:left="643" w:hanging="360"/>
      </w:pPr>
    </w:lvl>
  </w:abstractNum>
  <w:abstractNum w:abstractNumId="4">
    <w:nsid w:val="FFFFFF80"/>
    <w:multiLevelType w:val="singleLevel"/>
    <w:tmpl w:val="AE00E7D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1D36E15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86C2EF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5A818E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4BA422FE"/>
    <w:lvl w:ilvl="0">
      <w:start w:val="1"/>
      <w:numFmt w:val="decimal"/>
      <w:lvlText w:val="%1."/>
      <w:lvlJc w:val="left"/>
      <w:pPr>
        <w:tabs>
          <w:tab w:val="num" w:pos="360"/>
        </w:tabs>
        <w:ind w:left="360" w:hanging="360"/>
      </w:pPr>
    </w:lvl>
  </w:abstractNum>
  <w:abstractNum w:abstractNumId="9">
    <w:nsid w:val="FFFFFF89"/>
    <w:multiLevelType w:val="singleLevel"/>
    <w:tmpl w:val="8E7211F4"/>
    <w:lvl w:ilvl="0">
      <w:start w:val="1"/>
      <w:numFmt w:val="bullet"/>
      <w:lvlText w:val=""/>
      <w:lvlJc w:val="left"/>
      <w:pPr>
        <w:tabs>
          <w:tab w:val="num" w:pos="360"/>
        </w:tabs>
        <w:ind w:left="360" w:hanging="360"/>
      </w:pPr>
      <w:rPr>
        <w:rFonts w:ascii="Symbol" w:hAnsi="Symbol" w:hint="default"/>
      </w:rPr>
    </w:lvl>
  </w:abstractNum>
  <w:abstractNum w:abstractNumId="10">
    <w:nsid w:val="0CC87BF1"/>
    <w:multiLevelType w:val="multilevel"/>
    <w:tmpl w:val="84228546"/>
    <w:numStyleLink w:val="HMSHeadings"/>
  </w:abstractNum>
  <w:abstractNum w:abstractNumId="11">
    <w:nsid w:val="0D99634E"/>
    <w:multiLevelType w:val="multilevel"/>
    <w:tmpl w:val="84228546"/>
    <w:styleLink w:val="HMSHeadings"/>
    <w:lvl w:ilvl="0">
      <w:start w:val="1"/>
      <w:numFmt w:val="decimal"/>
      <w:pStyle w:val="Heading1"/>
      <w:lvlText w:val="%1"/>
      <w:lvlJc w:val="left"/>
      <w:pPr>
        <w:ind w:left="720" w:hanging="720"/>
      </w:pPr>
      <w:rPr>
        <w:rFonts w:hint="default"/>
      </w:rPr>
    </w:lvl>
    <w:lvl w:ilvl="1">
      <w:start w:val="1"/>
      <w:numFmt w:val="decimal"/>
      <w:pStyle w:val="Heading2"/>
      <w:lvlText w:val="%1.%2"/>
      <w:lvlJc w:val="left"/>
      <w:pPr>
        <w:ind w:left="1009" w:hanging="1009"/>
      </w:pPr>
      <w:rPr>
        <w:rFonts w:hint="default"/>
      </w:rPr>
    </w:lvl>
    <w:lvl w:ilvl="2">
      <w:start w:val="1"/>
      <w:numFmt w:val="decimal"/>
      <w:pStyle w:val="Heading3"/>
      <w:lvlText w:val="%1.%2.%3"/>
      <w:lvlJc w:val="left"/>
      <w:pPr>
        <w:ind w:left="1151" w:hanging="1151"/>
      </w:pPr>
      <w:rPr>
        <w:rFonts w:hint="default"/>
      </w:rPr>
    </w:lvl>
    <w:lvl w:ilvl="3">
      <w:start w:val="1"/>
      <w:numFmt w:val="decimal"/>
      <w:pStyle w:val="Heading4"/>
      <w:lvlText w:val="%1.%2.%3.%4"/>
      <w:lvlJc w:val="left"/>
      <w:pPr>
        <w:ind w:left="1298" w:hanging="1298"/>
      </w:pPr>
      <w:rPr>
        <w:rFonts w:hint="default"/>
      </w:rPr>
    </w:lvl>
    <w:lvl w:ilvl="4">
      <w:start w:val="1"/>
      <w:numFmt w:val="decimal"/>
      <w:pStyle w:val="Heading5"/>
      <w:lvlText w:val="%1.%2.%3.%4.%5"/>
      <w:lvlJc w:val="left"/>
      <w:pPr>
        <w:ind w:left="1440" w:hanging="1440"/>
      </w:pPr>
      <w:rPr>
        <w:rFonts w:hint="default"/>
      </w:rPr>
    </w:lvl>
    <w:lvl w:ilvl="5">
      <w:start w:val="1"/>
      <w:numFmt w:val="decimal"/>
      <w:pStyle w:val="Heading6"/>
      <w:lvlText w:val="%1.%2.%3.%4.%5.%6"/>
      <w:lvlJc w:val="left"/>
      <w:pPr>
        <w:ind w:left="1582" w:hanging="1582"/>
      </w:pPr>
      <w:rPr>
        <w:rFonts w:hint="default"/>
      </w:rPr>
    </w:lvl>
    <w:lvl w:ilvl="6">
      <w:start w:val="1"/>
      <w:numFmt w:val="decimal"/>
      <w:pStyle w:val="Heading7"/>
      <w:lvlText w:val="%1.%2.%3.%4.%5.%6.%7"/>
      <w:lvlJc w:val="left"/>
      <w:pPr>
        <w:ind w:left="1729" w:hanging="1729"/>
      </w:pPr>
      <w:rPr>
        <w:rFonts w:hint="default"/>
      </w:rPr>
    </w:lvl>
    <w:lvl w:ilvl="7">
      <w:start w:val="1"/>
      <w:numFmt w:val="decimal"/>
      <w:pStyle w:val="Heading8"/>
      <w:lvlText w:val="%1.%2.%3.%4.%5.%6.%7.%8"/>
      <w:lvlJc w:val="left"/>
      <w:pPr>
        <w:ind w:left="1871" w:hanging="1871"/>
      </w:pPr>
      <w:rPr>
        <w:rFonts w:hint="default"/>
      </w:rPr>
    </w:lvl>
    <w:lvl w:ilvl="8">
      <w:start w:val="1"/>
      <w:numFmt w:val="decimal"/>
      <w:pStyle w:val="Heading9"/>
      <w:lvlText w:val="%1.%2.%3.%4.%5.%6.%7.%8.%9"/>
      <w:lvlJc w:val="left"/>
      <w:pPr>
        <w:ind w:left="2019" w:hanging="2019"/>
      </w:pPr>
      <w:rPr>
        <w:rFonts w:hint="default"/>
      </w:rPr>
    </w:lvl>
  </w:abstractNum>
  <w:abstractNum w:abstractNumId="12">
    <w:nsid w:val="11A04FF9"/>
    <w:multiLevelType w:val="hybridMultilevel"/>
    <w:tmpl w:val="4C1666A8"/>
    <w:lvl w:ilvl="0" w:tplc="623873A6">
      <w:numFmt w:val="bullet"/>
      <w:lvlText w:val="-"/>
      <w:lvlJc w:val="left"/>
      <w:pPr>
        <w:ind w:left="720" w:hanging="360"/>
      </w:pPr>
      <w:rPr>
        <w:rFonts w:ascii="Calibri" w:eastAsiaTheme="minorHAnsi" w:hAnsi="Calibri" w:cstheme="minorBid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3">
    <w:nsid w:val="23983FEB"/>
    <w:multiLevelType w:val="multilevel"/>
    <w:tmpl w:val="04090025"/>
    <w:lvl w:ilvl="0">
      <w:start w:val="1"/>
      <w:numFmt w:val="decimal"/>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nsid w:val="26FA057C"/>
    <w:multiLevelType w:val="hybridMultilevel"/>
    <w:tmpl w:val="2C5C4C7C"/>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5">
    <w:nsid w:val="27866AC6"/>
    <w:multiLevelType w:val="multilevel"/>
    <w:tmpl w:val="84228546"/>
    <w:numStyleLink w:val="HMSHeadings"/>
  </w:abstractNum>
  <w:abstractNum w:abstractNumId="16">
    <w:nsid w:val="36104ED1"/>
    <w:multiLevelType w:val="multilevel"/>
    <w:tmpl w:val="84228546"/>
    <w:numStyleLink w:val="HMSHeadings"/>
  </w:abstractNum>
  <w:abstractNum w:abstractNumId="17">
    <w:nsid w:val="63F27FB6"/>
    <w:multiLevelType w:val="multilevel"/>
    <w:tmpl w:val="84228546"/>
    <w:numStyleLink w:val="HMSHeadings"/>
  </w:abstractNum>
  <w:abstractNum w:abstractNumId="18">
    <w:nsid w:val="6C0C6997"/>
    <w:multiLevelType w:val="hybridMultilevel"/>
    <w:tmpl w:val="25B63048"/>
    <w:lvl w:ilvl="0" w:tplc="C090D62A">
      <w:start w:val="1"/>
      <w:numFmt w:val="decimal"/>
      <w:lvlText w:val="%1."/>
      <w:lvlJc w:val="left"/>
      <w:pPr>
        <w:ind w:left="720" w:hanging="360"/>
      </w:pPr>
      <w:rPr>
        <w:color w:val="0070C0"/>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9">
    <w:nsid w:val="741E005C"/>
    <w:multiLevelType w:val="hybridMultilevel"/>
    <w:tmpl w:val="0FACACF0"/>
    <w:lvl w:ilvl="0" w:tplc="F92A6C52">
      <w:numFmt w:val="bullet"/>
      <w:lvlText w:val="-"/>
      <w:lvlJc w:val="left"/>
      <w:pPr>
        <w:ind w:left="405" w:hanging="360"/>
      </w:pPr>
      <w:rPr>
        <w:rFonts w:ascii="Calibri" w:eastAsiaTheme="minorHAnsi" w:hAnsi="Calibri" w:cstheme="minorBidi" w:hint="default"/>
      </w:rPr>
    </w:lvl>
    <w:lvl w:ilvl="1" w:tplc="041D0003" w:tentative="1">
      <w:start w:val="1"/>
      <w:numFmt w:val="bullet"/>
      <w:lvlText w:val="o"/>
      <w:lvlJc w:val="left"/>
      <w:pPr>
        <w:ind w:left="1125" w:hanging="360"/>
      </w:pPr>
      <w:rPr>
        <w:rFonts w:ascii="Courier New" w:hAnsi="Courier New" w:cs="Courier New" w:hint="default"/>
      </w:rPr>
    </w:lvl>
    <w:lvl w:ilvl="2" w:tplc="041D0005" w:tentative="1">
      <w:start w:val="1"/>
      <w:numFmt w:val="bullet"/>
      <w:lvlText w:val=""/>
      <w:lvlJc w:val="left"/>
      <w:pPr>
        <w:ind w:left="1845" w:hanging="360"/>
      </w:pPr>
      <w:rPr>
        <w:rFonts w:ascii="Wingdings" w:hAnsi="Wingdings" w:hint="default"/>
      </w:rPr>
    </w:lvl>
    <w:lvl w:ilvl="3" w:tplc="041D0001" w:tentative="1">
      <w:start w:val="1"/>
      <w:numFmt w:val="bullet"/>
      <w:lvlText w:val=""/>
      <w:lvlJc w:val="left"/>
      <w:pPr>
        <w:ind w:left="2565" w:hanging="360"/>
      </w:pPr>
      <w:rPr>
        <w:rFonts w:ascii="Symbol" w:hAnsi="Symbol" w:hint="default"/>
      </w:rPr>
    </w:lvl>
    <w:lvl w:ilvl="4" w:tplc="041D0003" w:tentative="1">
      <w:start w:val="1"/>
      <w:numFmt w:val="bullet"/>
      <w:lvlText w:val="o"/>
      <w:lvlJc w:val="left"/>
      <w:pPr>
        <w:ind w:left="3285" w:hanging="360"/>
      </w:pPr>
      <w:rPr>
        <w:rFonts w:ascii="Courier New" w:hAnsi="Courier New" w:cs="Courier New" w:hint="default"/>
      </w:rPr>
    </w:lvl>
    <w:lvl w:ilvl="5" w:tplc="041D0005" w:tentative="1">
      <w:start w:val="1"/>
      <w:numFmt w:val="bullet"/>
      <w:lvlText w:val=""/>
      <w:lvlJc w:val="left"/>
      <w:pPr>
        <w:ind w:left="4005" w:hanging="360"/>
      </w:pPr>
      <w:rPr>
        <w:rFonts w:ascii="Wingdings" w:hAnsi="Wingdings" w:hint="default"/>
      </w:rPr>
    </w:lvl>
    <w:lvl w:ilvl="6" w:tplc="041D0001" w:tentative="1">
      <w:start w:val="1"/>
      <w:numFmt w:val="bullet"/>
      <w:lvlText w:val=""/>
      <w:lvlJc w:val="left"/>
      <w:pPr>
        <w:ind w:left="4725" w:hanging="360"/>
      </w:pPr>
      <w:rPr>
        <w:rFonts w:ascii="Symbol" w:hAnsi="Symbol" w:hint="default"/>
      </w:rPr>
    </w:lvl>
    <w:lvl w:ilvl="7" w:tplc="041D0003" w:tentative="1">
      <w:start w:val="1"/>
      <w:numFmt w:val="bullet"/>
      <w:lvlText w:val="o"/>
      <w:lvlJc w:val="left"/>
      <w:pPr>
        <w:ind w:left="5445" w:hanging="360"/>
      </w:pPr>
      <w:rPr>
        <w:rFonts w:ascii="Courier New" w:hAnsi="Courier New" w:cs="Courier New" w:hint="default"/>
      </w:rPr>
    </w:lvl>
    <w:lvl w:ilvl="8" w:tplc="041D0005" w:tentative="1">
      <w:start w:val="1"/>
      <w:numFmt w:val="bullet"/>
      <w:lvlText w:val=""/>
      <w:lvlJc w:val="left"/>
      <w:pPr>
        <w:ind w:left="6165" w:hanging="360"/>
      </w:pPr>
      <w:rPr>
        <w:rFonts w:ascii="Wingdings" w:hAnsi="Wingdings" w:hint="default"/>
      </w:rPr>
    </w:lvl>
  </w:abstractNum>
  <w:num w:numId="1">
    <w:abstractNumId w:val="11"/>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15"/>
  </w:num>
  <w:num w:numId="5">
    <w:abstractNumId w:val="17"/>
  </w:num>
  <w:num w:numId="6">
    <w:abstractNumId w:val="17"/>
  </w:num>
  <w:num w:numId="7">
    <w:abstractNumId w:val="17"/>
  </w:num>
  <w:num w:numId="8">
    <w:abstractNumId w:val="17"/>
  </w:num>
  <w:num w:numId="9">
    <w:abstractNumId w:val="17"/>
  </w:num>
  <w:num w:numId="10">
    <w:abstractNumId w:val="17"/>
  </w:num>
  <w:num w:numId="11">
    <w:abstractNumId w:val="17"/>
  </w:num>
  <w:num w:numId="12">
    <w:abstractNumId w:val="17"/>
  </w:num>
  <w:num w:numId="13">
    <w:abstractNumId w:val="10"/>
  </w:num>
  <w:num w:numId="14">
    <w:abstractNumId w:val="16"/>
  </w:num>
  <w:num w:numId="15">
    <w:abstractNumId w:val="15"/>
  </w:num>
  <w:num w:numId="16">
    <w:abstractNumId w:val="17"/>
  </w:num>
  <w:num w:numId="17">
    <w:abstractNumId w:val="17"/>
  </w:num>
  <w:num w:numId="18">
    <w:abstractNumId w:val="17"/>
  </w:num>
  <w:num w:numId="19">
    <w:abstractNumId w:val="17"/>
  </w:num>
  <w:num w:numId="20">
    <w:abstractNumId w:val="17"/>
  </w:num>
  <w:num w:numId="21">
    <w:abstractNumId w:val="17"/>
  </w:num>
  <w:num w:numId="22">
    <w:abstractNumId w:val="17"/>
  </w:num>
  <w:num w:numId="23">
    <w:abstractNumId w:val="17"/>
  </w:num>
  <w:num w:numId="24">
    <w:abstractNumId w:val="9"/>
  </w:num>
  <w:num w:numId="25">
    <w:abstractNumId w:val="7"/>
  </w:num>
  <w:num w:numId="26">
    <w:abstractNumId w:val="6"/>
  </w:num>
  <w:num w:numId="27">
    <w:abstractNumId w:val="5"/>
  </w:num>
  <w:num w:numId="28">
    <w:abstractNumId w:val="4"/>
  </w:num>
  <w:num w:numId="29">
    <w:abstractNumId w:val="8"/>
  </w:num>
  <w:num w:numId="30">
    <w:abstractNumId w:val="3"/>
  </w:num>
  <w:num w:numId="31">
    <w:abstractNumId w:val="2"/>
  </w:num>
  <w:num w:numId="32">
    <w:abstractNumId w:val="1"/>
  </w:num>
  <w:num w:numId="33">
    <w:abstractNumId w:val="0"/>
  </w:num>
  <w:num w:numId="34">
    <w:abstractNumId w:val="14"/>
  </w:num>
  <w:num w:numId="35">
    <w:abstractNumId w:val="18"/>
  </w:num>
  <w:num w:numId="36">
    <w:abstractNumId w:val="19"/>
  </w:num>
  <w:num w:numId="37">
    <w:abstractNumId w:val="1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1304"/>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NextReqNum" w:val="[001]"/>
    <w:docVar w:name="ReqNumber" w:val="1"/>
  </w:docVars>
  <w:rsids>
    <w:rsidRoot w:val="004115E3"/>
    <w:rsid w:val="0000612B"/>
    <w:rsid w:val="00010E43"/>
    <w:rsid w:val="00013AE6"/>
    <w:rsid w:val="00014714"/>
    <w:rsid w:val="00027B0A"/>
    <w:rsid w:val="00033017"/>
    <w:rsid w:val="00036A5E"/>
    <w:rsid w:val="00041046"/>
    <w:rsid w:val="00042483"/>
    <w:rsid w:val="000439FF"/>
    <w:rsid w:val="00043EA6"/>
    <w:rsid w:val="00046C85"/>
    <w:rsid w:val="00047949"/>
    <w:rsid w:val="000542E1"/>
    <w:rsid w:val="00055220"/>
    <w:rsid w:val="00055358"/>
    <w:rsid w:val="000560C2"/>
    <w:rsid w:val="00056426"/>
    <w:rsid w:val="000565E2"/>
    <w:rsid w:val="000632EE"/>
    <w:rsid w:val="00063EAF"/>
    <w:rsid w:val="00065421"/>
    <w:rsid w:val="000713BF"/>
    <w:rsid w:val="00071BB3"/>
    <w:rsid w:val="00074E26"/>
    <w:rsid w:val="00082BD0"/>
    <w:rsid w:val="00084ED5"/>
    <w:rsid w:val="0008741B"/>
    <w:rsid w:val="000A1B2C"/>
    <w:rsid w:val="000B2A6C"/>
    <w:rsid w:val="000B7659"/>
    <w:rsid w:val="000C036C"/>
    <w:rsid w:val="000C1B30"/>
    <w:rsid w:val="000C66BB"/>
    <w:rsid w:val="000D1FC6"/>
    <w:rsid w:val="000D266A"/>
    <w:rsid w:val="000D408C"/>
    <w:rsid w:val="000D64E0"/>
    <w:rsid w:val="000E07AE"/>
    <w:rsid w:val="000F0BBD"/>
    <w:rsid w:val="000F5CF0"/>
    <w:rsid w:val="00106F4E"/>
    <w:rsid w:val="00111756"/>
    <w:rsid w:val="0011224E"/>
    <w:rsid w:val="0012089E"/>
    <w:rsid w:val="00125837"/>
    <w:rsid w:val="00131413"/>
    <w:rsid w:val="0013359C"/>
    <w:rsid w:val="0013361F"/>
    <w:rsid w:val="0013463A"/>
    <w:rsid w:val="001346B6"/>
    <w:rsid w:val="00142A3C"/>
    <w:rsid w:val="00150AED"/>
    <w:rsid w:val="00155803"/>
    <w:rsid w:val="001569B1"/>
    <w:rsid w:val="00160610"/>
    <w:rsid w:val="001727A4"/>
    <w:rsid w:val="00186C0B"/>
    <w:rsid w:val="001877EF"/>
    <w:rsid w:val="0019214D"/>
    <w:rsid w:val="001A3D1F"/>
    <w:rsid w:val="001A62DD"/>
    <w:rsid w:val="001A6F19"/>
    <w:rsid w:val="001A7D92"/>
    <w:rsid w:val="001B50DB"/>
    <w:rsid w:val="001B5919"/>
    <w:rsid w:val="001C26CE"/>
    <w:rsid w:val="001C54D7"/>
    <w:rsid w:val="001C6BE8"/>
    <w:rsid w:val="001D3C27"/>
    <w:rsid w:val="001D75ED"/>
    <w:rsid w:val="002002BB"/>
    <w:rsid w:val="00206940"/>
    <w:rsid w:val="00207133"/>
    <w:rsid w:val="00222BB0"/>
    <w:rsid w:val="00227D2A"/>
    <w:rsid w:val="002343A1"/>
    <w:rsid w:val="00236BBF"/>
    <w:rsid w:val="002420F6"/>
    <w:rsid w:val="00242C4F"/>
    <w:rsid w:val="002430E2"/>
    <w:rsid w:val="002473FC"/>
    <w:rsid w:val="0025056E"/>
    <w:rsid w:val="002525CF"/>
    <w:rsid w:val="00255764"/>
    <w:rsid w:val="00263FFE"/>
    <w:rsid w:val="0027709B"/>
    <w:rsid w:val="002836B1"/>
    <w:rsid w:val="002916F1"/>
    <w:rsid w:val="0029298D"/>
    <w:rsid w:val="00294442"/>
    <w:rsid w:val="002A58AF"/>
    <w:rsid w:val="002A7F66"/>
    <w:rsid w:val="002B1BA5"/>
    <w:rsid w:val="002B4FBE"/>
    <w:rsid w:val="002B5D5E"/>
    <w:rsid w:val="002C6A75"/>
    <w:rsid w:val="002D4803"/>
    <w:rsid w:val="002D50DA"/>
    <w:rsid w:val="002E2A46"/>
    <w:rsid w:val="002F338F"/>
    <w:rsid w:val="00320AB7"/>
    <w:rsid w:val="00321D54"/>
    <w:rsid w:val="003264BA"/>
    <w:rsid w:val="003314AD"/>
    <w:rsid w:val="003318B0"/>
    <w:rsid w:val="00340867"/>
    <w:rsid w:val="003526DB"/>
    <w:rsid w:val="00353002"/>
    <w:rsid w:val="003539D8"/>
    <w:rsid w:val="00380EC3"/>
    <w:rsid w:val="003833F2"/>
    <w:rsid w:val="00385309"/>
    <w:rsid w:val="003A018D"/>
    <w:rsid w:val="003A0762"/>
    <w:rsid w:val="003A48A1"/>
    <w:rsid w:val="003B064F"/>
    <w:rsid w:val="003B27B2"/>
    <w:rsid w:val="003B28C6"/>
    <w:rsid w:val="003C0459"/>
    <w:rsid w:val="003C476D"/>
    <w:rsid w:val="003C4782"/>
    <w:rsid w:val="003C66DF"/>
    <w:rsid w:val="003E4D22"/>
    <w:rsid w:val="003F2803"/>
    <w:rsid w:val="003F63F4"/>
    <w:rsid w:val="003F72A3"/>
    <w:rsid w:val="003F7E51"/>
    <w:rsid w:val="00401443"/>
    <w:rsid w:val="00403D96"/>
    <w:rsid w:val="004115E3"/>
    <w:rsid w:val="004246B5"/>
    <w:rsid w:val="00425A7D"/>
    <w:rsid w:val="004302E1"/>
    <w:rsid w:val="00441466"/>
    <w:rsid w:val="0044489F"/>
    <w:rsid w:val="0044631B"/>
    <w:rsid w:val="00455510"/>
    <w:rsid w:val="00457299"/>
    <w:rsid w:val="004640E8"/>
    <w:rsid w:val="0046691D"/>
    <w:rsid w:val="00476252"/>
    <w:rsid w:val="00476A88"/>
    <w:rsid w:val="004813F2"/>
    <w:rsid w:val="0048211A"/>
    <w:rsid w:val="004863E6"/>
    <w:rsid w:val="00492AF4"/>
    <w:rsid w:val="0049512C"/>
    <w:rsid w:val="004972ED"/>
    <w:rsid w:val="004A48A4"/>
    <w:rsid w:val="004A59A1"/>
    <w:rsid w:val="004C441E"/>
    <w:rsid w:val="004C5902"/>
    <w:rsid w:val="004D0378"/>
    <w:rsid w:val="004D1288"/>
    <w:rsid w:val="004E3767"/>
    <w:rsid w:val="004E607B"/>
    <w:rsid w:val="004F4EBB"/>
    <w:rsid w:val="004F69EA"/>
    <w:rsid w:val="0051064F"/>
    <w:rsid w:val="005113C6"/>
    <w:rsid w:val="00512E0E"/>
    <w:rsid w:val="00520DEF"/>
    <w:rsid w:val="00524FF8"/>
    <w:rsid w:val="0053004C"/>
    <w:rsid w:val="0053166C"/>
    <w:rsid w:val="00532125"/>
    <w:rsid w:val="00532339"/>
    <w:rsid w:val="00536B63"/>
    <w:rsid w:val="00541A14"/>
    <w:rsid w:val="00564571"/>
    <w:rsid w:val="00574147"/>
    <w:rsid w:val="005756E2"/>
    <w:rsid w:val="00577BB2"/>
    <w:rsid w:val="00580508"/>
    <w:rsid w:val="00582E03"/>
    <w:rsid w:val="005866CD"/>
    <w:rsid w:val="00595AF7"/>
    <w:rsid w:val="005A06C2"/>
    <w:rsid w:val="005A3647"/>
    <w:rsid w:val="005B29A8"/>
    <w:rsid w:val="005B41AB"/>
    <w:rsid w:val="005B7E4D"/>
    <w:rsid w:val="005C1904"/>
    <w:rsid w:val="005C49CE"/>
    <w:rsid w:val="005C7472"/>
    <w:rsid w:val="005D4CD4"/>
    <w:rsid w:val="005E4B42"/>
    <w:rsid w:val="005E5260"/>
    <w:rsid w:val="005F2F4E"/>
    <w:rsid w:val="006100FD"/>
    <w:rsid w:val="00611761"/>
    <w:rsid w:val="00611B55"/>
    <w:rsid w:val="006159D2"/>
    <w:rsid w:val="00615E2A"/>
    <w:rsid w:val="006168E2"/>
    <w:rsid w:val="006221A9"/>
    <w:rsid w:val="00631236"/>
    <w:rsid w:val="00632EDF"/>
    <w:rsid w:val="00645134"/>
    <w:rsid w:val="006453DF"/>
    <w:rsid w:val="00646B54"/>
    <w:rsid w:val="006471CD"/>
    <w:rsid w:val="00650A81"/>
    <w:rsid w:val="00654E24"/>
    <w:rsid w:val="006570F6"/>
    <w:rsid w:val="00665D7C"/>
    <w:rsid w:val="00666240"/>
    <w:rsid w:val="00666DC0"/>
    <w:rsid w:val="006709C8"/>
    <w:rsid w:val="006956E2"/>
    <w:rsid w:val="006A020C"/>
    <w:rsid w:val="006A5B42"/>
    <w:rsid w:val="006A7C83"/>
    <w:rsid w:val="006B0BCC"/>
    <w:rsid w:val="006B13F8"/>
    <w:rsid w:val="006C73C5"/>
    <w:rsid w:val="006D16B1"/>
    <w:rsid w:val="006D5901"/>
    <w:rsid w:val="006E00DA"/>
    <w:rsid w:val="006E341D"/>
    <w:rsid w:val="006E432A"/>
    <w:rsid w:val="006E5944"/>
    <w:rsid w:val="006F3F57"/>
    <w:rsid w:val="006F52DC"/>
    <w:rsid w:val="00704DD1"/>
    <w:rsid w:val="0070667D"/>
    <w:rsid w:val="00715905"/>
    <w:rsid w:val="007164AF"/>
    <w:rsid w:val="00723B51"/>
    <w:rsid w:val="007242BC"/>
    <w:rsid w:val="00733827"/>
    <w:rsid w:val="0074004B"/>
    <w:rsid w:val="0075508C"/>
    <w:rsid w:val="00761BD5"/>
    <w:rsid w:val="0076311E"/>
    <w:rsid w:val="00764C3D"/>
    <w:rsid w:val="00767FB5"/>
    <w:rsid w:val="00774838"/>
    <w:rsid w:val="00776731"/>
    <w:rsid w:val="00780E14"/>
    <w:rsid w:val="0079247B"/>
    <w:rsid w:val="00795126"/>
    <w:rsid w:val="007A0C3A"/>
    <w:rsid w:val="007A1F0B"/>
    <w:rsid w:val="007A305D"/>
    <w:rsid w:val="007B4A26"/>
    <w:rsid w:val="007C0F7E"/>
    <w:rsid w:val="007C2E3F"/>
    <w:rsid w:val="007D4FA7"/>
    <w:rsid w:val="007E209B"/>
    <w:rsid w:val="007E297F"/>
    <w:rsid w:val="007E5D2F"/>
    <w:rsid w:val="007E5E8D"/>
    <w:rsid w:val="007E7A4B"/>
    <w:rsid w:val="007F50C2"/>
    <w:rsid w:val="00803946"/>
    <w:rsid w:val="00814D9A"/>
    <w:rsid w:val="00816CFD"/>
    <w:rsid w:val="00817F19"/>
    <w:rsid w:val="0082057D"/>
    <w:rsid w:val="00822873"/>
    <w:rsid w:val="00823C78"/>
    <w:rsid w:val="00831332"/>
    <w:rsid w:val="00831F54"/>
    <w:rsid w:val="00832D5B"/>
    <w:rsid w:val="00835E8A"/>
    <w:rsid w:val="00837FC5"/>
    <w:rsid w:val="00843046"/>
    <w:rsid w:val="00851BB3"/>
    <w:rsid w:val="00852E94"/>
    <w:rsid w:val="008534D7"/>
    <w:rsid w:val="00857F9D"/>
    <w:rsid w:val="00866431"/>
    <w:rsid w:val="00873140"/>
    <w:rsid w:val="008765AE"/>
    <w:rsid w:val="0088000B"/>
    <w:rsid w:val="008863DD"/>
    <w:rsid w:val="008931FB"/>
    <w:rsid w:val="00897A92"/>
    <w:rsid w:val="008A2EB0"/>
    <w:rsid w:val="008A3953"/>
    <w:rsid w:val="008A4CB0"/>
    <w:rsid w:val="008B1F3F"/>
    <w:rsid w:val="008B483D"/>
    <w:rsid w:val="008B4BD3"/>
    <w:rsid w:val="008D6F4A"/>
    <w:rsid w:val="008F5A2B"/>
    <w:rsid w:val="00900648"/>
    <w:rsid w:val="009036CA"/>
    <w:rsid w:val="0091160F"/>
    <w:rsid w:val="00926A56"/>
    <w:rsid w:val="00927EB1"/>
    <w:rsid w:val="00930545"/>
    <w:rsid w:val="009479B1"/>
    <w:rsid w:val="009546B2"/>
    <w:rsid w:val="00961216"/>
    <w:rsid w:val="0096625D"/>
    <w:rsid w:val="009701E0"/>
    <w:rsid w:val="00971EC4"/>
    <w:rsid w:val="00977EC6"/>
    <w:rsid w:val="00980855"/>
    <w:rsid w:val="00981936"/>
    <w:rsid w:val="00984347"/>
    <w:rsid w:val="00984D91"/>
    <w:rsid w:val="009A5227"/>
    <w:rsid w:val="009B3E19"/>
    <w:rsid w:val="009B6779"/>
    <w:rsid w:val="009B77CB"/>
    <w:rsid w:val="009B79BD"/>
    <w:rsid w:val="009C2C54"/>
    <w:rsid w:val="009C5883"/>
    <w:rsid w:val="009C58F2"/>
    <w:rsid w:val="009D21E2"/>
    <w:rsid w:val="009E3580"/>
    <w:rsid w:val="009E5749"/>
    <w:rsid w:val="009E79E9"/>
    <w:rsid w:val="009F0A8C"/>
    <w:rsid w:val="009F4F8E"/>
    <w:rsid w:val="009F5741"/>
    <w:rsid w:val="00A022FE"/>
    <w:rsid w:val="00A040CD"/>
    <w:rsid w:val="00A073C3"/>
    <w:rsid w:val="00A13556"/>
    <w:rsid w:val="00A215C1"/>
    <w:rsid w:val="00A21F5C"/>
    <w:rsid w:val="00A32DB2"/>
    <w:rsid w:val="00A43682"/>
    <w:rsid w:val="00A535B1"/>
    <w:rsid w:val="00A53C6F"/>
    <w:rsid w:val="00A541EC"/>
    <w:rsid w:val="00A56713"/>
    <w:rsid w:val="00A6030D"/>
    <w:rsid w:val="00A66A06"/>
    <w:rsid w:val="00A66F5A"/>
    <w:rsid w:val="00A77F81"/>
    <w:rsid w:val="00A8032B"/>
    <w:rsid w:val="00AA3720"/>
    <w:rsid w:val="00AB37A8"/>
    <w:rsid w:val="00AB4797"/>
    <w:rsid w:val="00AC1AC5"/>
    <w:rsid w:val="00AC292A"/>
    <w:rsid w:val="00AC3945"/>
    <w:rsid w:val="00AC6CB6"/>
    <w:rsid w:val="00AD0C6B"/>
    <w:rsid w:val="00AD6DD4"/>
    <w:rsid w:val="00AD7923"/>
    <w:rsid w:val="00AE2862"/>
    <w:rsid w:val="00B025B1"/>
    <w:rsid w:val="00B03005"/>
    <w:rsid w:val="00B105C2"/>
    <w:rsid w:val="00B14BCF"/>
    <w:rsid w:val="00B15FAD"/>
    <w:rsid w:val="00B206EC"/>
    <w:rsid w:val="00B26D6B"/>
    <w:rsid w:val="00B274CC"/>
    <w:rsid w:val="00B27E08"/>
    <w:rsid w:val="00B30C0E"/>
    <w:rsid w:val="00B317DC"/>
    <w:rsid w:val="00B32C74"/>
    <w:rsid w:val="00B35BFC"/>
    <w:rsid w:val="00B54C23"/>
    <w:rsid w:val="00B6025E"/>
    <w:rsid w:val="00B64F66"/>
    <w:rsid w:val="00B66773"/>
    <w:rsid w:val="00B721CC"/>
    <w:rsid w:val="00B75C1F"/>
    <w:rsid w:val="00B77025"/>
    <w:rsid w:val="00B9178A"/>
    <w:rsid w:val="00B94DD5"/>
    <w:rsid w:val="00BB0548"/>
    <w:rsid w:val="00BB1E3E"/>
    <w:rsid w:val="00BB6129"/>
    <w:rsid w:val="00BC0BA3"/>
    <w:rsid w:val="00BC4082"/>
    <w:rsid w:val="00BD2E18"/>
    <w:rsid w:val="00BE78D3"/>
    <w:rsid w:val="00BF4289"/>
    <w:rsid w:val="00BF511D"/>
    <w:rsid w:val="00BF5FF7"/>
    <w:rsid w:val="00BF751C"/>
    <w:rsid w:val="00BF7BEA"/>
    <w:rsid w:val="00C00B5D"/>
    <w:rsid w:val="00C0639A"/>
    <w:rsid w:val="00C067BC"/>
    <w:rsid w:val="00C120FA"/>
    <w:rsid w:val="00C13399"/>
    <w:rsid w:val="00C17A42"/>
    <w:rsid w:val="00C21A58"/>
    <w:rsid w:val="00C21EEE"/>
    <w:rsid w:val="00C27E67"/>
    <w:rsid w:val="00C3288A"/>
    <w:rsid w:val="00C35E0A"/>
    <w:rsid w:val="00C40137"/>
    <w:rsid w:val="00C444CB"/>
    <w:rsid w:val="00C45B7F"/>
    <w:rsid w:val="00C51969"/>
    <w:rsid w:val="00C54A61"/>
    <w:rsid w:val="00C55F3B"/>
    <w:rsid w:val="00C633AE"/>
    <w:rsid w:val="00C6375E"/>
    <w:rsid w:val="00C71354"/>
    <w:rsid w:val="00C72E7C"/>
    <w:rsid w:val="00CB5BB1"/>
    <w:rsid w:val="00CB73D0"/>
    <w:rsid w:val="00CC406E"/>
    <w:rsid w:val="00CD2974"/>
    <w:rsid w:val="00CD662C"/>
    <w:rsid w:val="00CE492B"/>
    <w:rsid w:val="00CE50B6"/>
    <w:rsid w:val="00CF0327"/>
    <w:rsid w:val="00CF77E6"/>
    <w:rsid w:val="00D05BB8"/>
    <w:rsid w:val="00D05E61"/>
    <w:rsid w:val="00D10EF1"/>
    <w:rsid w:val="00D11742"/>
    <w:rsid w:val="00D15AA9"/>
    <w:rsid w:val="00D17DA3"/>
    <w:rsid w:val="00D218BD"/>
    <w:rsid w:val="00D22CA4"/>
    <w:rsid w:val="00D25672"/>
    <w:rsid w:val="00D26A85"/>
    <w:rsid w:val="00D3286E"/>
    <w:rsid w:val="00D345DB"/>
    <w:rsid w:val="00D4360A"/>
    <w:rsid w:val="00D53772"/>
    <w:rsid w:val="00D570EB"/>
    <w:rsid w:val="00D6614A"/>
    <w:rsid w:val="00D66B06"/>
    <w:rsid w:val="00D67EE2"/>
    <w:rsid w:val="00D702D8"/>
    <w:rsid w:val="00D72BA8"/>
    <w:rsid w:val="00D77A4B"/>
    <w:rsid w:val="00D819D1"/>
    <w:rsid w:val="00D843F3"/>
    <w:rsid w:val="00D9423B"/>
    <w:rsid w:val="00D9603B"/>
    <w:rsid w:val="00DA2B43"/>
    <w:rsid w:val="00DA3910"/>
    <w:rsid w:val="00DA5A77"/>
    <w:rsid w:val="00DA6BEB"/>
    <w:rsid w:val="00DB309F"/>
    <w:rsid w:val="00DB35EE"/>
    <w:rsid w:val="00DC0E80"/>
    <w:rsid w:val="00DC1255"/>
    <w:rsid w:val="00DD2637"/>
    <w:rsid w:val="00DD3494"/>
    <w:rsid w:val="00DD52F9"/>
    <w:rsid w:val="00DD6379"/>
    <w:rsid w:val="00DE1F36"/>
    <w:rsid w:val="00DF1500"/>
    <w:rsid w:val="00DF55F4"/>
    <w:rsid w:val="00E039A8"/>
    <w:rsid w:val="00E03B88"/>
    <w:rsid w:val="00E1566D"/>
    <w:rsid w:val="00E21E04"/>
    <w:rsid w:val="00E22982"/>
    <w:rsid w:val="00E26542"/>
    <w:rsid w:val="00E300B0"/>
    <w:rsid w:val="00E60BDB"/>
    <w:rsid w:val="00E6262D"/>
    <w:rsid w:val="00E632A8"/>
    <w:rsid w:val="00E67047"/>
    <w:rsid w:val="00E71075"/>
    <w:rsid w:val="00E7348C"/>
    <w:rsid w:val="00E779EF"/>
    <w:rsid w:val="00E80BFF"/>
    <w:rsid w:val="00E818F3"/>
    <w:rsid w:val="00E86749"/>
    <w:rsid w:val="00E9267D"/>
    <w:rsid w:val="00EA7591"/>
    <w:rsid w:val="00EA7E7C"/>
    <w:rsid w:val="00EB4F8C"/>
    <w:rsid w:val="00EB539C"/>
    <w:rsid w:val="00EB722E"/>
    <w:rsid w:val="00EC19D6"/>
    <w:rsid w:val="00EC2119"/>
    <w:rsid w:val="00EC4FA5"/>
    <w:rsid w:val="00EC68FC"/>
    <w:rsid w:val="00EC7153"/>
    <w:rsid w:val="00EC79B2"/>
    <w:rsid w:val="00ED3F44"/>
    <w:rsid w:val="00ED4D69"/>
    <w:rsid w:val="00EE195A"/>
    <w:rsid w:val="00EF7ABA"/>
    <w:rsid w:val="00F05173"/>
    <w:rsid w:val="00F1045F"/>
    <w:rsid w:val="00F116AC"/>
    <w:rsid w:val="00F11851"/>
    <w:rsid w:val="00F232E1"/>
    <w:rsid w:val="00F26E19"/>
    <w:rsid w:val="00F42674"/>
    <w:rsid w:val="00F4797C"/>
    <w:rsid w:val="00F53EF8"/>
    <w:rsid w:val="00F60CA1"/>
    <w:rsid w:val="00F60D7D"/>
    <w:rsid w:val="00F61984"/>
    <w:rsid w:val="00F65471"/>
    <w:rsid w:val="00F676A3"/>
    <w:rsid w:val="00F70711"/>
    <w:rsid w:val="00F76683"/>
    <w:rsid w:val="00F900A7"/>
    <w:rsid w:val="00F91D7C"/>
    <w:rsid w:val="00F92785"/>
    <w:rsid w:val="00F9665E"/>
    <w:rsid w:val="00FA57E5"/>
    <w:rsid w:val="00FA5F77"/>
    <w:rsid w:val="00FA7AA2"/>
    <w:rsid w:val="00FB01D9"/>
    <w:rsid w:val="00FB1070"/>
    <w:rsid w:val="00FB23C2"/>
    <w:rsid w:val="00FB65B5"/>
    <w:rsid w:val="00FC120B"/>
    <w:rsid w:val="00FC636D"/>
    <w:rsid w:val="00FC71FB"/>
    <w:rsid w:val="00FD4F7C"/>
    <w:rsid w:val="00FE3040"/>
    <w:rsid w:val="00FE6826"/>
    <w:rsid w:val="00FE7A82"/>
    <w:rsid w:val="00FF247D"/>
    <w:rsid w:val="00FF372C"/>
    <w:rsid w:val="00FF660B"/>
    <w:rsid w:val="00FF7E2F"/>
  </w:rsids>
  <m:mathPr>
    <m:mathFont m:val="Cambria Math"/>
    <m:brkBin m:val="before"/>
    <m:brkBinSub m:val="--"/>
    <m:smallFrac/>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81F18AB8-22E5-4175-9DE5-0C15C5303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v-SE" w:eastAsia="en-US" w:bidi="ar-SA"/>
      </w:rPr>
    </w:rPrDefault>
    <w:pPrDefault/>
  </w:docDefaults>
  <w:latentStyles w:defLockedState="0" w:defUIPriority="99"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19" w:qFormat="1"/>
    <w:lsdException w:name="footer" w:uiPriority="19"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8"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99"/>
    <w:unhideWhenUsed/>
    <w:qFormat/>
    <w:rsid w:val="00DA2B43"/>
    <w:rPr>
      <w:rFonts w:ascii="Calibri" w:hAnsi="Calibri"/>
    </w:rPr>
  </w:style>
  <w:style w:type="paragraph" w:styleId="Heading1">
    <w:name w:val="heading 1"/>
    <w:next w:val="BodyText"/>
    <w:link w:val="Heading1Char"/>
    <w:uiPriority w:val="9"/>
    <w:qFormat/>
    <w:rsid w:val="00FA57E5"/>
    <w:pPr>
      <w:keepNext/>
      <w:pageBreakBefore/>
      <w:numPr>
        <w:numId w:val="11"/>
      </w:numPr>
      <w:spacing w:before="240" w:after="120"/>
      <w:ind w:left="748" w:hanging="748"/>
      <w:outlineLvl w:val="0"/>
    </w:pPr>
    <w:rPr>
      <w:rFonts w:ascii="Arial Black" w:hAnsi="Arial Black"/>
      <w:kern w:val="28"/>
      <w:sz w:val="40"/>
      <w:szCs w:val="20"/>
      <w:lang w:val="en-US"/>
    </w:rPr>
  </w:style>
  <w:style w:type="paragraph" w:styleId="Heading2">
    <w:name w:val="heading 2"/>
    <w:basedOn w:val="Heading1"/>
    <w:next w:val="BodyText"/>
    <w:link w:val="Heading2Char"/>
    <w:uiPriority w:val="9"/>
    <w:qFormat/>
    <w:rsid w:val="00FA57E5"/>
    <w:pPr>
      <w:pageBreakBefore w:val="0"/>
      <w:numPr>
        <w:ilvl w:val="1"/>
        <w:numId w:val="23"/>
      </w:numPr>
      <w:outlineLvl w:val="1"/>
    </w:pPr>
    <w:rPr>
      <w:rFonts w:ascii="Arial" w:hAnsi="Arial"/>
      <w:b/>
      <w:sz w:val="36"/>
    </w:rPr>
  </w:style>
  <w:style w:type="paragraph" w:styleId="Heading3">
    <w:name w:val="heading 3"/>
    <w:basedOn w:val="Heading2"/>
    <w:next w:val="BodyText"/>
    <w:link w:val="Heading3Char"/>
    <w:uiPriority w:val="9"/>
    <w:qFormat/>
    <w:rsid w:val="00FA57E5"/>
    <w:pPr>
      <w:numPr>
        <w:ilvl w:val="2"/>
      </w:numPr>
      <w:outlineLvl w:val="2"/>
    </w:pPr>
    <w:rPr>
      <w:sz w:val="28"/>
    </w:rPr>
  </w:style>
  <w:style w:type="paragraph" w:styleId="Heading4">
    <w:name w:val="heading 4"/>
    <w:basedOn w:val="Heading3"/>
    <w:next w:val="BodyText"/>
    <w:link w:val="Heading4Char"/>
    <w:uiPriority w:val="9"/>
    <w:qFormat/>
    <w:rsid w:val="00FA57E5"/>
    <w:pPr>
      <w:numPr>
        <w:ilvl w:val="3"/>
      </w:numPr>
      <w:outlineLvl w:val="3"/>
    </w:pPr>
    <w:rPr>
      <w:sz w:val="24"/>
    </w:rPr>
  </w:style>
  <w:style w:type="paragraph" w:styleId="Heading5">
    <w:name w:val="heading 5"/>
    <w:basedOn w:val="Heading4"/>
    <w:next w:val="BodyText"/>
    <w:link w:val="Heading5Char"/>
    <w:uiPriority w:val="9"/>
    <w:semiHidden/>
    <w:qFormat/>
    <w:rsid w:val="00FA57E5"/>
    <w:pPr>
      <w:numPr>
        <w:ilvl w:val="4"/>
      </w:numPr>
      <w:outlineLvl w:val="4"/>
    </w:pPr>
    <w:rPr>
      <w:sz w:val="22"/>
    </w:rPr>
  </w:style>
  <w:style w:type="paragraph" w:styleId="Heading6">
    <w:name w:val="heading 6"/>
    <w:basedOn w:val="Heading5"/>
    <w:next w:val="BodyText"/>
    <w:link w:val="Heading6Char"/>
    <w:uiPriority w:val="9"/>
    <w:semiHidden/>
    <w:qFormat/>
    <w:rsid w:val="00FA57E5"/>
    <w:pPr>
      <w:numPr>
        <w:ilvl w:val="5"/>
      </w:numPr>
      <w:outlineLvl w:val="5"/>
    </w:pPr>
    <w:rPr>
      <w:sz w:val="20"/>
    </w:rPr>
  </w:style>
  <w:style w:type="paragraph" w:styleId="Heading7">
    <w:name w:val="heading 7"/>
    <w:basedOn w:val="Heading6"/>
    <w:next w:val="BodyText"/>
    <w:link w:val="Heading7Char"/>
    <w:uiPriority w:val="9"/>
    <w:semiHidden/>
    <w:qFormat/>
    <w:rsid w:val="00FA57E5"/>
    <w:pPr>
      <w:numPr>
        <w:ilvl w:val="6"/>
      </w:numPr>
      <w:outlineLvl w:val="6"/>
    </w:pPr>
    <w:rPr>
      <w:lang w:val="en-GB"/>
    </w:rPr>
  </w:style>
  <w:style w:type="paragraph" w:styleId="Heading8">
    <w:name w:val="heading 8"/>
    <w:basedOn w:val="Heading7"/>
    <w:next w:val="BodyText"/>
    <w:link w:val="Heading8Char"/>
    <w:uiPriority w:val="9"/>
    <w:semiHidden/>
    <w:qFormat/>
    <w:rsid w:val="00FA57E5"/>
    <w:pPr>
      <w:numPr>
        <w:ilvl w:val="7"/>
      </w:numPr>
      <w:outlineLvl w:val="7"/>
    </w:pPr>
  </w:style>
  <w:style w:type="paragraph" w:styleId="Heading9">
    <w:name w:val="heading 9"/>
    <w:basedOn w:val="Heading8"/>
    <w:next w:val="BodyText"/>
    <w:link w:val="Heading9Char"/>
    <w:uiPriority w:val="9"/>
    <w:semiHidden/>
    <w:qFormat/>
    <w:rsid w:val="00FA57E5"/>
    <w:pPr>
      <w:numPr>
        <w:ilvl w:val="8"/>
        <w:numId w:val="1"/>
      </w:numPr>
      <w:ind w:left="1588" w:hanging="1588"/>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A57E5"/>
    <w:rPr>
      <w:rFonts w:ascii="Arial Black" w:hAnsi="Arial Black"/>
      <w:kern w:val="28"/>
      <w:sz w:val="40"/>
      <w:szCs w:val="20"/>
      <w:lang w:val="en-US"/>
    </w:rPr>
  </w:style>
  <w:style w:type="character" w:customStyle="1" w:styleId="Heading2Char">
    <w:name w:val="Heading 2 Char"/>
    <w:basedOn w:val="DefaultParagraphFont"/>
    <w:link w:val="Heading2"/>
    <w:uiPriority w:val="9"/>
    <w:rsid w:val="00FA57E5"/>
    <w:rPr>
      <w:rFonts w:ascii="Arial" w:hAnsi="Arial"/>
      <w:b/>
      <w:kern w:val="28"/>
      <w:sz w:val="36"/>
      <w:szCs w:val="20"/>
      <w:lang w:val="en-US"/>
    </w:rPr>
  </w:style>
  <w:style w:type="character" w:customStyle="1" w:styleId="Heading3Char">
    <w:name w:val="Heading 3 Char"/>
    <w:basedOn w:val="DefaultParagraphFont"/>
    <w:link w:val="Heading3"/>
    <w:uiPriority w:val="9"/>
    <w:rsid w:val="00FA57E5"/>
    <w:rPr>
      <w:rFonts w:ascii="Arial" w:hAnsi="Arial"/>
      <w:b/>
      <w:kern w:val="28"/>
      <w:sz w:val="28"/>
      <w:szCs w:val="20"/>
      <w:lang w:val="en-US"/>
    </w:rPr>
  </w:style>
  <w:style w:type="character" w:customStyle="1" w:styleId="Heading4Char">
    <w:name w:val="Heading 4 Char"/>
    <w:basedOn w:val="DefaultParagraphFont"/>
    <w:link w:val="Heading4"/>
    <w:uiPriority w:val="9"/>
    <w:rsid w:val="00FA57E5"/>
    <w:rPr>
      <w:rFonts w:ascii="Arial" w:hAnsi="Arial"/>
      <w:b/>
      <w:kern w:val="28"/>
      <w:sz w:val="24"/>
      <w:szCs w:val="20"/>
      <w:lang w:val="en-US"/>
    </w:rPr>
  </w:style>
  <w:style w:type="character" w:customStyle="1" w:styleId="Heading5Char">
    <w:name w:val="Heading 5 Char"/>
    <w:basedOn w:val="DefaultParagraphFont"/>
    <w:link w:val="Heading5"/>
    <w:uiPriority w:val="9"/>
    <w:semiHidden/>
    <w:rsid w:val="00FA57E5"/>
    <w:rPr>
      <w:rFonts w:ascii="Arial" w:hAnsi="Arial"/>
      <w:b/>
      <w:kern w:val="28"/>
      <w:szCs w:val="20"/>
      <w:lang w:val="en-US"/>
    </w:rPr>
  </w:style>
  <w:style w:type="character" w:customStyle="1" w:styleId="Heading6Char">
    <w:name w:val="Heading 6 Char"/>
    <w:basedOn w:val="DefaultParagraphFont"/>
    <w:link w:val="Heading6"/>
    <w:uiPriority w:val="9"/>
    <w:semiHidden/>
    <w:rsid w:val="00FA57E5"/>
    <w:rPr>
      <w:rFonts w:ascii="Arial" w:hAnsi="Arial"/>
      <w:b/>
      <w:kern w:val="28"/>
      <w:sz w:val="20"/>
      <w:szCs w:val="20"/>
      <w:lang w:val="en-US"/>
    </w:rPr>
  </w:style>
  <w:style w:type="character" w:customStyle="1" w:styleId="Heading7Char">
    <w:name w:val="Heading 7 Char"/>
    <w:basedOn w:val="DefaultParagraphFont"/>
    <w:link w:val="Heading7"/>
    <w:uiPriority w:val="9"/>
    <w:semiHidden/>
    <w:rsid w:val="00FA57E5"/>
    <w:rPr>
      <w:rFonts w:ascii="Arial" w:hAnsi="Arial"/>
      <w:b/>
      <w:kern w:val="28"/>
      <w:sz w:val="20"/>
      <w:szCs w:val="20"/>
      <w:lang w:val="en-GB"/>
    </w:rPr>
  </w:style>
  <w:style w:type="character" w:customStyle="1" w:styleId="Heading8Char">
    <w:name w:val="Heading 8 Char"/>
    <w:basedOn w:val="DefaultParagraphFont"/>
    <w:link w:val="Heading8"/>
    <w:uiPriority w:val="9"/>
    <w:semiHidden/>
    <w:rsid w:val="00FA57E5"/>
    <w:rPr>
      <w:rFonts w:ascii="Arial" w:hAnsi="Arial"/>
      <w:b/>
      <w:kern w:val="28"/>
      <w:sz w:val="20"/>
      <w:szCs w:val="20"/>
      <w:lang w:val="en-GB"/>
    </w:rPr>
  </w:style>
  <w:style w:type="character" w:customStyle="1" w:styleId="Heading9Char">
    <w:name w:val="Heading 9 Char"/>
    <w:basedOn w:val="DefaultParagraphFont"/>
    <w:link w:val="Heading9"/>
    <w:uiPriority w:val="9"/>
    <w:semiHidden/>
    <w:rsid w:val="00FA57E5"/>
    <w:rPr>
      <w:rFonts w:ascii="Arial" w:hAnsi="Arial"/>
      <w:b/>
      <w:kern w:val="28"/>
      <w:sz w:val="20"/>
      <w:szCs w:val="20"/>
      <w:lang w:val="en-GB"/>
    </w:rPr>
  </w:style>
  <w:style w:type="paragraph" w:customStyle="1" w:styleId="DocHeader">
    <w:name w:val="Doc Header"/>
    <w:basedOn w:val="Section1"/>
    <w:next w:val="Normal"/>
    <w:uiPriority w:val="99"/>
    <w:semiHidden/>
    <w:rsid w:val="003A0762"/>
    <w:rPr>
      <w:rFonts w:cs="Times New Roman"/>
      <w:kern w:val="0"/>
      <w:szCs w:val="20"/>
    </w:rPr>
  </w:style>
  <w:style w:type="paragraph" w:customStyle="1" w:styleId="Section1">
    <w:name w:val="Section 1"/>
    <w:next w:val="Normal"/>
    <w:link w:val="Section1Char"/>
    <w:uiPriority w:val="9"/>
    <w:qFormat/>
    <w:rsid w:val="00FA57E5"/>
    <w:pPr>
      <w:keepNext/>
      <w:spacing w:before="360" w:after="120"/>
    </w:pPr>
    <w:rPr>
      <w:rFonts w:ascii="Arial" w:eastAsia="Times New Roman" w:hAnsi="Arial" w:cstheme="majorHAnsi"/>
      <w:b/>
      <w:kern w:val="28"/>
      <w:sz w:val="36"/>
      <w:szCs w:val="36"/>
      <w:lang w:val="en-US"/>
    </w:rPr>
  </w:style>
  <w:style w:type="paragraph" w:styleId="TOC1">
    <w:name w:val="toc 1"/>
    <w:basedOn w:val="Normal"/>
    <w:next w:val="Normal"/>
    <w:uiPriority w:val="39"/>
    <w:rsid w:val="00EC68FC"/>
    <w:pPr>
      <w:tabs>
        <w:tab w:val="right" w:leader="underscore" w:pos="9638"/>
      </w:tabs>
    </w:pPr>
    <w:rPr>
      <w:rFonts w:eastAsia="Times New Roman" w:cs="Times New Roman"/>
      <w:szCs w:val="20"/>
      <w:lang w:val="en-GB"/>
    </w:rPr>
  </w:style>
  <w:style w:type="paragraph" w:styleId="TOC2">
    <w:name w:val="toc 2"/>
    <w:basedOn w:val="Normal"/>
    <w:next w:val="Normal"/>
    <w:uiPriority w:val="39"/>
    <w:rsid w:val="00EC68FC"/>
    <w:pPr>
      <w:tabs>
        <w:tab w:val="right" w:leader="underscore" w:pos="9638"/>
      </w:tabs>
      <w:ind w:left="198"/>
    </w:pPr>
    <w:rPr>
      <w:rFonts w:eastAsia="Times New Roman" w:cs="Times New Roman"/>
      <w:szCs w:val="20"/>
      <w:lang w:val="en-GB"/>
    </w:rPr>
  </w:style>
  <w:style w:type="paragraph" w:styleId="TOC3">
    <w:name w:val="toc 3"/>
    <w:basedOn w:val="Normal"/>
    <w:next w:val="Normal"/>
    <w:uiPriority w:val="39"/>
    <w:rsid w:val="00EC68FC"/>
    <w:pPr>
      <w:tabs>
        <w:tab w:val="right" w:leader="underscore" w:pos="9638"/>
      </w:tabs>
      <w:ind w:left="403"/>
    </w:pPr>
    <w:rPr>
      <w:rFonts w:eastAsia="Times New Roman" w:cs="Times New Roman"/>
      <w:szCs w:val="20"/>
      <w:lang w:val="en-GB"/>
    </w:rPr>
  </w:style>
  <w:style w:type="paragraph" w:styleId="TOC4">
    <w:name w:val="toc 4"/>
    <w:basedOn w:val="Normal"/>
    <w:next w:val="Normal"/>
    <w:uiPriority w:val="39"/>
    <w:rsid w:val="00EC68FC"/>
    <w:pPr>
      <w:tabs>
        <w:tab w:val="right" w:leader="underscore" w:pos="9638"/>
      </w:tabs>
      <w:ind w:left="601"/>
    </w:pPr>
    <w:rPr>
      <w:rFonts w:eastAsia="Times New Roman" w:cs="Times New Roman"/>
      <w:szCs w:val="20"/>
      <w:lang w:val="en-GB"/>
    </w:rPr>
  </w:style>
  <w:style w:type="paragraph" w:styleId="TOC5">
    <w:name w:val="toc 5"/>
    <w:basedOn w:val="Normal"/>
    <w:next w:val="Normal"/>
    <w:uiPriority w:val="39"/>
    <w:rsid w:val="00EC68FC"/>
    <w:pPr>
      <w:tabs>
        <w:tab w:val="right" w:leader="underscore" w:pos="9638"/>
      </w:tabs>
      <w:ind w:left="799"/>
    </w:pPr>
    <w:rPr>
      <w:rFonts w:eastAsia="Times New Roman" w:cs="Times New Roman"/>
      <w:szCs w:val="20"/>
      <w:lang w:val="en-GB"/>
    </w:rPr>
  </w:style>
  <w:style w:type="paragraph" w:styleId="TOC6">
    <w:name w:val="toc 6"/>
    <w:basedOn w:val="Normal"/>
    <w:next w:val="Normal"/>
    <w:uiPriority w:val="39"/>
    <w:rsid w:val="00EC68FC"/>
    <w:pPr>
      <w:tabs>
        <w:tab w:val="right" w:leader="underscore" w:pos="9638"/>
      </w:tabs>
      <w:ind w:left="998"/>
    </w:pPr>
    <w:rPr>
      <w:rFonts w:eastAsia="Times New Roman" w:cs="Times New Roman"/>
      <w:szCs w:val="20"/>
      <w:lang w:val="en-GB"/>
    </w:rPr>
  </w:style>
  <w:style w:type="paragraph" w:styleId="TOC7">
    <w:name w:val="toc 7"/>
    <w:basedOn w:val="Normal"/>
    <w:next w:val="Normal"/>
    <w:uiPriority w:val="39"/>
    <w:rsid w:val="00EC68FC"/>
    <w:pPr>
      <w:tabs>
        <w:tab w:val="right" w:leader="underscore" w:pos="9638"/>
      </w:tabs>
      <w:ind w:left="1202"/>
    </w:pPr>
    <w:rPr>
      <w:rFonts w:eastAsia="Times New Roman" w:cs="Times New Roman"/>
      <w:szCs w:val="20"/>
      <w:lang w:val="en-GB"/>
    </w:rPr>
  </w:style>
  <w:style w:type="paragraph" w:styleId="TOC8">
    <w:name w:val="toc 8"/>
    <w:basedOn w:val="Normal"/>
    <w:next w:val="Normal"/>
    <w:uiPriority w:val="39"/>
    <w:rsid w:val="008534D7"/>
    <w:pPr>
      <w:tabs>
        <w:tab w:val="right" w:leader="underscore" w:pos="9638"/>
      </w:tabs>
      <w:ind w:left="1400"/>
    </w:pPr>
    <w:rPr>
      <w:rFonts w:eastAsia="Times New Roman" w:cs="Times New Roman"/>
      <w:szCs w:val="20"/>
      <w:lang w:val="en-GB"/>
    </w:rPr>
  </w:style>
  <w:style w:type="paragraph" w:styleId="TOC9">
    <w:name w:val="toc 9"/>
    <w:basedOn w:val="Normal"/>
    <w:next w:val="Normal"/>
    <w:uiPriority w:val="39"/>
    <w:rsid w:val="008534D7"/>
    <w:pPr>
      <w:tabs>
        <w:tab w:val="right" w:leader="underscore" w:pos="9638"/>
      </w:tabs>
      <w:ind w:left="1599"/>
    </w:pPr>
    <w:rPr>
      <w:rFonts w:eastAsia="Times New Roman" w:cs="Times New Roman"/>
      <w:szCs w:val="20"/>
      <w:lang w:val="en-GB"/>
    </w:rPr>
  </w:style>
  <w:style w:type="character" w:styleId="Hyperlink">
    <w:name w:val="Hyperlink"/>
    <w:basedOn w:val="DefaultParagraphFont"/>
    <w:uiPriority w:val="99"/>
    <w:unhideWhenUsed/>
    <w:rsid w:val="003314AD"/>
    <w:rPr>
      <w:color w:val="305F7B" w:themeColor="hyperlink"/>
      <w:u w:val="single"/>
    </w:rPr>
  </w:style>
  <w:style w:type="paragraph" w:customStyle="1" w:styleId="Code">
    <w:name w:val="Code"/>
    <w:uiPriority w:val="2"/>
    <w:qFormat/>
    <w:rsid w:val="00FA57E5"/>
    <w:pPr>
      <w:spacing w:before="120" w:after="120"/>
      <w:contextualSpacing/>
    </w:pPr>
    <w:rPr>
      <w:rFonts w:ascii="Consolas" w:hAnsi="Consolas"/>
      <w:noProof/>
      <w:sz w:val="16"/>
    </w:rPr>
  </w:style>
  <w:style w:type="paragraph" w:styleId="TOCHeading">
    <w:name w:val="TOC Heading"/>
    <w:basedOn w:val="Section1"/>
    <w:next w:val="Normal"/>
    <w:uiPriority w:val="39"/>
    <w:unhideWhenUsed/>
    <w:qFormat/>
    <w:rsid w:val="00FA57E5"/>
    <w:pPr>
      <w:keepLines/>
      <w:pageBreakBefore/>
      <w:spacing w:before="240" w:after="0" w:line="276" w:lineRule="auto"/>
    </w:pPr>
    <w:rPr>
      <w:rFonts w:eastAsiaTheme="majorEastAsia" w:cstheme="majorBidi"/>
      <w:bCs/>
      <w:kern w:val="0"/>
      <w:szCs w:val="28"/>
      <w:lang w:val="sv-SE"/>
    </w:rPr>
  </w:style>
  <w:style w:type="paragraph" w:styleId="BalloonText">
    <w:name w:val="Balloon Text"/>
    <w:basedOn w:val="Normal"/>
    <w:link w:val="BalloonTextChar"/>
    <w:uiPriority w:val="99"/>
    <w:semiHidden/>
    <w:unhideWhenUsed/>
    <w:rsid w:val="003314AD"/>
    <w:rPr>
      <w:rFonts w:ascii="Tahoma" w:hAnsi="Tahoma" w:cs="Tahoma"/>
      <w:sz w:val="16"/>
      <w:szCs w:val="16"/>
    </w:rPr>
  </w:style>
  <w:style w:type="character" w:customStyle="1" w:styleId="BalloonTextChar">
    <w:name w:val="Balloon Text Char"/>
    <w:basedOn w:val="DefaultParagraphFont"/>
    <w:link w:val="BalloonText"/>
    <w:uiPriority w:val="99"/>
    <w:semiHidden/>
    <w:rsid w:val="003314AD"/>
    <w:rPr>
      <w:rFonts w:ascii="Tahoma" w:hAnsi="Tahoma" w:cs="Tahoma"/>
      <w:sz w:val="16"/>
      <w:szCs w:val="16"/>
    </w:rPr>
  </w:style>
  <w:style w:type="paragraph" w:styleId="Header">
    <w:name w:val="header"/>
    <w:basedOn w:val="Normal"/>
    <w:link w:val="HeaderChar"/>
    <w:uiPriority w:val="19"/>
    <w:qFormat/>
    <w:rsid w:val="00FA57E5"/>
    <w:pPr>
      <w:tabs>
        <w:tab w:val="center" w:pos="4536"/>
        <w:tab w:val="right" w:pos="9072"/>
      </w:tabs>
    </w:pPr>
    <w:rPr>
      <w:sz w:val="18"/>
      <w:lang w:val="en-US"/>
    </w:rPr>
  </w:style>
  <w:style w:type="character" w:customStyle="1" w:styleId="HeaderChar">
    <w:name w:val="Header Char"/>
    <w:basedOn w:val="DefaultParagraphFont"/>
    <w:link w:val="Header"/>
    <w:uiPriority w:val="19"/>
    <w:rsid w:val="00FA57E5"/>
    <w:rPr>
      <w:rFonts w:ascii="Calibri" w:hAnsi="Calibri"/>
      <w:sz w:val="18"/>
      <w:lang w:val="en-US"/>
    </w:rPr>
  </w:style>
  <w:style w:type="paragraph" w:styleId="Title">
    <w:name w:val="Title"/>
    <w:basedOn w:val="Normal"/>
    <w:link w:val="TitleChar"/>
    <w:uiPriority w:val="10"/>
    <w:qFormat/>
    <w:rsid w:val="00FA57E5"/>
    <w:pPr>
      <w:spacing w:before="120" w:after="200"/>
      <w:contextualSpacing/>
    </w:pPr>
    <w:rPr>
      <w:rFonts w:ascii="Arial Black" w:eastAsiaTheme="majorEastAsia" w:hAnsi="Arial Black" w:cstheme="majorBidi"/>
      <w:color w:val="305F7B" w:themeColor="text2"/>
      <w:kern w:val="32"/>
      <w:sz w:val="44"/>
      <w:szCs w:val="52"/>
      <w:lang w:val="en-US"/>
    </w:rPr>
  </w:style>
  <w:style w:type="character" w:customStyle="1" w:styleId="TitleChar">
    <w:name w:val="Title Char"/>
    <w:basedOn w:val="DefaultParagraphFont"/>
    <w:link w:val="Title"/>
    <w:uiPriority w:val="10"/>
    <w:rsid w:val="00FA57E5"/>
    <w:rPr>
      <w:rFonts w:ascii="Arial Black" w:eastAsiaTheme="majorEastAsia" w:hAnsi="Arial Black" w:cstheme="majorBidi"/>
      <w:color w:val="305F7B" w:themeColor="text2"/>
      <w:kern w:val="32"/>
      <w:sz w:val="44"/>
      <w:szCs w:val="52"/>
      <w:lang w:val="en-US"/>
    </w:rPr>
  </w:style>
  <w:style w:type="paragraph" w:styleId="Subtitle">
    <w:name w:val="Subtitle"/>
    <w:basedOn w:val="Section1"/>
    <w:link w:val="SubtitleChar"/>
    <w:uiPriority w:val="11"/>
    <w:qFormat/>
    <w:rsid w:val="00FA57E5"/>
    <w:pPr>
      <w:numPr>
        <w:ilvl w:val="1"/>
      </w:numPr>
      <w:contextualSpacing/>
    </w:pPr>
    <w:rPr>
      <w:rFonts w:eastAsiaTheme="majorEastAsia" w:cstheme="majorBidi"/>
      <w:iCs/>
      <w:szCs w:val="24"/>
    </w:rPr>
  </w:style>
  <w:style w:type="character" w:customStyle="1" w:styleId="SubtitleChar">
    <w:name w:val="Subtitle Char"/>
    <w:basedOn w:val="DefaultParagraphFont"/>
    <w:link w:val="Subtitle"/>
    <w:uiPriority w:val="11"/>
    <w:rsid w:val="00FA57E5"/>
    <w:rPr>
      <w:rFonts w:ascii="Arial" w:eastAsiaTheme="majorEastAsia" w:hAnsi="Arial" w:cstheme="majorBidi"/>
      <w:b/>
      <w:iCs/>
      <w:kern w:val="28"/>
      <w:sz w:val="36"/>
      <w:szCs w:val="24"/>
      <w:lang w:val="en-US"/>
    </w:rPr>
  </w:style>
  <w:style w:type="character" w:styleId="Emphasis">
    <w:name w:val="Emphasis"/>
    <w:basedOn w:val="DefaultParagraphFont"/>
    <w:uiPriority w:val="5"/>
    <w:qFormat/>
    <w:rsid w:val="00FA57E5"/>
    <w:rPr>
      <w:b/>
      <w:i/>
      <w:iCs/>
      <w:color w:val="305F7B" w:themeColor="text2"/>
    </w:rPr>
  </w:style>
  <w:style w:type="character" w:styleId="SubtleEmphasis">
    <w:name w:val="Subtle Emphasis"/>
    <w:basedOn w:val="DefaultParagraphFont"/>
    <w:uiPriority w:val="8"/>
    <w:qFormat/>
    <w:rsid w:val="00FA57E5"/>
    <w:rPr>
      <w:i/>
      <w:iCs/>
      <w:color w:val="808080" w:themeColor="text1" w:themeTint="7F"/>
    </w:rPr>
  </w:style>
  <w:style w:type="character" w:styleId="IntenseEmphasis">
    <w:name w:val="Intense Emphasis"/>
    <w:basedOn w:val="DefaultParagraphFont"/>
    <w:uiPriority w:val="8"/>
    <w:qFormat/>
    <w:rsid w:val="00FA57E5"/>
    <w:rPr>
      <w:b/>
      <w:bCs/>
      <w:i/>
      <w:iCs/>
      <w:color w:val="B72331" w:themeColor="accent2"/>
    </w:rPr>
  </w:style>
  <w:style w:type="character" w:styleId="Strong">
    <w:name w:val="Strong"/>
    <w:basedOn w:val="DefaultParagraphFont"/>
    <w:uiPriority w:val="22"/>
    <w:qFormat/>
    <w:rsid w:val="00FA57E5"/>
    <w:rPr>
      <w:b/>
      <w:bCs/>
    </w:rPr>
  </w:style>
  <w:style w:type="paragraph" w:styleId="Quote">
    <w:name w:val="Quote"/>
    <w:basedOn w:val="Normal"/>
    <w:next w:val="BodyText"/>
    <w:link w:val="QuoteChar"/>
    <w:uiPriority w:val="4"/>
    <w:qFormat/>
    <w:rsid w:val="00FA57E5"/>
    <w:rPr>
      <w:rFonts w:asciiTheme="minorHAnsi" w:hAnsiTheme="minorHAnsi"/>
      <w:i/>
      <w:iCs/>
      <w:color w:val="7F7F7F" w:themeColor="text1" w:themeTint="80"/>
      <w:lang w:val="en-US"/>
    </w:rPr>
  </w:style>
  <w:style w:type="character" w:customStyle="1" w:styleId="QuoteChar">
    <w:name w:val="Quote Char"/>
    <w:basedOn w:val="DefaultParagraphFont"/>
    <w:link w:val="Quote"/>
    <w:uiPriority w:val="4"/>
    <w:rsid w:val="00FA57E5"/>
    <w:rPr>
      <w:i/>
      <w:iCs/>
      <w:color w:val="7F7F7F" w:themeColor="text1" w:themeTint="80"/>
      <w:lang w:val="en-US"/>
    </w:rPr>
  </w:style>
  <w:style w:type="paragraph" w:styleId="Caption">
    <w:name w:val="caption"/>
    <w:basedOn w:val="Normal"/>
    <w:next w:val="Normal"/>
    <w:uiPriority w:val="35"/>
    <w:unhideWhenUsed/>
    <w:qFormat/>
    <w:rsid w:val="00FA57E5"/>
    <w:pPr>
      <w:spacing w:after="200"/>
    </w:pPr>
    <w:rPr>
      <w:b/>
      <w:bCs/>
      <w:sz w:val="18"/>
      <w:szCs w:val="18"/>
    </w:rPr>
  </w:style>
  <w:style w:type="paragraph" w:styleId="NoSpacing">
    <w:name w:val="No Spacing"/>
    <w:basedOn w:val="Normal"/>
    <w:link w:val="NoSpacingChar"/>
    <w:uiPriority w:val="1"/>
    <w:semiHidden/>
    <w:unhideWhenUsed/>
    <w:rsid w:val="00D570EB"/>
  </w:style>
  <w:style w:type="character" w:customStyle="1" w:styleId="NoSpacingChar">
    <w:name w:val="No Spacing Char"/>
    <w:basedOn w:val="DefaultParagraphFont"/>
    <w:link w:val="NoSpacing"/>
    <w:uiPriority w:val="1"/>
    <w:semiHidden/>
    <w:rsid w:val="009F5741"/>
    <w:rPr>
      <w:lang w:val="en-US"/>
    </w:rPr>
  </w:style>
  <w:style w:type="paragraph" w:styleId="ListParagraph">
    <w:name w:val="List Paragraph"/>
    <w:basedOn w:val="Normal"/>
    <w:uiPriority w:val="34"/>
    <w:qFormat/>
    <w:rsid w:val="00FA57E5"/>
    <w:pPr>
      <w:ind w:left="720"/>
      <w:contextualSpacing/>
    </w:pPr>
  </w:style>
  <w:style w:type="paragraph" w:styleId="IntenseQuote">
    <w:name w:val="Intense Quote"/>
    <w:basedOn w:val="Normal"/>
    <w:next w:val="BodyText"/>
    <w:link w:val="IntenseQuoteChar"/>
    <w:uiPriority w:val="30"/>
    <w:qFormat/>
    <w:rsid w:val="00FA57E5"/>
    <w:pPr>
      <w:spacing w:before="200" w:after="280"/>
      <w:ind w:left="936" w:right="936"/>
    </w:pPr>
    <w:rPr>
      <w:rFonts w:asciiTheme="minorHAnsi" w:hAnsiTheme="minorHAnsi"/>
      <w:b/>
      <w:bCs/>
      <w:i/>
      <w:iCs/>
      <w:color w:val="305F7B" w:themeColor="accent1"/>
      <w:lang w:val="en-US"/>
    </w:rPr>
  </w:style>
  <w:style w:type="character" w:customStyle="1" w:styleId="IntenseQuoteChar">
    <w:name w:val="Intense Quote Char"/>
    <w:basedOn w:val="DefaultParagraphFont"/>
    <w:link w:val="IntenseQuote"/>
    <w:uiPriority w:val="30"/>
    <w:rsid w:val="00FA57E5"/>
    <w:rPr>
      <w:b/>
      <w:bCs/>
      <w:i/>
      <w:iCs/>
      <w:color w:val="305F7B" w:themeColor="accent1"/>
      <w:lang w:val="en-US"/>
    </w:rPr>
  </w:style>
  <w:style w:type="character" w:styleId="SubtleReference">
    <w:name w:val="Subtle Reference"/>
    <w:uiPriority w:val="31"/>
    <w:semiHidden/>
    <w:unhideWhenUsed/>
    <w:rsid w:val="00D570EB"/>
    <w:rPr>
      <w:smallCaps/>
      <w:color w:val="B72331" w:themeColor="accent2"/>
      <w:u w:val="single"/>
    </w:rPr>
  </w:style>
  <w:style w:type="character" w:styleId="IntenseReference">
    <w:name w:val="Intense Reference"/>
    <w:uiPriority w:val="32"/>
    <w:semiHidden/>
    <w:unhideWhenUsed/>
    <w:rsid w:val="00D570EB"/>
    <w:rPr>
      <w:b/>
      <w:bCs/>
      <w:smallCaps/>
      <w:color w:val="B72331" w:themeColor="accent2"/>
      <w:spacing w:val="5"/>
      <w:u w:val="single"/>
    </w:rPr>
  </w:style>
  <w:style w:type="character" w:styleId="BookTitle">
    <w:name w:val="Book Title"/>
    <w:uiPriority w:val="33"/>
    <w:semiHidden/>
    <w:rsid w:val="00D570EB"/>
    <w:rPr>
      <w:b/>
      <w:bCs/>
      <w:smallCaps/>
      <w:spacing w:val="5"/>
    </w:rPr>
  </w:style>
  <w:style w:type="paragraph" w:styleId="Bibliography">
    <w:name w:val="Bibliography"/>
    <w:basedOn w:val="Normal"/>
    <w:next w:val="BodyText"/>
    <w:uiPriority w:val="37"/>
    <w:unhideWhenUsed/>
    <w:rsid w:val="00B27E08"/>
  </w:style>
  <w:style w:type="character" w:styleId="FollowedHyperlink">
    <w:name w:val="FollowedHyperlink"/>
    <w:basedOn w:val="DefaultParagraphFont"/>
    <w:uiPriority w:val="99"/>
    <w:semiHidden/>
    <w:unhideWhenUsed/>
    <w:rsid w:val="00131413"/>
    <w:rPr>
      <w:color w:val="6092B6" w:themeColor="followedHyperlink"/>
      <w:u w:val="single"/>
    </w:rPr>
  </w:style>
  <w:style w:type="paragraph" w:styleId="Footer">
    <w:name w:val="footer"/>
    <w:basedOn w:val="Normal"/>
    <w:link w:val="FooterChar"/>
    <w:uiPriority w:val="19"/>
    <w:qFormat/>
    <w:rsid w:val="00FA57E5"/>
    <w:pPr>
      <w:tabs>
        <w:tab w:val="center" w:pos="4536"/>
        <w:tab w:val="right" w:pos="9072"/>
      </w:tabs>
    </w:pPr>
    <w:rPr>
      <w:sz w:val="18"/>
      <w:lang w:val="en-US"/>
    </w:rPr>
  </w:style>
  <w:style w:type="character" w:customStyle="1" w:styleId="FooterChar">
    <w:name w:val="Footer Char"/>
    <w:basedOn w:val="DefaultParagraphFont"/>
    <w:link w:val="Footer"/>
    <w:uiPriority w:val="19"/>
    <w:rsid w:val="00FA57E5"/>
    <w:rPr>
      <w:rFonts w:ascii="Calibri" w:hAnsi="Calibri"/>
      <w:sz w:val="18"/>
      <w:lang w:val="en-US"/>
    </w:rPr>
  </w:style>
  <w:style w:type="character" w:styleId="PlaceholderText">
    <w:name w:val="Placeholder Text"/>
    <w:basedOn w:val="DefaultParagraphFont"/>
    <w:uiPriority w:val="99"/>
    <w:semiHidden/>
    <w:rsid w:val="00AD7923"/>
    <w:rPr>
      <w:color w:val="808080"/>
    </w:rPr>
  </w:style>
  <w:style w:type="table" w:styleId="TableGrid">
    <w:name w:val="Table Grid"/>
    <w:basedOn w:val="TableNormal"/>
    <w:uiPriority w:val="59"/>
    <w:rsid w:val="003B064F"/>
    <w:rPr>
      <w:rFonts w:ascii="Arial Narrow" w:eastAsiaTheme="minorEastAsia" w:hAnsi="Arial Narrow"/>
      <w:sz w:val="20"/>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rFonts w:ascii="Arial Narrow" w:hAnsi="Arial Narrow"/>
        <w:b/>
        <w:sz w:val="20"/>
      </w:rPr>
    </w:tblStylePr>
  </w:style>
  <w:style w:type="paragraph" w:styleId="BodyText">
    <w:name w:val="Body Text"/>
    <w:basedOn w:val="Normal"/>
    <w:link w:val="BodyTextChar"/>
    <w:qFormat/>
    <w:rsid w:val="00FA57E5"/>
    <w:pPr>
      <w:spacing w:before="120" w:after="120"/>
    </w:pPr>
    <w:rPr>
      <w:lang w:val="en-US"/>
    </w:rPr>
  </w:style>
  <w:style w:type="table" w:styleId="LightList-Accent1">
    <w:name w:val="Light List Accent 1"/>
    <w:basedOn w:val="TableNormal"/>
    <w:uiPriority w:val="61"/>
    <w:rsid w:val="00CC406E"/>
    <w:tblPr>
      <w:tblStyleRowBandSize w:val="1"/>
      <w:tblStyleColBandSize w:val="1"/>
      <w:tblInd w:w="0" w:type="dxa"/>
      <w:tblBorders>
        <w:top w:val="single" w:sz="8" w:space="0" w:color="305F7B" w:themeColor="accent1"/>
        <w:left w:val="single" w:sz="8" w:space="0" w:color="305F7B" w:themeColor="accent1"/>
        <w:bottom w:val="single" w:sz="8" w:space="0" w:color="305F7B" w:themeColor="accent1"/>
        <w:right w:val="single" w:sz="8" w:space="0" w:color="305F7B"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305F7B" w:themeFill="accent1"/>
      </w:tcPr>
    </w:tblStylePr>
    <w:tblStylePr w:type="lastRow">
      <w:pPr>
        <w:spacing w:before="0" w:after="0" w:line="240" w:lineRule="auto"/>
      </w:pPr>
      <w:rPr>
        <w:b/>
        <w:bCs/>
      </w:rPr>
      <w:tblPr/>
      <w:tcPr>
        <w:tcBorders>
          <w:top w:val="double" w:sz="6" w:space="0" w:color="305F7B" w:themeColor="accent1"/>
          <w:left w:val="single" w:sz="8" w:space="0" w:color="305F7B" w:themeColor="accent1"/>
          <w:bottom w:val="single" w:sz="8" w:space="0" w:color="305F7B" w:themeColor="accent1"/>
          <w:right w:val="single" w:sz="8" w:space="0" w:color="305F7B" w:themeColor="accent1"/>
        </w:tcBorders>
      </w:tcPr>
    </w:tblStylePr>
    <w:tblStylePr w:type="firstCol">
      <w:rPr>
        <w:b/>
        <w:bCs/>
      </w:rPr>
    </w:tblStylePr>
    <w:tblStylePr w:type="lastCol">
      <w:rPr>
        <w:b/>
        <w:bCs/>
      </w:rPr>
    </w:tblStylePr>
    <w:tblStylePr w:type="band1Vert">
      <w:tblPr/>
      <w:tcPr>
        <w:tcBorders>
          <w:top w:val="single" w:sz="8" w:space="0" w:color="305F7B" w:themeColor="accent1"/>
          <w:left w:val="single" w:sz="8" w:space="0" w:color="305F7B" w:themeColor="accent1"/>
          <w:bottom w:val="single" w:sz="8" w:space="0" w:color="305F7B" w:themeColor="accent1"/>
          <w:right w:val="single" w:sz="8" w:space="0" w:color="305F7B" w:themeColor="accent1"/>
        </w:tcBorders>
      </w:tcPr>
    </w:tblStylePr>
    <w:tblStylePr w:type="band1Horz">
      <w:tblPr/>
      <w:tcPr>
        <w:tcBorders>
          <w:top w:val="single" w:sz="8" w:space="0" w:color="305F7B" w:themeColor="accent1"/>
          <w:left w:val="single" w:sz="8" w:space="0" w:color="305F7B" w:themeColor="accent1"/>
          <w:bottom w:val="single" w:sz="8" w:space="0" w:color="305F7B" w:themeColor="accent1"/>
          <w:right w:val="single" w:sz="8" w:space="0" w:color="305F7B" w:themeColor="accent1"/>
        </w:tcBorders>
      </w:tcPr>
    </w:tblStylePr>
  </w:style>
  <w:style w:type="character" w:customStyle="1" w:styleId="BodyTextChar">
    <w:name w:val="Body Text Char"/>
    <w:basedOn w:val="DefaultParagraphFont"/>
    <w:link w:val="BodyText"/>
    <w:rsid w:val="00FA57E5"/>
    <w:rPr>
      <w:rFonts w:ascii="Calibri" w:hAnsi="Calibri"/>
      <w:lang w:val="en-US"/>
    </w:rPr>
  </w:style>
  <w:style w:type="paragraph" w:customStyle="1" w:styleId="Confidential">
    <w:name w:val="Confidential"/>
    <w:basedOn w:val="Normal"/>
    <w:link w:val="ConfidentialChar"/>
    <w:uiPriority w:val="14"/>
    <w:semiHidden/>
    <w:rsid w:val="00831F54"/>
    <w:pPr>
      <w:numPr>
        <w:ilvl w:val="1"/>
      </w:numPr>
      <w:spacing w:before="240" w:after="120"/>
      <w:contextualSpacing/>
    </w:pPr>
    <w:rPr>
      <w:rFonts w:ascii="Arial Black" w:eastAsiaTheme="majorEastAsia" w:hAnsi="Arial Black" w:cstheme="majorBidi"/>
      <w:b/>
      <w:iCs/>
      <w:caps/>
      <w:color w:val="B72331" w:themeColor="accent2"/>
      <w:kern w:val="28"/>
      <w:sz w:val="18"/>
      <w:szCs w:val="24"/>
    </w:rPr>
  </w:style>
  <w:style w:type="character" w:customStyle="1" w:styleId="ConfidentialChar">
    <w:name w:val="Confidential Char"/>
    <w:basedOn w:val="DefaultParagraphFont"/>
    <w:link w:val="Confidential"/>
    <w:uiPriority w:val="14"/>
    <w:semiHidden/>
    <w:rsid w:val="00B54C23"/>
    <w:rPr>
      <w:rFonts w:ascii="Arial Black" w:eastAsiaTheme="majorEastAsia" w:hAnsi="Arial Black" w:cstheme="majorBidi"/>
      <w:b/>
      <w:iCs/>
      <w:caps/>
      <w:color w:val="B72331" w:themeColor="accent2"/>
      <w:kern w:val="28"/>
      <w:sz w:val="18"/>
      <w:szCs w:val="24"/>
      <w:lang w:val="en-US"/>
    </w:rPr>
  </w:style>
  <w:style w:type="numbering" w:customStyle="1" w:styleId="HMSHeadings">
    <w:name w:val="HMS Headings"/>
    <w:uiPriority w:val="99"/>
    <w:rsid w:val="00D6614A"/>
    <w:pPr>
      <w:numPr>
        <w:numId w:val="1"/>
      </w:numPr>
    </w:pPr>
  </w:style>
  <w:style w:type="paragraph" w:customStyle="1" w:styleId="Section2">
    <w:name w:val="Section 2"/>
    <w:basedOn w:val="Section1"/>
    <w:next w:val="BodyText"/>
    <w:link w:val="Section2Char"/>
    <w:uiPriority w:val="9"/>
    <w:qFormat/>
    <w:rsid w:val="00FA57E5"/>
    <w:pPr>
      <w:spacing w:before="240"/>
    </w:pPr>
    <w:rPr>
      <w:sz w:val="28"/>
    </w:rPr>
  </w:style>
  <w:style w:type="paragraph" w:customStyle="1" w:styleId="Section3">
    <w:name w:val="Section 3"/>
    <w:basedOn w:val="Section2"/>
    <w:next w:val="BodyText"/>
    <w:link w:val="Section3Char"/>
    <w:uiPriority w:val="9"/>
    <w:qFormat/>
    <w:rsid w:val="00FA57E5"/>
    <w:rPr>
      <w:sz w:val="24"/>
    </w:rPr>
  </w:style>
  <w:style w:type="character" w:customStyle="1" w:styleId="Section1Char">
    <w:name w:val="Section 1 Char"/>
    <w:basedOn w:val="DefaultParagraphFont"/>
    <w:link w:val="Section1"/>
    <w:uiPriority w:val="9"/>
    <w:rsid w:val="00FA57E5"/>
    <w:rPr>
      <w:rFonts w:ascii="Arial" w:eastAsia="Times New Roman" w:hAnsi="Arial" w:cstheme="majorHAnsi"/>
      <w:b/>
      <w:kern w:val="28"/>
      <w:sz w:val="36"/>
      <w:szCs w:val="36"/>
      <w:lang w:val="en-US"/>
    </w:rPr>
  </w:style>
  <w:style w:type="character" w:customStyle="1" w:styleId="Section2Char">
    <w:name w:val="Section 2 Char"/>
    <w:basedOn w:val="Section1Char"/>
    <w:link w:val="Section2"/>
    <w:uiPriority w:val="9"/>
    <w:rsid w:val="00FA57E5"/>
    <w:rPr>
      <w:rFonts w:ascii="Arial" w:eastAsia="Times New Roman" w:hAnsi="Arial" w:cstheme="majorHAnsi"/>
      <w:b/>
      <w:kern w:val="28"/>
      <w:sz w:val="28"/>
      <w:szCs w:val="36"/>
      <w:lang w:val="en-US"/>
    </w:rPr>
  </w:style>
  <w:style w:type="paragraph" w:customStyle="1" w:styleId="Section4">
    <w:name w:val="Section 4"/>
    <w:basedOn w:val="Section3"/>
    <w:next w:val="BodyText"/>
    <w:link w:val="Section4Char"/>
    <w:uiPriority w:val="9"/>
    <w:qFormat/>
    <w:rsid w:val="00FA57E5"/>
  </w:style>
  <w:style w:type="character" w:customStyle="1" w:styleId="Section3Char">
    <w:name w:val="Section 3 Char"/>
    <w:basedOn w:val="Section2Char"/>
    <w:link w:val="Section3"/>
    <w:uiPriority w:val="9"/>
    <w:rsid w:val="00FA57E5"/>
    <w:rPr>
      <w:rFonts w:ascii="Arial" w:eastAsia="Times New Roman" w:hAnsi="Arial" w:cstheme="majorHAnsi"/>
      <w:b/>
      <w:kern w:val="28"/>
      <w:sz w:val="24"/>
      <w:szCs w:val="36"/>
      <w:lang w:val="en-US"/>
    </w:rPr>
  </w:style>
  <w:style w:type="table" w:styleId="LightShading-Accent1">
    <w:name w:val="Light Shading Accent 1"/>
    <w:basedOn w:val="TableNormal"/>
    <w:uiPriority w:val="60"/>
    <w:rsid w:val="00C40137"/>
    <w:rPr>
      <w:color w:val="24465C" w:themeColor="accent1" w:themeShade="BF"/>
    </w:rPr>
    <w:tblPr>
      <w:tblStyleRowBandSize w:val="1"/>
      <w:tblStyleColBandSize w:val="1"/>
      <w:tblInd w:w="0" w:type="dxa"/>
      <w:tblBorders>
        <w:top w:val="single" w:sz="8" w:space="0" w:color="305F7B" w:themeColor="accent1"/>
        <w:bottom w:val="single" w:sz="8" w:space="0" w:color="305F7B"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305F7B" w:themeColor="accent1"/>
          <w:left w:val="nil"/>
          <w:bottom w:val="single" w:sz="8" w:space="0" w:color="305F7B" w:themeColor="accent1"/>
          <w:right w:val="nil"/>
          <w:insideH w:val="nil"/>
          <w:insideV w:val="nil"/>
        </w:tcBorders>
      </w:tcPr>
    </w:tblStylePr>
    <w:tblStylePr w:type="lastRow">
      <w:pPr>
        <w:spacing w:before="0" w:after="0" w:line="240" w:lineRule="auto"/>
      </w:pPr>
      <w:rPr>
        <w:b/>
        <w:bCs/>
      </w:rPr>
      <w:tblPr/>
      <w:tcPr>
        <w:tcBorders>
          <w:top w:val="single" w:sz="8" w:space="0" w:color="305F7B" w:themeColor="accent1"/>
          <w:left w:val="nil"/>
          <w:bottom w:val="single" w:sz="8" w:space="0" w:color="305F7B"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2D9E7" w:themeFill="accent1" w:themeFillTint="3F"/>
      </w:tcPr>
    </w:tblStylePr>
    <w:tblStylePr w:type="band1Horz">
      <w:tblPr/>
      <w:tcPr>
        <w:tcBorders>
          <w:left w:val="nil"/>
          <w:right w:val="nil"/>
          <w:insideH w:val="nil"/>
          <w:insideV w:val="nil"/>
        </w:tcBorders>
        <w:shd w:val="clear" w:color="auto" w:fill="C2D9E7" w:themeFill="accent1" w:themeFillTint="3F"/>
      </w:tcPr>
    </w:tblStylePr>
  </w:style>
  <w:style w:type="character" w:customStyle="1" w:styleId="Section4Char">
    <w:name w:val="Section 4 Char"/>
    <w:basedOn w:val="Section3Char"/>
    <w:link w:val="Section4"/>
    <w:uiPriority w:val="9"/>
    <w:rsid w:val="00FA57E5"/>
    <w:rPr>
      <w:rFonts w:ascii="Arial" w:eastAsia="Times New Roman" w:hAnsi="Arial" w:cstheme="majorHAnsi"/>
      <w:b/>
      <w:kern w:val="28"/>
      <w:sz w:val="24"/>
      <w:szCs w:val="36"/>
      <w:lang w:val="en-US"/>
    </w:rPr>
  </w:style>
  <w:style w:type="table" w:styleId="MediumShading1-Accent1">
    <w:name w:val="Medium Shading 1 Accent 1"/>
    <w:basedOn w:val="TableNormal"/>
    <w:uiPriority w:val="63"/>
    <w:rsid w:val="00C40137"/>
    <w:tblPr>
      <w:tblStyleRowBandSize w:val="1"/>
      <w:tblStyleColBandSize w:val="1"/>
      <w:tblInd w:w="0" w:type="dxa"/>
      <w:tblBorders>
        <w:top w:val="single" w:sz="8" w:space="0" w:color="488DB7" w:themeColor="accent1" w:themeTint="BF"/>
        <w:left w:val="single" w:sz="8" w:space="0" w:color="488DB7" w:themeColor="accent1" w:themeTint="BF"/>
        <w:bottom w:val="single" w:sz="8" w:space="0" w:color="488DB7" w:themeColor="accent1" w:themeTint="BF"/>
        <w:right w:val="single" w:sz="8" w:space="0" w:color="488DB7" w:themeColor="accent1" w:themeTint="BF"/>
        <w:insideH w:val="single" w:sz="8" w:space="0" w:color="488DB7"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88DB7" w:themeColor="accent1" w:themeTint="BF"/>
          <w:left w:val="single" w:sz="8" w:space="0" w:color="488DB7" w:themeColor="accent1" w:themeTint="BF"/>
          <w:bottom w:val="single" w:sz="8" w:space="0" w:color="488DB7" w:themeColor="accent1" w:themeTint="BF"/>
          <w:right w:val="single" w:sz="8" w:space="0" w:color="488DB7" w:themeColor="accent1" w:themeTint="BF"/>
          <w:insideH w:val="nil"/>
          <w:insideV w:val="nil"/>
        </w:tcBorders>
        <w:shd w:val="clear" w:color="auto" w:fill="305F7B" w:themeFill="accent1"/>
      </w:tcPr>
    </w:tblStylePr>
    <w:tblStylePr w:type="lastRow">
      <w:pPr>
        <w:spacing w:before="0" w:after="0" w:line="240" w:lineRule="auto"/>
      </w:pPr>
      <w:rPr>
        <w:b/>
        <w:bCs/>
      </w:rPr>
      <w:tblPr/>
      <w:tcPr>
        <w:tcBorders>
          <w:top w:val="double" w:sz="6" w:space="0" w:color="488DB7" w:themeColor="accent1" w:themeTint="BF"/>
          <w:left w:val="single" w:sz="8" w:space="0" w:color="488DB7" w:themeColor="accent1" w:themeTint="BF"/>
          <w:bottom w:val="single" w:sz="8" w:space="0" w:color="488DB7" w:themeColor="accent1" w:themeTint="BF"/>
          <w:right w:val="single" w:sz="8" w:space="0" w:color="488DB7" w:themeColor="accent1" w:themeTint="BF"/>
          <w:insideH w:val="nil"/>
          <w:insideV w:val="nil"/>
        </w:tcBorders>
      </w:tcPr>
    </w:tblStylePr>
    <w:tblStylePr w:type="firstCol">
      <w:rPr>
        <w:b/>
        <w:bCs/>
      </w:rPr>
    </w:tblStylePr>
    <w:tblStylePr w:type="lastCol">
      <w:rPr>
        <w:b/>
        <w:bCs/>
      </w:rPr>
    </w:tblStylePr>
    <w:tblStylePr w:type="band1Vert">
      <w:tblPr/>
      <w:tcPr>
        <w:shd w:val="clear" w:color="auto" w:fill="C2D9E7" w:themeFill="accent1" w:themeFillTint="3F"/>
      </w:tcPr>
    </w:tblStylePr>
    <w:tblStylePr w:type="band1Horz">
      <w:tblPr/>
      <w:tcPr>
        <w:tcBorders>
          <w:insideH w:val="nil"/>
          <w:insideV w:val="nil"/>
        </w:tcBorders>
        <w:shd w:val="clear" w:color="auto" w:fill="C2D9E7" w:themeFill="accent1" w:themeFillTint="3F"/>
      </w:tcPr>
    </w:tblStylePr>
    <w:tblStylePr w:type="band2Horz">
      <w:tblPr/>
      <w:tcPr>
        <w:tcBorders>
          <w:insideH w:val="nil"/>
          <w:insideV w:val="nil"/>
        </w:tcBorders>
      </w:tcPr>
    </w:tblStylePr>
  </w:style>
  <w:style w:type="table" w:styleId="LightGrid-Accent1">
    <w:name w:val="Light Grid Accent 1"/>
    <w:basedOn w:val="TableNormal"/>
    <w:uiPriority w:val="62"/>
    <w:rsid w:val="00C40137"/>
    <w:tblPr>
      <w:tblStyleRowBandSize w:val="1"/>
      <w:tblStyleColBandSize w:val="1"/>
      <w:tblInd w:w="0" w:type="dxa"/>
      <w:tblBorders>
        <w:top w:val="single" w:sz="8" w:space="0" w:color="305F7B" w:themeColor="accent1"/>
        <w:left w:val="single" w:sz="8" w:space="0" w:color="305F7B" w:themeColor="accent1"/>
        <w:bottom w:val="single" w:sz="8" w:space="0" w:color="305F7B" w:themeColor="accent1"/>
        <w:right w:val="single" w:sz="8" w:space="0" w:color="305F7B" w:themeColor="accent1"/>
        <w:insideH w:val="single" w:sz="8" w:space="0" w:color="305F7B" w:themeColor="accent1"/>
        <w:insideV w:val="single" w:sz="8" w:space="0" w:color="305F7B"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305F7B" w:themeColor="accent1"/>
          <w:left w:val="single" w:sz="8" w:space="0" w:color="305F7B" w:themeColor="accent1"/>
          <w:bottom w:val="single" w:sz="18" w:space="0" w:color="305F7B" w:themeColor="accent1"/>
          <w:right w:val="single" w:sz="8" w:space="0" w:color="305F7B" w:themeColor="accent1"/>
          <w:insideH w:val="nil"/>
          <w:insideV w:val="single" w:sz="8" w:space="0" w:color="305F7B"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05F7B" w:themeColor="accent1"/>
          <w:left w:val="single" w:sz="8" w:space="0" w:color="305F7B" w:themeColor="accent1"/>
          <w:bottom w:val="single" w:sz="8" w:space="0" w:color="305F7B" w:themeColor="accent1"/>
          <w:right w:val="single" w:sz="8" w:space="0" w:color="305F7B" w:themeColor="accent1"/>
          <w:insideH w:val="nil"/>
          <w:insideV w:val="single" w:sz="8" w:space="0" w:color="305F7B"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05F7B" w:themeColor="accent1"/>
          <w:left w:val="single" w:sz="8" w:space="0" w:color="305F7B" w:themeColor="accent1"/>
          <w:bottom w:val="single" w:sz="8" w:space="0" w:color="305F7B" w:themeColor="accent1"/>
          <w:right w:val="single" w:sz="8" w:space="0" w:color="305F7B" w:themeColor="accent1"/>
        </w:tcBorders>
      </w:tcPr>
    </w:tblStylePr>
    <w:tblStylePr w:type="band1Vert">
      <w:tblPr/>
      <w:tcPr>
        <w:tcBorders>
          <w:top w:val="single" w:sz="8" w:space="0" w:color="305F7B" w:themeColor="accent1"/>
          <w:left w:val="single" w:sz="8" w:space="0" w:color="305F7B" w:themeColor="accent1"/>
          <w:bottom w:val="single" w:sz="8" w:space="0" w:color="305F7B" w:themeColor="accent1"/>
          <w:right w:val="single" w:sz="8" w:space="0" w:color="305F7B" w:themeColor="accent1"/>
        </w:tcBorders>
        <w:shd w:val="clear" w:color="auto" w:fill="C2D9E7" w:themeFill="accent1" w:themeFillTint="3F"/>
      </w:tcPr>
    </w:tblStylePr>
    <w:tblStylePr w:type="band1Horz">
      <w:tblPr/>
      <w:tcPr>
        <w:tcBorders>
          <w:top w:val="single" w:sz="8" w:space="0" w:color="305F7B" w:themeColor="accent1"/>
          <w:left w:val="single" w:sz="8" w:space="0" w:color="305F7B" w:themeColor="accent1"/>
          <w:bottom w:val="single" w:sz="8" w:space="0" w:color="305F7B" w:themeColor="accent1"/>
          <w:right w:val="single" w:sz="8" w:space="0" w:color="305F7B" w:themeColor="accent1"/>
          <w:insideV w:val="single" w:sz="8" w:space="0" w:color="305F7B" w:themeColor="accent1"/>
        </w:tcBorders>
        <w:shd w:val="clear" w:color="auto" w:fill="C2D9E7" w:themeFill="accent1" w:themeFillTint="3F"/>
      </w:tcPr>
    </w:tblStylePr>
    <w:tblStylePr w:type="band2Horz">
      <w:tblPr/>
      <w:tcPr>
        <w:tcBorders>
          <w:top w:val="single" w:sz="8" w:space="0" w:color="305F7B" w:themeColor="accent1"/>
          <w:left w:val="single" w:sz="8" w:space="0" w:color="305F7B" w:themeColor="accent1"/>
          <w:bottom w:val="single" w:sz="8" w:space="0" w:color="305F7B" w:themeColor="accent1"/>
          <w:right w:val="single" w:sz="8" w:space="0" w:color="305F7B" w:themeColor="accent1"/>
          <w:insideV w:val="single" w:sz="8" w:space="0" w:color="305F7B" w:themeColor="accent1"/>
        </w:tcBorders>
      </w:tcPr>
    </w:tblStylePr>
  </w:style>
  <w:style w:type="table" w:styleId="LightGrid-Accent5">
    <w:name w:val="Light Grid Accent 5"/>
    <w:basedOn w:val="TableNormal"/>
    <w:uiPriority w:val="62"/>
    <w:rsid w:val="00C40137"/>
    <w:tblPr>
      <w:tblStyleRowBandSize w:val="1"/>
      <w:tblStyleColBandSize w:val="1"/>
      <w:tblInd w:w="0" w:type="dxa"/>
      <w:tblBorders>
        <w:top w:val="single" w:sz="8" w:space="0" w:color="6092B6" w:themeColor="accent5"/>
        <w:left w:val="single" w:sz="8" w:space="0" w:color="6092B6" w:themeColor="accent5"/>
        <w:bottom w:val="single" w:sz="8" w:space="0" w:color="6092B6" w:themeColor="accent5"/>
        <w:right w:val="single" w:sz="8" w:space="0" w:color="6092B6" w:themeColor="accent5"/>
        <w:insideH w:val="single" w:sz="8" w:space="0" w:color="6092B6" w:themeColor="accent5"/>
        <w:insideV w:val="single" w:sz="8" w:space="0" w:color="6092B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6092B6" w:themeColor="accent5"/>
          <w:left w:val="single" w:sz="8" w:space="0" w:color="6092B6" w:themeColor="accent5"/>
          <w:bottom w:val="single" w:sz="18" w:space="0" w:color="6092B6" w:themeColor="accent5"/>
          <w:right w:val="single" w:sz="8" w:space="0" w:color="6092B6" w:themeColor="accent5"/>
          <w:insideH w:val="nil"/>
          <w:insideV w:val="single" w:sz="8" w:space="0" w:color="6092B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092B6" w:themeColor="accent5"/>
          <w:left w:val="single" w:sz="8" w:space="0" w:color="6092B6" w:themeColor="accent5"/>
          <w:bottom w:val="single" w:sz="8" w:space="0" w:color="6092B6" w:themeColor="accent5"/>
          <w:right w:val="single" w:sz="8" w:space="0" w:color="6092B6" w:themeColor="accent5"/>
          <w:insideH w:val="nil"/>
          <w:insideV w:val="single" w:sz="8" w:space="0" w:color="6092B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092B6" w:themeColor="accent5"/>
          <w:left w:val="single" w:sz="8" w:space="0" w:color="6092B6" w:themeColor="accent5"/>
          <w:bottom w:val="single" w:sz="8" w:space="0" w:color="6092B6" w:themeColor="accent5"/>
          <w:right w:val="single" w:sz="8" w:space="0" w:color="6092B6" w:themeColor="accent5"/>
        </w:tcBorders>
      </w:tcPr>
    </w:tblStylePr>
    <w:tblStylePr w:type="band1Vert">
      <w:tblPr/>
      <w:tcPr>
        <w:tcBorders>
          <w:top w:val="single" w:sz="8" w:space="0" w:color="6092B6" w:themeColor="accent5"/>
          <w:left w:val="single" w:sz="8" w:space="0" w:color="6092B6" w:themeColor="accent5"/>
          <w:bottom w:val="single" w:sz="8" w:space="0" w:color="6092B6" w:themeColor="accent5"/>
          <w:right w:val="single" w:sz="8" w:space="0" w:color="6092B6" w:themeColor="accent5"/>
        </w:tcBorders>
        <w:shd w:val="clear" w:color="auto" w:fill="D7E4ED" w:themeFill="accent5" w:themeFillTint="3F"/>
      </w:tcPr>
    </w:tblStylePr>
    <w:tblStylePr w:type="band1Horz">
      <w:tblPr/>
      <w:tcPr>
        <w:tcBorders>
          <w:top w:val="single" w:sz="8" w:space="0" w:color="6092B6" w:themeColor="accent5"/>
          <w:left w:val="single" w:sz="8" w:space="0" w:color="6092B6" w:themeColor="accent5"/>
          <w:bottom w:val="single" w:sz="8" w:space="0" w:color="6092B6" w:themeColor="accent5"/>
          <w:right w:val="single" w:sz="8" w:space="0" w:color="6092B6" w:themeColor="accent5"/>
          <w:insideV w:val="single" w:sz="8" w:space="0" w:color="6092B6" w:themeColor="accent5"/>
        </w:tcBorders>
        <w:shd w:val="clear" w:color="auto" w:fill="D7E4ED" w:themeFill="accent5" w:themeFillTint="3F"/>
      </w:tcPr>
    </w:tblStylePr>
    <w:tblStylePr w:type="band2Horz">
      <w:tblPr/>
      <w:tcPr>
        <w:tcBorders>
          <w:top w:val="single" w:sz="8" w:space="0" w:color="6092B6" w:themeColor="accent5"/>
          <w:left w:val="single" w:sz="8" w:space="0" w:color="6092B6" w:themeColor="accent5"/>
          <w:bottom w:val="single" w:sz="8" w:space="0" w:color="6092B6" w:themeColor="accent5"/>
          <w:right w:val="single" w:sz="8" w:space="0" w:color="6092B6" w:themeColor="accent5"/>
          <w:insideV w:val="single" w:sz="8" w:space="0" w:color="6092B6" w:themeColor="accent5"/>
        </w:tcBorders>
      </w:tcPr>
    </w:tblStylePr>
  </w:style>
  <w:style w:type="table" w:styleId="LightGrid-Accent6">
    <w:name w:val="Light Grid Accent 6"/>
    <w:basedOn w:val="TableNormal"/>
    <w:uiPriority w:val="62"/>
    <w:rsid w:val="00C40137"/>
    <w:tblPr>
      <w:tblStyleRowBandSize w:val="1"/>
      <w:tblStyleColBandSize w:val="1"/>
      <w:tblInd w:w="0" w:type="dxa"/>
      <w:tblBorders>
        <w:top w:val="single" w:sz="8" w:space="0" w:color="C3D4DD" w:themeColor="accent6"/>
        <w:left w:val="single" w:sz="8" w:space="0" w:color="C3D4DD" w:themeColor="accent6"/>
        <w:bottom w:val="single" w:sz="8" w:space="0" w:color="C3D4DD" w:themeColor="accent6"/>
        <w:right w:val="single" w:sz="8" w:space="0" w:color="C3D4DD" w:themeColor="accent6"/>
        <w:insideH w:val="single" w:sz="8" w:space="0" w:color="C3D4DD" w:themeColor="accent6"/>
        <w:insideV w:val="single" w:sz="8" w:space="0" w:color="C3D4DD"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3D4DD" w:themeColor="accent6"/>
          <w:left w:val="single" w:sz="8" w:space="0" w:color="C3D4DD" w:themeColor="accent6"/>
          <w:bottom w:val="single" w:sz="18" w:space="0" w:color="C3D4DD" w:themeColor="accent6"/>
          <w:right w:val="single" w:sz="8" w:space="0" w:color="C3D4DD" w:themeColor="accent6"/>
          <w:insideH w:val="nil"/>
          <w:insideV w:val="single" w:sz="8" w:space="0" w:color="C3D4DD"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3D4DD" w:themeColor="accent6"/>
          <w:left w:val="single" w:sz="8" w:space="0" w:color="C3D4DD" w:themeColor="accent6"/>
          <w:bottom w:val="single" w:sz="8" w:space="0" w:color="C3D4DD" w:themeColor="accent6"/>
          <w:right w:val="single" w:sz="8" w:space="0" w:color="C3D4DD" w:themeColor="accent6"/>
          <w:insideH w:val="nil"/>
          <w:insideV w:val="single" w:sz="8" w:space="0" w:color="C3D4D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3D4DD" w:themeColor="accent6"/>
          <w:left w:val="single" w:sz="8" w:space="0" w:color="C3D4DD" w:themeColor="accent6"/>
          <w:bottom w:val="single" w:sz="8" w:space="0" w:color="C3D4DD" w:themeColor="accent6"/>
          <w:right w:val="single" w:sz="8" w:space="0" w:color="C3D4DD" w:themeColor="accent6"/>
        </w:tcBorders>
      </w:tcPr>
    </w:tblStylePr>
    <w:tblStylePr w:type="band1Vert">
      <w:tblPr/>
      <w:tcPr>
        <w:tcBorders>
          <w:top w:val="single" w:sz="8" w:space="0" w:color="C3D4DD" w:themeColor="accent6"/>
          <w:left w:val="single" w:sz="8" w:space="0" w:color="C3D4DD" w:themeColor="accent6"/>
          <w:bottom w:val="single" w:sz="8" w:space="0" w:color="C3D4DD" w:themeColor="accent6"/>
          <w:right w:val="single" w:sz="8" w:space="0" w:color="C3D4DD" w:themeColor="accent6"/>
        </w:tcBorders>
        <w:shd w:val="clear" w:color="auto" w:fill="F0F4F6" w:themeFill="accent6" w:themeFillTint="3F"/>
      </w:tcPr>
    </w:tblStylePr>
    <w:tblStylePr w:type="band1Horz">
      <w:tblPr/>
      <w:tcPr>
        <w:tcBorders>
          <w:top w:val="single" w:sz="8" w:space="0" w:color="C3D4DD" w:themeColor="accent6"/>
          <w:left w:val="single" w:sz="8" w:space="0" w:color="C3D4DD" w:themeColor="accent6"/>
          <w:bottom w:val="single" w:sz="8" w:space="0" w:color="C3D4DD" w:themeColor="accent6"/>
          <w:right w:val="single" w:sz="8" w:space="0" w:color="C3D4DD" w:themeColor="accent6"/>
          <w:insideV w:val="single" w:sz="8" w:space="0" w:color="C3D4DD" w:themeColor="accent6"/>
        </w:tcBorders>
        <w:shd w:val="clear" w:color="auto" w:fill="F0F4F6" w:themeFill="accent6" w:themeFillTint="3F"/>
      </w:tcPr>
    </w:tblStylePr>
    <w:tblStylePr w:type="band2Horz">
      <w:tblPr/>
      <w:tcPr>
        <w:tcBorders>
          <w:top w:val="single" w:sz="8" w:space="0" w:color="C3D4DD" w:themeColor="accent6"/>
          <w:left w:val="single" w:sz="8" w:space="0" w:color="C3D4DD" w:themeColor="accent6"/>
          <w:bottom w:val="single" w:sz="8" w:space="0" w:color="C3D4DD" w:themeColor="accent6"/>
          <w:right w:val="single" w:sz="8" w:space="0" w:color="C3D4DD" w:themeColor="accent6"/>
          <w:insideV w:val="single" w:sz="8" w:space="0" w:color="C3D4DD" w:themeColor="accent6"/>
        </w:tcBorders>
      </w:tcPr>
    </w:tblStylePr>
  </w:style>
  <w:style w:type="table" w:customStyle="1" w:styleId="HMSTable">
    <w:name w:val="HMS Table"/>
    <w:basedOn w:val="TableNormal"/>
    <w:uiPriority w:val="99"/>
    <w:rsid w:val="00D6614A"/>
    <w:rPr>
      <w:rFonts w:ascii="Arial Narrow" w:hAnsi="Arial Narrow"/>
      <w:sz w:val="20"/>
    </w:rPr>
    <w:tblPr>
      <w:tblStyleRow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rPr>
      <w:cantSplit/>
    </w:trPr>
    <w:tblStylePr w:type="firstRow">
      <w:rPr>
        <w:rFonts w:ascii="Arial Narrow" w:hAnsi="Arial Narrow"/>
        <w:b/>
        <w:color w:val="FFFFFF" w:themeColor="background1"/>
        <w:sz w:val="20"/>
      </w:rPr>
      <w:tblPr/>
      <w:trPr>
        <w:tblHeader/>
      </w:trPr>
      <w:tcPr>
        <w:tcBorders>
          <w:top w:val="single" w:sz="4" w:space="0" w:color="000000" w:themeColor="text1"/>
          <w:left w:val="single" w:sz="4" w:space="0" w:color="000000" w:themeColor="text1"/>
          <w:bottom w:val="single" w:sz="4" w:space="0" w:color="000000" w:themeColor="text1"/>
          <w:right w:val="single" w:sz="4" w:space="0" w:color="000000" w:themeColor="text1"/>
          <w:insideH w:val="single" w:sz="6" w:space="0" w:color="000000" w:themeColor="text1"/>
          <w:insideV w:val="single" w:sz="6" w:space="0" w:color="000000" w:themeColor="text1"/>
          <w:tl2br w:val="nil"/>
          <w:tr2bl w:val="nil"/>
        </w:tcBorders>
        <w:shd w:val="clear" w:color="auto" w:fill="305F7B" w:themeFill="text2"/>
      </w:tcPr>
    </w:tblStylePr>
    <w:tblStylePr w:type="lastRow">
      <w:rPr>
        <w:b w:val="0"/>
      </w:rPr>
    </w:tblStylePr>
    <w:tblStylePr w:type="band1Horz">
      <w:tblPr/>
      <w:tcPr>
        <w:shd w:val="clear" w:color="auto" w:fill="E2EFF6"/>
      </w:tcPr>
    </w:tblStylePr>
  </w:style>
  <w:style w:type="paragraph" w:customStyle="1" w:styleId="Tabletext">
    <w:name w:val="Table text"/>
    <w:link w:val="TabletextChar"/>
    <w:uiPriority w:val="3"/>
    <w:qFormat/>
    <w:rsid w:val="00FA57E5"/>
    <w:pPr>
      <w:keepLines/>
      <w:spacing w:before="40" w:after="40"/>
    </w:pPr>
    <w:rPr>
      <w:rFonts w:ascii="Arial Narrow" w:hAnsi="Arial Narrow"/>
      <w:sz w:val="20"/>
      <w:lang w:val="en-US"/>
    </w:rPr>
  </w:style>
  <w:style w:type="character" w:customStyle="1" w:styleId="TabletextChar">
    <w:name w:val="Table text Char"/>
    <w:basedOn w:val="DefaultParagraphFont"/>
    <w:link w:val="Tabletext"/>
    <w:uiPriority w:val="3"/>
    <w:rsid w:val="00FA57E5"/>
    <w:rPr>
      <w:rFonts w:ascii="Arial Narrow" w:hAnsi="Arial Narrow"/>
      <w:sz w:val="20"/>
      <w:lang w:val="en-US"/>
    </w:rPr>
  </w:style>
  <w:style w:type="table" w:styleId="LightList-Accent5">
    <w:name w:val="Light List Accent 5"/>
    <w:basedOn w:val="TableNormal"/>
    <w:uiPriority w:val="61"/>
    <w:rsid w:val="00930545"/>
    <w:tblPr>
      <w:tblStyleRowBandSize w:val="1"/>
      <w:tblStyleColBandSize w:val="1"/>
      <w:tblInd w:w="0" w:type="dxa"/>
      <w:tblBorders>
        <w:top w:val="single" w:sz="8" w:space="0" w:color="6092B6" w:themeColor="accent5"/>
        <w:left w:val="single" w:sz="8" w:space="0" w:color="6092B6" w:themeColor="accent5"/>
        <w:bottom w:val="single" w:sz="8" w:space="0" w:color="6092B6" w:themeColor="accent5"/>
        <w:right w:val="single" w:sz="8" w:space="0" w:color="6092B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6092B6" w:themeFill="accent5"/>
      </w:tcPr>
    </w:tblStylePr>
    <w:tblStylePr w:type="lastRow">
      <w:pPr>
        <w:spacing w:before="0" w:after="0" w:line="240" w:lineRule="auto"/>
      </w:pPr>
      <w:rPr>
        <w:b/>
        <w:bCs/>
      </w:rPr>
      <w:tblPr/>
      <w:tcPr>
        <w:tcBorders>
          <w:top w:val="double" w:sz="6" w:space="0" w:color="6092B6" w:themeColor="accent5"/>
          <w:left w:val="single" w:sz="8" w:space="0" w:color="6092B6" w:themeColor="accent5"/>
          <w:bottom w:val="single" w:sz="8" w:space="0" w:color="6092B6" w:themeColor="accent5"/>
          <w:right w:val="single" w:sz="8" w:space="0" w:color="6092B6" w:themeColor="accent5"/>
        </w:tcBorders>
      </w:tcPr>
    </w:tblStylePr>
    <w:tblStylePr w:type="firstCol">
      <w:rPr>
        <w:b/>
        <w:bCs/>
      </w:rPr>
    </w:tblStylePr>
    <w:tblStylePr w:type="lastCol">
      <w:rPr>
        <w:b/>
        <w:bCs/>
      </w:rPr>
    </w:tblStylePr>
    <w:tblStylePr w:type="band1Vert">
      <w:tblPr/>
      <w:tcPr>
        <w:tcBorders>
          <w:top w:val="single" w:sz="8" w:space="0" w:color="6092B6" w:themeColor="accent5"/>
          <w:left w:val="single" w:sz="8" w:space="0" w:color="6092B6" w:themeColor="accent5"/>
          <w:bottom w:val="single" w:sz="8" w:space="0" w:color="6092B6" w:themeColor="accent5"/>
          <w:right w:val="single" w:sz="8" w:space="0" w:color="6092B6" w:themeColor="accent5"/>
        </w:tcBorders>
      </w:tcPr>
    </w:tblStylePr>
    <w:tblStylePr w:type="band1Horz">
      <w:tblPr/>
      <w:tcPr>
        <w:tcBorders>
          <w:top w:val="single" w:sz="8" w:space="0" w:color="6092B6" w:themeColor="accent5"/>
          <w:left w:val="single" w:sz="8" w:space="0" w:color="6092B6" w:themeColor="accent5"/>
          <w:bottom w:val="single" w:sz="8" w:space="0" w:color="6092B6" w:themeColor="accent5"/>
          <w:right w:val="single" w:sz="8" w:space="0" w:color="6092B6" w:themeColor="accent5"/>
        </w:tcBorders>
      </w:tcPr>
    </w:tblStylePr>
  </w:style>
  <w:style w:type="paragraph" w:styleId="Index1">
    <w:name w:val="index 1"/>
    <w:basedOn w:val="Normal"/>
    <w:next w:val="Normal"/>
    <w:autoRedefine/>
    <w:uiPriority w:val="99"/>
    <w:semiHidden/>
    <w:unhideWhenUsed/>
    <w:rsid w:val="00EA7E7C"/>
    <w:pPr>
      <w:ind w:left="220" w:hanging="220"/>
    </w:pPr>
  </w:style>
  <w:style w:type="character" w:styleId="CommentReference">
    <w:name w:val="annotation reference"/>
    <w:basedOn w:val="DefaultParagraphFont"/>
    <w:uiPriority w:val="99"/>
    <w:semiHidden/>
    <w:unhideWhenUsed/>
    <w:rsid w:val="00D05BB8"/>
    <w:rPr>
      <w:sz w:val="16"/>
      <w:szCs w:val="16"/>
    </w:rPr>
  </w:style>
  <w:style w:type="paragraph" w:styleId="CommentText">
    <w:name w:val="annotation text"/>
    <w:basedOn w:val="Normal"/>
    <w:link w:val="CommentTextChar"/>
    <w:uiPriority w:val="99"/>
    <w:semiHidden/>
    <w:unhideWhenUsed/>
    <w:rsid w:val="00D05BB8"/>
    <w:rPr>
      <w:sz w:val="20"/>
      <w:szCs w:val="20"/>
    </w:rPr>
  </w:style>
  <w:style w:type="character" w:customStyle="1" w:styleId="CommentTextChar">
    <w:name w:val="Comment Text Char"/>
    <w:basedOn w:val="DefaultParagraphFont"/>
    <w:link w:val="CommentText"/>
    <w:uiPriority w:val="99"/>
    <w:semiHidden/>
    <w:rsid w:val="00D05BB8"/>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D05BB8"/>
    <w:rPr>
      <w:b/>
      <w:bCs/>
    </w:rPr>
  </w:style>
  <w:style w:type="character" w:customStyle="1" w:styleId="CommentSubjectChar">
    <w:name w:val="Comment Subject Char"/>
    <w:basedOn w:val="CommentTextChar"/>
    <w:link w:val="CommentSubject"/>
    <w:uiPriority w:val="99"/>
    <w:semiHidden/>
    <w:rsid w:val="00D05BB8"/>
    <w:rPr>
      <w:rFonts w:ascii="Calibri" w:hAnsi="Calibri"/>
      <w:b/>
      <w:bCs/>
      <w:sz w:val="20"/>
      <w:szCs w:val="20"/>
    </w:rPr>
  </w:style>
  <w:style w:type="table" w:styleId="TableGridLight">
    <w:name w:val="Grid Table Light"/>
    <w:basedOn w:val="TableNormal"/>
    <w:uiPriority w:val="40"/>
    <w:rsid w:val="003264BA"/>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NormalWeb">
    <w:name w:val="Normal (Web)"/>
    <w:basedOn w:val="Normal"/>
    <w:uiPriority w:val="99"/>
    <w:semiHidden/>
    <w:unhideWhenUsed/>
    <w:rsid w:val="00E779EF"/>
    <w:pPr>
      <w:spacing w:before="100" w:beforeAutospacing="1" w:after="100" w:afterAutospacing="1"/>
    </w:pPr>
    <w:rPr>
      <w:rFonts w:ascii="Times New Roman" w:eastAsia="Times New Roman" w:hAnsi="Times New Roman" w:cs="Times New Roman"/>
      <w:sz w:val="24"/>
      <w:szCs w:val="24"/>
      <w:lang w:eastAsia="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5228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Downloads\Release%20information%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C3F3A068206A4C0CB6E53D02ED27BE8C"/>
        <w:category>
          <w:name w:val="General"/>
          <w:gallery w:val="placeholder"/>
        </w:category>
        <w:types>
          <w:type w:val="bbPlcHdr"/>
        </w:types>
        <w:behaviors>
          <w:behavior w:val="content"/>
        </w:behaviors>
        <w:guid w:val="{AE3E9633-C991-43C8-8A4E-9C7FC130C6CC}"/>
      </w:docPartPr>
      <w:docPartBody>
        <w:p w:rsidR="00A21748" w:rsidRDefault="006849A5">
          <w:pPr>
            <w:pStyle w:val="C3F3A068206A4C0CB6E53D02ED27BE8C"/>
          </w:pPr>
          <w:r w:rsidRPr="003D796C">
            <w:rPr>
              <w:rStyle w:val="PlaceholderText"/>
            </w:rPr>
            <w:t>Choose an item.</w:t>
          </w:r>
        </w:p>
      </w:docPartBody>
    </w:docPart>
    <w:docPart>
      <w:docPartPr>
        <w:name w:val="43D4DF51119D42FB80E172112860B299"/>
        <w:category>
          <w:name w:val="General"/>
          <w:gallery w:val="placeholder"/>
        </w:category>
        <w:types>
          <w:type w:val="bbPlcHdr"/>
        </w:types>
        <w:behaviors>
          <w:behavior w:val="content"/>
        </w:behaviors>
        <w:guid w:val="{1B3B3A33-214D-4AB2-B69B-3824456D0DF7}"/>
      </w:docPartPr>
      <w:docPartBody>
        <w:p w:rsidR="00A21748" w:rsidRDefault="006849A5">
          <w:pPr>
            <w:pStyle w:val="43D4DF51119D42FB80E172112860B299"/>
          </w:pPr>
          <w:r w:rsidRPr="001727A4">
            <w:rPr>
              <w:color w:val="0070C0"/>
            </w:rPr>
            <w:t>This release corrects several network conformity issues, such as identification of the device</w:t>
          </w:r>
        </w:p>
      </w:docPartBody>
    </w:docPart>
    <w:docPart>
      <w:docPartPr>
        <w:name w:val="AECDCA1BB85F455DB6C73F9678F138E9"/>
        <w:category>
          <w:name w:val="General"/>
          <w:gallery w:val="placeholder"/>
        </w:category>
        <w:types>
          <w:type w:val="bbPlcHdr"/>
        </w:types>
        <w:behaviors>
          <w:behavior w:val="content"/>
        </w:behaviors>
        <w:guid w:val="{F1832201-8315-435A-8EFF-A3DFCD516F87}"/>
      </w:docPartPr>
      <w:docPartBody>
        <w:p w:rsidR="00A21748" w:rsidRDefault="006849A5">
          <w:pPr>
            <w:pStyle w:val="AECDCA1BB85F455DB6C73F9678F138E9"/>
          </w:pPr>
          <w:r w:rsidRPr="006C73C5">
            <w:rPr>
              <w:color w:val="0070C0"/>
            </w:rPr>
            <w:t>X.</w:t>
          </w:r>
          <w:r>
            <w:rPr>
              <w:color w:val="0070C0"/>
            </w:rPr>
            <w:t>XX</w:t>
          </w:r>
        </w:p>
      </w:docPartBody>
    </w:docPart>
    <w:docPart>
      <w:docPartPr>
        <w:name w:val="3EDA083352AC4A148E2E39005433C50B"/>
        <w:category>
          <w:name w:val="General"/>
          <w:gallery w:val="placeholder"/>
        </w:category>
        <w:types>
          <w:type w:val="bbPlcHdr"/>
        </w:types>
        <w:behaviors>
          <w:behavior w:val="content"/>
        </w:behaviors>
        <w:guid w:val="{ED418544-D22E-4C89-9ACF-BEE44BFBDD5F}"/>
      </w:docPartPr>
      <w:docPartBody>
        <w:p w:rsidR="00A21748" w:rsidRDefault="006849A5">
          <w:pPr>
            <w:pStyle w:val="3EDA083352AC4A148E2E39005433C50B"/>
          </w:pPr>
          <w:r w:rsidRPr="005E5260">
            <w:rPr>
              <w:color w:val="FF0000"/>
            </w:rPr>
            <w:t>Added functionality for Quick Connect</w:t>
          </w:r>
        </w:p>
      </w:docPartBody>
    </w:docPart>
    <w:docPart>
      <w:docPartPr>
        <w:name w:val="50F1AB437C584496819AFADC5648AA05"/>
        <w:category>
          <w:name w:val="General"/>
          <w:gallery w:val="placeholder"/>
        </w:category>
        <w:types>
          <w:type w:val="bbPlcHdr"/>
        </w:types>
        <w:behaviors>
          <w:behavior w:val="content"/>
        </w:behaviors>
        <w:guid w:val="{E2BE8963-B9E2-4D09-AA66-DA5B06DAD206}"/>
      </w:docPartPr>
      <w:docPartBody>
        <w:p w:rsidR="00A21748" w:rsidRDefault="006849A5">
          <w:pPr>
            <w:pStyle w:val="50F1AB437C584496819AFADC5648AA05"/>
          </w:pPr>
          <w:r w:rsidRPr="003D796C">
            <w:rPr>
              <w:rStyle w:val="PlaceholderText"/>
            </w:rPr>
            <w:t>Choose an item.</w:t>
          </w:r>
        </w:p>
      </w:docPartBody>
    </w:docPart>
    <w:docPart>
      <w:docPartPr>
        <w:name w:val="9AB91EEED25844A786FCC5A37E368D0C"/>
        <w:category>
          <w:name w:val="General"/>
          <w:gallery w:val="placeholder"/>
        </w:category>
        <w:types>
          <w:type w:val="bbPlcHdr"/>
        </w:types>
        <w:behaviors>
          <w:behavior w:val="content"/>
        </w:behaviors>
        <w:guid w:val="{0F778FB1-1673-4442-8E22-AA98C527976B}"/>
      </w:docPartPr>
      <w:docPartBody>
        <w:p w:rsidR="00A21748" w:rsidRDefault="006849A5">
          <w:pPr>
            <w:pStyle w:val="9AB91EEED25844A786FCC5A37E368D0C"/>
          </w:pPr>
          <w:r w:rsidRPr="005E5260">
            <w:rPr>
              <w:color w:val="FF0000"/>
            </w:rPr>
            <w:t>Functionality has been added for the Quick Connect functionality specified by the Fieldbus organisation. This functionality has to be enabled by a new mailbox message. If not enabled, the module will behave as in previous firmware versions. See the fieldbus appendix for usage instructions.</w:t>
          </w:r>
        </w:p>
      </w:docPartBody>
    </w:docPart>
    <w:docPart>
      <w:docPartPr>
        <w:name w:val="F9B3E423441E4B478C9A20D500A4AE6D"/>
        <w:category>
          <w:name w:val="General"/>
          <w:gallery w:val="placeholder"/>
        </w:category>
        <w:types>
          <w:type w:val="bbPlcHdr"/>
        </w:types>
        <w:behaviors>
          <w:behavior w:val="content"/>
        </w:behaviors>
        <w:guid w:val="{FF1FD24F-A028-4EEB-85EF-CE7D92E888F6}"/>
      </w:docPartPr>
      <w:docPartBody>
        <w:p w:rsidR="00A21748" w:rsidRDefault="006849A5">
          <w:pPr>
            <w:pStyle w:val="F9B3E423441E4B478C9A20D500A4AE6D"/>
          </w:pPr>
          <w:r w:rsidRPr="005E5260">
            <w:rPr>
              <w:color w:val="FF0000"/>
            </w:rPr>
            <w:t>001235</w:t>
          </w:r>
        </w:p>
      </w:docPartBody>
    </w:docPart>
    <w:docPart>
      <w:docPartPr>
        <w:name w:val="C2453A63AD2842429E57C6C0D179786A"/>
        <w:category>
          <w:name w:val="General"/>
          <w:gallery w:val="placeholder"/>
        </w:category>
        <w:types>
          <w:type w:val="bbPlcHdr"/>
        </w:types>
        <w:behaviors>
          <w:behavior w:val="content"/>
        </w:behaviors>
        <w:guid w:val="{82ECAB66-767C-43B5-8EDB-7DBA5B133941}"/>
      </w:docPartPr>
      <w:docPartBody>
        <w:p w:rsidR="00A21748" w:rsidRDefault="006849A5">
          <w:pPr>
            <w:pStyle w:val="C2453A63AD2842429E57C6C0D179786A"/>
          </w:pPr>
          <w:r w:rsidRPr="005E5260">
            <w:rPr>
              <w:color w:val="FF0000"/>
            </w:rPr>
            <w:t>Improved response time for explicit messages</w:t>
          </w:r>
        </w:p>
      </w:docPartBody>
    </w:docPart>
    <w:docPart>
      <w:docPartPr>
        <w:name w:val="753FB4FF375F4A4DB000FA9751E1FDFE"/>
        <w:category>
          <w:name w:val="General"/>
          <w:gallery w:val="placeholder"/>
        </w:category>
        <w:types>
          <w:type w:val="bbPlcHdr"/>
        </w:types>
        <w:behaviors>
          <w:behavior w:val="content"/>
        </w:behaviors>
        <w:guid w:val="{7FBFD64A-1B78-4143-B07B-EC011864A870}"/>
      </w:docPartPr>
      <w:docPartBody>
        <w:p w:rsidR="00A21748" w:rsidRDefault="006849A5">
          <w:pPr>
            <w:pStyle w:val="753FB4FF375F4A4DB000FA9751E1FDFE"/>
          </w:pPr>
          <w:r w:rsidRPr="003D796C">
            <w:rPr>
              <w:rStyle w:val="PlaceholderText"/>
            </w:rPr>
            <w:t>Choose an item.</w:t>
          </w:r>
        </w:p>
      </w:docPartBody>
    </w:docPart>
    <w:docPart>
      <w:docPartPr>
        <w:name w:val="8174F3F676F844C8A6A6C9D190BAD98A"/>
        <w:category>
          <w:name w:val="General"/>
          <w:gallery w:val="placeholder"/>
        </w:category>
        <w:types>
          <w:type w:val="bbPlcHdr"/>
        </w:types>
        <w:behaviors>
          <w:behavior w:val="content"/>
        </w:behaviors>
        <w:guid w:val="{A78ADDF9-8B54-4ED7-8262-F3C862F7A059}"/>
      </w:docPartPr>
      <w:docPartBody>
        <w:p w:rsidR="00A21748" w:rsidRDefault="006849A5">
          <w:pPr>
            <w:pStyle w:val="8174F3F676F844C8A6A6C9D190BAD98A"/>
          </w:pPr>
          <w:r w:rsidRPr="005E5260">
            <w:rPr>
              <w:color w:val="FF0000"/>
            </w:rPr>
            <w:t>The response time has been improved for explicit message requests. The average time before this fix was 10ms and has now been reduced to 4ms.</w:t>
          </w:r>
        </w:p>
      </w:docPartBody>
    </w:docPart>
    <w:docPart>
      <w:docPartPr>
        <w:name w:val="E321E785F4634419912D561F6FA38EF0"/>
        <w:category>
          <w:name w:val="General"/>
          <w:gallery w:val="placeholder"/>
        </w:category>
        <w:types>
          <w:type w:val="bbPlcHdr"/>
        </w:types>
        <w:behaviors>
          <w:behavior w:val="content"/>
        </w:behaviors>
        <w:guid w:val="{327E00BC-64A9-4A3C-9647-21AEBC2A195E}"/>
      </w:docPartPr>
      <w:docPartBody>
        <w:p w:rsidR="00A21748" w:rsidRDefault="006849A5">
          <w:pPr>
            <w:pStyle w:val="E321E785F4634419912D561F6FA38EF0"/>
          </w:pPr>
          <w:r w:rsidRPr="005E5260">
            <w:rPr>
              <w:color w:val="FF0000"/>
            </w:rPr>
            <w:t>00</w:t>
          </w:r>
          <w:r>
            <w:rPr>
              <w:color w:val="FF0000"/>
            </w:rPr>
            <w:t>045678, 0007598, 000124</w:t>
          </w:r>
        </w:p>
      </w:docPartBody>
    </w:docPart>
    <w:docPart>
      <w:docPartPr>
        <w:name w:val="B2E609C9B973429D9B391E4ADA818384"/>
        <w:category>
          <w:name w:val="General"/>
          <w:gallery w:val="placeholder"/>
        </w:category>
        <w:types>
          <w:type w:val="bbPlcHdr"/>
        </w:types>
        <w:behaviors>
          <w:behavior w:val="content"/>
        </w:behaviors>
        <w:guid w:val="{F3F047E1-AA50-4D70-90F0-1899B1FC17D3}"/>
      </w:docPartPr>
      <w:docPartBody>
        <w:p w:rsidR="00A21748" w:rsidRDefault="006849A5">
          <w:pPr>
            <w:pStyle w:val="B2E609C9B973429D9B391E4ADA818384"/>
          </w:pPr>
          <w:r w:rsidRPr="005E5260">
            <w:rPr>
              <w:color w:val="FF0000"/>
            </w:rPr>
            <w:t>Fixed problem causing watchdog counter to miss value 0xFF</w:t>
          </w:r>
        </w:p>
      </w:docPartBody>
    </w:docPart>
    <w:docPart>
      <w:docPartPr>
        <w:name w:val="3DECBEF18EF8418FB517356E579CFB4E"/>
        <w:category>
          <w:name w:val="General"/>
          <w:gallery w:val="placeholder"/>
        </w:category>
        <w:types>
          <w:type w:val="bbPlcHdr"/>
        </w:types>
        <w:behaviors>
          <w:behavior w:val="content"/>
        </w:behaviors>
        <w:guid w:val="{FE73DEED-FCF5-42AE-A9A1-8B384A3500AD}"/>
      </w:docPartPr>
      <w:docPartBody>
        <w:p w:rsidR="00A21748" w:rsidRDefault="006849A5">
          <w:pPr>
            <w:pStyle w:val="3DECBEF18EF8418FB517356E579CFB4E"/>
          </w:pPr>
          <w:r w:rsidRPr="003D796C">
            <w:rPr>
              <w:rStyle w:val="PlaceholderText"/>
            </w:rPr>
            <w:t>Choose an item.</w:t>
          </w:r>
        </w:p>
      </w:docPartBody>
    </w:docPart>
    <w:docPart>
      <w:docPartPr>
        <w:name w:val="1CE021D0E2BB4D278C2601190365A6CC"/>
        <w:category>
          <w:name w:val="General"/>
          <w:gallery w:val="placeholder"/>
        </w:category>
        <w:types>
          <w:type w:val="bbPlcHdr"/>
        </w:types>
        <w:behaviors>
          <w:behavior w:val="content"/>
        </w:behaviors>
        <w:guid w:val="{37DB40A1-2734-4BF1-95C7-75BD40F55EF0}"/>
      </w:docPartPr>
      <w:docPartBody>
        <w:p w:rsidR="00A21748" w:rsidRDefault="006849A5">
          <w:pPr>
            <w:pStyle w:val="1CE021D0E2BB4D278C2601190365A6CC"/>
          </w:pPr>
          <w:r w:rsidRPr="005E5260">
            <w:rPr>
              <w:color w:val="FF0000"/>
            </w:rPr>
            <w:t>There was a bug in the embedded ABCC Common Code that caused the watchdog in the DPRAM counting from 0xFE to 0x00. The ABCC Common Code has been updated to version 3.12 to fix this problem.</w:t>
          </w:r>
        </w:p>
      </w:docPartBody>
    </w:docPart>
    <w:docPart>
      <w:docPartPr>
        <w:name w:val="625A2A87E7014A7485F7253D6B7C259F"/>
        <w:category>
          <w:name w:val="General"/>
          <w:gallery w:val="placeholder"/>
        </w:category>
        <w:types>
          <w:type w:val="bbPlcHdr"/>
        </w:types>
        <w:behaviors>
          <w:behavior w:val="content"/>
        </w:behaviors>
        <w:guid w:val="{BDCE354B-EAAA-4E6A-BA6A-DEF896DEEE65}"/>
      </w:docPartPr>
      <w:docPartBody>
        <w:p w:rsidR="00A21748" w:rsidRDefault="006849A5">
          <w:pPr>
            <w:pStyle w:val="625A2A87E7014A7485F7253D6B7C259F"/>
          </w:pPr>
          <w:r w:rsidRPr="005E5260">
            <w:rPr>
              <w:color w:val="FF0000"/>
            </w:rPr>
            <w:t>008987</w:t>
          </w:r>
        </w:p>
      </w:docPartBody>
    </w:docPart>
    <w:docPart>
      <w:docPartPr>
        <w:name w:val="93AF9CFF56EB4FB3A7845406A8225E47"/>
        <w:category>
          <w:name w:val="General"/>
          <w:gallery w:val="placeholder"/>
        </w:category>
        <w:types>
          <w:type w:val="bbPlcHdr"/>
        </w:types>
        <w:behaviors>
          <w:behavior w:val="content"/>
        </w:behaviors>
        <w:guid w:val="{292AC479-2F87-4A57-A97C-4AA7737E4EB7}"/>
      </w:docPartPr>
      <w:docPartBody>
        <w:p w:rsidR="00A21748" w:rsidRDefault="006849A5">
          <w:pPr>
            <w:pStyle w:val="93AF9CFF56EB4FB3A7845406A8225E47"/>
          </w:pPr>
          <w:r w:rsidRPr="005E5260">
            <w:rPr>
              <w:color w:val="FF0000"/>
            </w:rPr>
            <w:t>Fixed crash when using invalid node address</w:t>
          </w:r>
        </w:p>
      </w:docPartBody>
    </w:docPart>
    <w:docPart>
      <w:docPartPr>
        <w:name w:val="A5877D29A6B04ABF9E2DB7C76361DB5F"/>
        <w:category>
          <w:name w:val="General"/>
          <w:gallery w:val="placeholder"/>
        </w:category>
        <w:types>
          <w:type w:val="bbPlcHdr"/>
        </w:types>
        <w:behaviors>
          <w:behavior w:val="content"/>
        </w:behaviors>
        <w:guid w:val="{1367C67A-5D4C-4223-9ECC-803615B7C937}"/>
      </w:docPartPr>
      <w:docPartBody>
        <w:p w:rsidR="00A21748" w:rsidRDefault="006849A5">
          <w:pPr>
            <w:pStyle w:val="A5877D29A6B04ABF9E2DB7C76361DB5F"/>
          </w:pPr>
          <w:r w:rsidRPr="003D796C">
            <w:rPr>
              <w:rStyle w:val="PlaceholderText"/>
            </w:rPr>
            <w:t>Choose an item.</w:t>
          </w:r>
        </w:p>
      </w:docPartBody>
    </w:docPart>
    <w:docPart>
      <w:docPartPr>
        <w:name w:val="65FC467E0A264A8DAE8EA33DDCB086AC"/>
        <w:category>
          <w:name w:val="General"/>
          <w:gallery w:val="placeholder"/>
        </w:category>
        <w:types>
          <w:type w:val="bbPlcHdr"/>
        </w:types>
        <w:behaviors>
          <w:behavior w:val="content"/>
        </w:behaviors>
        <w:guid w:val="{43ACDC79-0D22-40E7-87CC-811385A5889E}"/>
      </w:docPartPr>
      <w:docPartBody>
        <w:p w:rsidR="00A21748" w:rsidRDefault="006849A5">
          <w:pPr>
            <w:pStyle w:val="65FC467E0A264A8DAE8EA33DDCB086AC"/>
          </w:pPr>
          <w:r w:rsidRPr="005E5260">
            <w:rPr>
              <w:color w:val="FF0000"/>
            </w:rPr>
            <w:t>When the node address switches where set to a value greater than 126 decimal, the module would stop executing, require a power cycle. This problem only existed when the profile mode was set to “sensor” and the node address was set using the physical switches.</w:t>
          </w:r>
        </w:p>
      </w:docPartBody>
    </w:docPart>
    <w:docPart>
      <w:docPartPr>
        <w:name w:val="AA5CF927007947E3B949DF8092B6F9DB"/>
        <w:category>
          <w:name w:val="General"/>
          <w:gallery w:val="placeholder"/>
        </w:category>
        <w:types>
          <w:type w:val="bbPlcHdr"/>
        </w:types>
        <w:behaviors>
          <w:behavior w:val="content"/>
        </w:behaviors>
        <w:guid w:val="{FA94B334-BAB4-4892-BE1F-55CD6738D9C9}"/>
      </w:docPartPr>
      <w:docPartBody>
        <w:p w:rsidR="00A21748" w:rsidRDefault="006849A5">
          <w:pPr>
            <w:pStyle w:val="AA5CF927007947E3B949DF8092B6F9DB"/>
          </w:pPr>
          <w:r w:rsidRPr="005E5260">
            <w:rPr>
              <w:color w:val="FF0000"/>
            </w:rPr>
            <w:t>0012348</w:t>
          </w:r>
        </w:p>
      </w:docPartBody>
    </w:docPart>
    <w:docPart>
      <w:docPartPr>
        <w:name w:val="17E2133CFCA94D42BFC170B9FEB72135"/>
        <w:category>
          <w:name w:val="General"/>
          <w:gallery w:val="placeholder"/>
        </w:category>
        <w:types>
          <w:type w:val="bbPlcHdr"/>
        </w:types>
        <w:behaviors>
          <w:behavior w:val="content"/>
        </w:behaviors>
        <w:guid w:val="{DDD4C87A-51D1-4050-9666-F3FA2B4F3F53}"/>
      </w:docPartPr>
      <w:docPartBody>
        <w:p w:rsidR="00A21748" w:rsidRDefault="006849A5">
          <w:pPr>
            <w:pStyle w:val="17E2133CFCA94D42BFC170B9FEB72135"/>
          </w:pPr>
          <w:r w:rsidRPr="005E5260">
            <w:rPr>
              <w:color w:val="FF0000"/>
            </w:rPr>
            <w:t>Fixed potential problem in node identification</w:t>
          </w:r>
        </w:p>
      </w:docPartBody>
    </w:docPart>
    <w:docPart>
      <w:docPartPr>
        <w:name w:val="097A808329D043CC9453208B857A4C54"/>
        <w:category>
          <w:name w:val="General"/>
          <w:gallery w:val="placeholder"/>
        </w:category>
        <w:types>
          <w:type w:val="bbPlcHdr"/>
        </w:types>
        <w:behaviors>
          <w:behavior w:val="content"/>
        </w:behaviors>
        <w:guid w:val="{343A2019-C265-4316-BACE-290EBD80653F}"/>
      </w:docPartPr>
      <w:docPartBody>
        <w:p w:rsidR="00A21748" w:rsidRDefault="006849A5">
          <w:pPr>
            <w:pStyle w:val="097A808329D043CC9453208B857A4C54"/>
          </w:pPr>
          <w:r w:rsidRPr="003D796C">
            <w:rPr>
              <w:rStyle w:val="PlaceholderText"/>
            </w:rPr>
            <w:t>Choose an item.</w:t>
          </w:r>
        </w:p>
      </w:docPartBody>
    </w:docPart>
    <w:docPart>
      <w:docPartPr>
        <w:name w:val="FBA2A52FA04B40ABB315E3621D1DE791"/>
        <w:category>
          <w:name w:val="General"/>
          <w:gallery w:val="placeholder"/>
        </w:category>
        <w:types>
          <w:type w:val="bbPlcHdr"/>
        </w:types>
        <w:behaviors>
          <w:behavior w:val="content"/>
        </w:behaviors>
        <w:guid w:val="{3B786E77-5B25-43EA-A5E5-F2716A835107}"/>
      </w:docPartPr>
      <w:docPartBody>
        <w:p w:rsidR="00A21748" w:rsidRDefault="006849A5">
          <w:pPr>
            <w:pStyle w:val="FBA2A52FA04B40ABB315E3621D1DE791"/>
          </w:pPr>
          <w:r w:rsidRPr="005E5260">
            <w:rPr>
              <w:color w:val="FF0000"/>
            </w:rPr>
            <w:t>There was a bug in the code that could generate an invalid node name value. We have not been able to force this behaviour and do not expect it to be a problem. This potential problem has now been fixed.</w:t>
          </w:r>
        </w:p>
      </w:docPartBody>
    </w:docPart>
    <w:docPart>
      <w:docPartPr>
        <w:name w:val="B46A059DD05142E594A5D3E7C20FF2F5"/>
        <w:category>
          <w:name w:val="General"/>
          <w:gallery w:val="placeholder"/>
        </w:category>
        <w:types>
          <w:type w:val="bbPlcHdr"/>
        </w:types>
        <w:behaviors>
          <w:behavior w:val="content"/>
        </w:behaviors>
        <w:guid w:val="{62AFC236-9595-477D-A39C-0C9B69B7B9A6}"/>
      </w:docPartPr>
      <w:docPartBody>
        <w:p w:rsidR="00A21748" w:rsidRDefault="006849A5">
          <w:pPr>
            <w:pStyle w:val="B46A059DD05142E594A5D3E7C20FF2F5"/>
          </w:pPr>
          <w:r w:rsidRPr="005E5260">
            <w:rPr>
              <w:color w:val="FF0000"/>
            </w:rPr>
            <w:t>0012388</w:t>
          </w:r>
        </w:p>
      </w:docPartBody>
    </w:docPart>
    <w:docPart>
      <w:docPartPr>
        <w:name w:val="C146CE38A5A443259E9D4345C5060040"/>
        <w:category>
          <w:name w:val="General"/>
          <w:gallery w:val="placeholder"/>
        </w:category>
        <w:types>
          <w:type w:val="bbPlcHdr"/>
        </w:types>
        <w:behaviors>
          <w:behavior w:val="content"/>
        </w:behaviors>
        <w:guid w:val="{A00EA105-A797-4BA3-ACF4-9FEDC2ABE316}"/>
      </w:docPartPr>
      <w:docPartBody>
        <w:p w:rsidR="00A21748" w:rsidRDefault="006849A5">
          <w:pPr>
            <w:pStyle w:val="C146CE38A5A443259E9D4345C5060040"/>
          </w:pPr>
          <w:r w:rsidRPr="005E5260">
            <w:rPr>
              <w:color w:val="FF0000"/>
            </w:rPr>
            <w:t>Internal software component PAS updated to version 1.98</w:t>
          </w:r>
        </w:p>
      </w:docPartBody>
    </w:docPart>
    <w:docPart>
      <w:docPartPr>
        <w:name w:val="2B0D70E0CD3543749D2453EC3A14984F"/>
        <w:category>
          <w:name w:val="General"/>
          <w:gallery w:val="placeholder"/>
        </w:category>
        <w:types>
          <w:type w:val="bbPlcHdr"/>
        </w:types>
        <w:behaviors>
          <w:behavior w:val="content"/>
        </w:behaviors>
        <w:guid w:val="{0CE4906B-EFE4-48F8-89DC-CFAB5AF00D3F}"/>
      </w:docPartPr>
      <w:docPartBody>
        <w:p w:rsidR="00A21748" w:rsidRDefault="006849A5">
          <w:pPr>
            <w:pStyle w:val="2B0D70E0CD3543749D2453EC3A14984F"/>
          </w:pPr>
          <w:r w:rsidRPr="003D796C">
            <w:rPr>
              <w:rStyle w:val="PlaceholderText"/>
            </w:rPr>
            <w:t>Choose an item.</w:t>
          </w:r>
        </w:p>
      </w:docPartBody>
    </w:docPart>
    <w:docPart>
      <w:docPartPr>
        <w:name w:val="98BD8AFF0A0D4777AC03E62138252C6C"/>
        <w:category>
          <w:name w:val="General"/>
          <w:gallery w:val="placeholder"/>
        </w:category>
        <w:types>
          <w:type w:val="bbPlcHdr"/>
        </w:types>
        <w:behaviors>
          <w:behavior w:val="content"/>
        </w:behaviors>
        <w:guid w:val="{7ECB46F0-5D37-413D-A7F2-87F1D7EDD2CA}"/>
      </w:docPartPr>
      <w:docPartBody>
        <w:p w:rsidR="00A21748" w:rsidRDefault="006849A5">
          <w:pPr>
            <w:pStyle w:val="98BD8AFF0A0D4777AC03E62138252C6C"/>
          </w:pPr>
          <w:r w:rsidRPr="005E5260">
            <w:rPr>
              <w:color w:val="FF0000"/>
            </w:rPr>
            <w:t>This is a maintenance update and is not expected to change any behaviour in this firmware.</w:t>
          </w:r>
        </w:p>
      </w:docPartBody>
    </w:docPart>
    <w:docPart>
      <w:docPartPr>
        <w:name w:val="E7480B31B6C34634B536132BDA4F2E0E"/>
        <w:category>
          <w:name w:val="General"/>
          <w:gallery w:val="placeholder"/>
        </w:category>
        <w:types>
          <w:type w:val="bbPlcHdr"/>
        </w:types>
        <w:behaviors>
          <w:behavior w:val="content"/>
        </w:behaviors>
        <w:guid w:val="{F15B0BED-5633-463E-B6B2-D796A437100A}"/>
      </w:docPartPr>
      <w:docPartBody>
        <w:p w:rsidR="00A21748" w:rsidRDefault="006849A5">
          <w:pPr>
            <w:pStyle w:val="E7480B31B6C34634B536132BDA4F2E0E"/>
          </w:pPr>
          <w:r w:rsidRPr="005E5260">
            <w:rPr>
              <w:color w:val="FF0000"/>
            </w:rPr>
            <w:t>-</w:t>
          </w:r>
        </w:p>
      </w:docPartBody>
    </w:docPart>
    <w:docPart>
      <w:docPartPr>
        <w:name w:val="C9E84A4364614FAA96B9F342994CFFCD"/>
        <w:category>
          <w:name w:val="General"/>
          <w:gallery w:val="placeholder"/>
        </w:category>
        <w:types>
          <w:type w:val="bbPlcHdr"/>
        </w:types>
        <w:behaviors>
          <w:behavior w:val="content"/>
        </w:behaviors>
        <w:guid w:val="{DF330F36-9009-46BE-A437-E41883D5A089}"/>
      </w:docPartPr>
      <w:docPartBody>
        <w:p w:rsidR="00A21748" w:rsidRDefault="006849A5">
          <w:pPr>
            <w:pStyle w:val="C9E84A4364614FAA96B9F342994CFFCD"/>
          </w:pPr>
          <w:r w:rsidRPr="003D796C">
            <w:rPr>
              <w:rStyle w:val="PlaceholderText"/>
            </w:rPr>
            <w:t>Choose an item.</w:t>
          </w:r>
        </w:p>
      </w:docPartBody>
    </w:docPart>
    <w:docPart>
      <w:docPartPr>
        <w:name w:val="863FFA8C7DFB4F158748EA0093A0FAE3"/>
        <w:category>
          <w:name w:val="General"/>
          <w:gallery w:val="placeholder"/>
        </w:category>
        <w:types>
          <w:type w:val="bbPlcHdr"/>
        </w:types>
        <w:behaviors>
          <w:behavior w:val="content"/>
        </w:behaviors>
        <w:guid w:val="{75AC456C-A7AA-472E-B8FE-7D896EA1EDE0}"/>
      </w:docPartPr>
      <w:docPartBody>
        <w:p w:rsidR="00A21748" w:rsidRDefault="006849A5">
          <w:pPr>
            <w:pStyle w:val="863FFA8C7DFB4F158748EA0093A0FAE3"/>
          </w:pPr>
          <w:r w:rsidRPr="005E5260">
            <w:rPr>
              <w:color w:val="FF0000"/>
            </w:rPr>
            <w:t>The default vendor name is the GSD file has been changed from HMS Fieldbus Systems to HMS Industrial Networks. This is only a cosmetic change and does not affect any behaviour.</w:t>
          </w:r>
        </w:p>
      </w:docPartBody>
    </w:docPart>
    <w:docPart>
      <w:docPartPr>
        <w:name w:val="65DA29FE063440D2B0E6FF922693188D"/>
        <w:category>
          <w:name w:val="General"/>
          <w:gallery w:val="placeholder"/>
        </w:category>
        <w:types>
          <w:type w:val="bbPlcHdr"/>
        </w:types>
        <w:behaviors>
          <w:behavior w:val="content"/>
        </w:behaviors>
        <w:guid w:val="{82457331-8539-494B-94CC-57BFFBBF2313}"/>
      </w:docPartPr>
      <w:docPartBody>
        <w:p w:rsidR="00A21748" w:rsidRDefault="006849A5">
          <w:pPr>
            <w:pStyle w:val="65DA29FE063440D2B0E6FF922693188D"/>
          </w:pPr>
          <w:r w:rsidRPr="005E5260">
            <w:rPr>
              <w:color w:val="FF0000"/>
            </w:rPr>
            <w:t>-</w:t>
          </w:r>
        </w:p>
      </w:docPartBody>
    </w:docPart>
    <w:docPart>
      <w:docPartPr>
        <w:name w:val="F0A63E5DCA794DA0B15DC00FE9CED305"/>
        <w:category>
          <w:name w:val="General"/>
          <w:gallery w:val="placeholder"/>
        </w:category>
        <w:types>
          <w:type w:val="bbPlcHdr"/>
        </w:types>
        <w:behaviors>
          <w:behavior w:val="content"/>
        </w:behaviors>
        <w:guid w:val="{064955CD-0655-4BE8-8E32-57B92E01A3DB}"/>
      </w:docPartPr>
      <w:docPartBody>
        <w:p w:rsidR="00A21748" w:rsidRDefault="006849A5" w:rsidP="006849A5">
          <w:pPr>
            <w:pStyle w:val="F0A63E5DCA794DA0B15DC00FE9CED305"/>
          </w:pPr>
          <w:r w:rsidRPr="003D796C">
            <w:rPr>
              <w:rStyle w:val="PlaceholderText"/>
            </w:rPr>
            <w:t>Choose an item.</w:t>
          </w:r>
        </w:p>
      </w:docPartBody>
    </w:docPart>
    <w:docPart>
      <w:docPartPr>
        <w:name w:val="9EF28A52FAF64C3695F8F01FE52B3BF0"/>
        <w:category>
          <w:name w:val="General"/>
          <w:gallery w:val="placeholder"/>
        </w:category>
        <w:types>
          <w:type w:val="bbPlcHdr"/>
        </w:types>
        <w:behaviors>
          <w:behavior w:val="content"/>
        </w:behaviors>
        <w:guid w:val="{4BA5F81F-0D3E-47E7-9668-DBCE8C5779DB}"/>
      </w:docPartPr>
      <w:docPartBody>
        <w:p w:rsidR="00A21748" w:rsidRDefault="006849A5" w:rsidP="006849A5">
          <w:pPr>
            <w:pStyle w:val="9EF28A52FAF64C3695F8F01FE52B3BF0"/>
          </w:pPr>
          <w:r w:rsidRPr="005E5260">
            <w:rPr>
              <w:color w:val="FF0000"/>
            </w:rPr>
            <w:t>Updated GSD File vendor name</w:t>
          </w:r>
        </w:p>
      </w:docPartBody>
    </w:docPart>
    <w:docPart>
      <w:docPartPr>
        <w:name w:val="8293087DF3D24315B1F897B5F77AA695"/>
        <w:category>
          <w:name w:val="General"/>
          <w:gallery w:val="placeholder"/>
        </w:category>
        <w:types>
          <w:type w:val="bbPlcHdr"/>
        </w:types>
        <w:behaviors>
          <w:behavior w:val="content"/>
        </w:behaviors>
        <w:guid w:val="{A5D85B46-2EFE-4E7E-9FFF-1BD0897443C9}"/>
      </w:docPartPr>
      <w:docPartBody>
        <w:p w:rsidR="00A21748" w:rsidRDefault="006849A5" w:rsidP="006849A5">
          <w:pPr>
            <w:pStyle w:val="8293087DF3D24315B1F897B5F77AA695"/>
          </w:pPr>
          <w:r w:rsidRPr="003D796C">
            <w:rPr>
              <w:rStyle w:val="PlaceholderText"/>
            </w:rPr>
            <w:t>Choose an item.</w:t>
          </w:r>
        </w:p>
      </w:docPartBody>
    </w:docPart>
    <w:docPart>
      <w:docPartPr>
        <w:name w:val="89D7A66F43404259BE3BA158C8E9BC8B"/>
        <w:category>
          <w:name w:val="General"/>
          <w:gallery w:val="placeholder"/>
        </w:category>
        <w:types>
          <w:type w:val="bbPlcHdr"/>
        </w:types>
        <w:behaviors>
          <w:behavior w:val="content"/>
        </w:behaviors>
        <w:guid w:val="{FB334B9B-5C9E-4293-8C3C-7961F0866570}"/>
      </w:docPartPr>
      <w:docPartBody>
        <w:p w:rsidR="00A21748" w:rsidRDefault="006849A5" w:rsidP="006849A5">
          <w:pPr>
            <w:pStyle w:val="89D7A66F43404259BE3BA158C8E9BC8B"/>
          </w:pPr>
          <w:r w:rsidRPr="005E5260">
            <w:rPr>
              <w:color w:val="FF0000"/>
            </w:rPr>
            <w:t>The default vendor name is the GSD file has been changed from HMS Fieldbus Systems to HMS Industrial Networks. This is only a cosmetic change and does not affect any behaviour.</w:t>
          </w:r>
        </w:p>
      </w:docPartBody>
    </w:docPart>
    <w:docPart>
      <w:docPartPr>
        <w:name w:val="A3B05D3323E247BF8BB686CAEE37E1A9"/>
        <w:category>
          <w:name w:val="General"/>
          <w:gallery w:val="placeholder"/>
        </w:category>
        <w:types>
          <w:type w:val="bbPlcHdr"/>
        </w:types>
        <w:behaviors>
          <w:behavior w:val="content"/>
        </w:behaviors>
        <w:guid w:val="{91D0B969-B939-4609-BCDC-CFF58B889214}"/>
      </w:docPartPr>
      <w:docPartBody>
        <w:p w:rsidR="00A21748" w:rsidRDefault="006849A5" w:rsidP="006849A5">
          <w:pPr>
            <w:pStyle w:val="A3B05D3323E247BF8BB686CAEE37E1A9"/>
          </w:pPr>
          <w:r w:rsidRPr="005E5260">
            <w:rPr>
              <w:color w:val="FF0000"/>
            </w:rPr>
            <w:t>-</w:t>
          </w:r>
        </w:p>
      </w:docPartBody>
    </w:docPart>
    <w:docPart>
      <w:docPartPr>
        <w:name w:val="4055E0CB0AFB4164A62DE5EEA47F23D0"/>
        <w:category>
          <w:name w:val="General"/>
          <w:gallery w:val="placeholder"/>
        </w:category>
        <w:types>
          <w:type w:val="bbPlcHdr"/>
        </w:types>
        <w:behaviors>
          <w:behavior w:val="content"/>
        </w:behaviors>
        <w:guid w:val="{E6A7E88E-098E-445A-9E82-14C9A031CF09}"/>
      </w:docPartPr>
      <w:docPartBody>
        <w:p w:rsidR="00A21748" w:rsidRDefault="006849A5" w:rsidP="006849A5">
          <w:pPr>
            <w:pStyle w:val="4055E0CB0AFB4164A62DE5EEA47F23D0"/>
          </w:pPr>
          <w:r w:rsidRPr="006C73C5">
            <w:rPr>
              <w:color w:val="0070C0"/>
            </w:rPr>
            <w:t>X.</w:t>
          </w:r>
          <w:r>
            <w:rPr>
              <w:color w:val="0070C0"/>
            </w:rPr>
            <w:t>XX</w:t>
          </w:r>
        </w:p>
      </w:docPartBody>
    </w:docPart>
    <w:docPart>
      <w:docPartPr>
        <w:name w:val="771A2845DBF64853A0C08C4551814C57"/>
        <w:category>
          <w:name w:val="General"/>
          <w:gallery w:val="placeholder"/>
        </w:category>
        <w:types>
          <w:type w:val="bbPlcHdr"/>
        </w:types>
        <w:behaviors>
          <w:behavior w:val="content"/>
        </w:behaviors>
        <w:guid w:val="{604DE091-3B5B-4D39-9D62-955BE9B76153}"/>
      </w:docPartPr>
      <w:docPartBody>
        <w:p w:rsidR="00A21748" w:rsidRDefault="006849A5" w:rsidP="006849A5">
          <w:pPr>
            <w:pStyle w:val="771A2845DBF64853A0C08C4551814C57"/>
          </w:pPr>
          <w:r w:rsidRPr="003D796C">
            <w:rPr>
              <w:rStyle w:val="PlaceholderText"/>
            </w:rPr>
            <w:t>Choose an item.</w:t>
          </w:r>
        </w:p>
      </w:docPartBody>
    </w:docPart>
    <w:docPart>
      <w:docPartPr>
        <w:name w:val="D87EA0869D674A2DB2D985DEFCDE2081"/>
        <w:category>
          <w:name w:val="General"/>
          <w:gallery w:val="placeholder"/>
        </w:category>
        <w:types>
          <w:type w:val="bbPlcHdr"/>
        </w:types>
        <w:behaviors>
          <w:behavior w:val="content"/>
        </w:behaviors>
        <w:guid w:val="{4C922B84-8ECC-44AB-87A7-884DBD68C705}"/>
      </w:docPartPr>
      <w:docPartBody>
        <w:p w:rsidR="00A21748" w:rsidRDefault="006849A5" w:rsidP="006849A5">
          <w:pPr>
            <w:pStyle w:val="D87EA0869D674A2DB2D985DEFCDE2081"/>
          </w:pPr>
          <w:r w:rsidRPr="005E5260">
            <w:rPr>
              <w:color w:val="FF0000"/>
            </w:rPr>
            <w:t>Added functionality for Quick Connect</w:t>
          </w:r>
        </w:p>
      </w:docPartBody>
    </w:docPart>
    <w:docPart>
      <w:docPartPr>
        <w:name w:val="2B725D6C833642018F6D1B48A1CA417A"/>
        <w:category>
          <w:name w:val="General"/>
          <w:gallery w:val="placeholder"/>
        </w:category>
        <w:types>
          <w:type w:val="bbPlcHdr"/>
        </w:types>
        <w:behaviors>
          <w:behavior w:val="content"/>
        </w:behaviors>
        <w:guid w:val="{4093D904-6BA0-4108-85E7-C11BC050CEB9}"/>
      </w:docPartPr>
      <w:docPartBody>
        <w:p w:rsidR="00A21748" w:rsidRDefault="006849A5" w:rsidP="006849A5">
          <w:pPr>
            <w:pStyle w:val="2B725D6C833642018F6D1B48A1CA417A"/>
          </w:pPr>
          <w:r w:rsidRPr="003D796C">
            <w:rPr>
              <w:rStyle w:val="PlaceholderText"/>
            </w:rPr>
            <w:t>Choose an item.</w:t>
          </w:r>
        </w:p>
      </w:docPartBody>
    </w:docPart>
    <w:docPart>
      <w:docPartPr>
        <w:name w:val="418EDAC0DFD14450B262E625ACB7A580"/>
        <w:category>
          <w:name w:val="General"/>
          <w:gallery w:val="placeholder"/>
        </w:category>
        <w:types>
          <w:type w:val="bbPlcHdr"/>
        </w:types>
        <w:behaviors>
          <w:behavior w:val="content"/>
        </w:behaviors>
        <w:guid w:val="{ACAA38E8-3A5E-48D6-85E1-2DBDE0EDBE6E}"/>
      </w:docPartPr>
      <w:docPartBody>
        <w:p w:rsidR="00A21748" w:rsidRDefault="006849A5" w:rsidP="006849A5">
          <w:pPr>
            <w:pStyle w:val="418EDAC0DFD14450B262E625ACB7A580"/>
          </w:pPr>
          <w:r w:rsidRPr="005E5260">
            <w:rPr>
              <w:color w:val="FF0000"/>
            </w:rPr>
            <w:t>Functionality has been added for the Quick Connect functionality specified by the Fieldbus organisation. This functionality has to be enabled by a new mailbox message. If not enabled, the module will behave as in previous firmware versions. See the fieldbus appendix for usage instructions.</w:t>
          </w:r>
        </w:p>
      </w:docPartBody>
    </w:docPart>
    <w:docPart>
      <w:docPartPr>
        <w:name w:val="C16FECA9F0F846658F07EAAB953E63F0"/>
        <w:category>
          <w:name w:val="General"/>
          <w:gallery w:val="placeholder"/>
        </w:category>
        <w:types>
          <w:type w:val="bbPlcHdr"/>
        </w:types>
        <w:behaviors>
          <w:behavior w:val="content"/>
        </w:behaviors>
        <w:guid w:val="{A390E6BF-F012-4E86-B3AE-E87E83B5533D}"/>
      </w:docPartPr>
      <w:docPartBody>
        <w:p w:rsidR="00A21748" w:rsidRDefault="006849A5" w:rsidP="006849A5">
          <w:pPr>
            <w:pStyle w:val="C16FECA9F0F846658F07EAAB953E63F0"/>
          </w:pPr>
          <w:r w:rsidRPr="005E5260">
            <w:rPr>
              <w:color w:val="FF0000"/>
            </w:rPr>
            <w:t>001235</w:t>
          </w:r>
        </w:p>
      </w:docPartBody>
    </w:docPart>
    <w:docPart>
      <w:docPartPr>
        <w:name w:val="96F5A25A2F3342A6971904A55E3DB74D"/>
        <w:category>
          <w:name w:val="General"/>
          <w:gallery w:val="placeholder"/>
        </w:category>
        <w:types>
          <w:type w:val="bbPlcHdr"/>
        </w:types>
        <w:behaviors>
          <w:behavior w:val="content"/>
        </w:behaviors>
        <w:guid w:val="{B6ED4DC6-B6EC-43AF-98B6-306F06F5C339}"/>
      </w:docPartPr>
      <w:docPartBody>
        <w:p w:rsidR="00A21748" w:rsidRDefault="006849A5" w:rsidP="006849A5">
          <w:pPr>
            <w:pStyle w:val="96F5A25A2F3342A6971904A55E3DB74D"/>
          </w:pPr>
          <w:r w:rsidRPr="005E5260">
            <w:rPr>
              <w:color w:val="FF0000"/>
            </w:rPr>
            <w:t>Improved response time for explicit messages</w:t>
          </w:r>
        </w:p>
      </w:docPartBody>
    </w:docPart>
    <w:docPart>
      <w:docPartPr>
        <w:name w:val="41605571152B4552B2238EFC90237EE3"/>
        <w:category>
          <w:name w:val="General"/>
          <w:gallery w:val="placeholder"/>
        </w:category>
        <w:types>
          <w:type w:val="bbPlcHdr"/>
        </w:types>
        <w:behaviors>
          <w:behavior w:val="content"/>
        </w:behaviors>
        <w:guid w:val="{843C4619-83D8-4AA6-83B5-4AF76DBA49E7}"/>
      </w:docPartPr>
      <w:docPartBody>
        <w:p w:rsidR="00A21748" w:rsidRDefault="006849A5" w:rsidP="006849A5">
          <w:pPr>
            <w:pStyle w:val="41605571152B4552B2238EFC90237EE3"/>
          </w:pPr>
          <w:r w:rsidRPr="003D796C">
            <w:rPr>
              <w:rStyle w:val="PlaceholderText"/>
            </w:rPr>
            <w:t>Choose an item.</w:t>
          </w:r>
        </w:p>
      </w:docPartBody>
    </w:docPart>
    <w:docPart>
      <w:docPartPr>
        <w:name w:val="A0862D35600A4C888F6CF57616A3D7DC"/>
        <w:category>
          <w:name w:val="General"/>
          <w:gallery w:val="placeholder"/>
        </w:category>
        <w:types>
          <w:type w:val="bbPlcHdr"/>
        </w:types>
        <w:behaviors>
          <w:behavior w:val="content"/>
        </w:behaviors>
        <w:guid w:val="{24E1C864-EEB2-4AFF-8C7B-3D30B64ABF72}"/>
      </w:docPartPr>
      <w:docPartBody>
        <w:p w:rsidR="00A21748" w:rsidRDefault="006849A5" w:rsidP="006849A5">
          <w:pPr>
            <w:pStyle w:val="A0862D35600A4C888F6CF57616A3D7DC"/>
          </w:pPr>
          <w:r w:rsidRPr="005E5260">
            <w:rPr>
              <w:color w:val="FF0000"/>
            </w:rPr>
            <w:t>The response time has been improved for explicit message requests. The average time before this fix was 10ms and has now been reduced to 4ms.</w:t>
          </w:r>
        </w:p>
      </w:docPartBody>
    </w:docPart>
    <w:docPart>
      <w:docPartPr>
        <w:name w:val="92DDDA9B375A4BA1BC7B1896360FEE1F"/>
        <w:category>
          <w:name w:val="General"/>
          <w:gallery w:val="placeholder"/>
        </w:category>
        <w:types>
          <w:type w:val="bbPlcHdr"/>
        </w:types>
        <w:behaviors>
          <w:behavior w:val="content"/>
        </w:behaviors>
        <w:guid w:val="{ACA181F0-034D-4B82-8E2B-F7EFAD8622A5}"/>
      </w:docPartPr>
      <w:docPartBody>
        <w:p w:rsidR="00A21748" w:rsidRDefault="006849A5" w:rsidP="006849A5">
          <w:pPr>
            <w:pStyle w:val="92DDDA9B375A4BA1BC7B1896360FEE1F"/>
          </w:pPr>
          <w:r w:rsidRPr="005E5260">
            <w:rPr>
              <w:color w:val="FF0000"/>
            </w:rPr>
            <w:t>00</w:t>
          </w:r>
          <w:r>
            <w:rPr>
              <w:color w:val="FF0000"/>
            </w:rPr>
            <w:t>045678, 0007598, 000124</w:t>
          </w:r>
        </w:p>
      </w:docPartBody>
    </w:docPart>
    <w:docPart>
      <w:docPartPr>
        <w:name w:val="2EED37B212954FC19FD1920B5744BAB3"/>
        <w:category>
          <w:name w:val="General"/>
          <w:gallery w:val="placeholder"/>
        </w:category>
        <w:types>
          <w:type w:val="bbPlcHdr"/>
        </w:types>
        <w:behaviors>
          <w:behavior w:val="content"/>
        </w:behaviors>
        <w:guid w:val="{9802D838-4A92-4D8D-B282-62D64B4EE9DC}"/>
      </w:docPartPr>
      <w:docPartBody>
        <w:p w:rsidR="00A21748" w:rsidRDefault="006849A5" w:rsidP="006849A5">
          <w:pPr>
            <w:pStyle w:val="2EED37B212954FC19FD1920B5744BAB3"/>
          </w:pPr>
          <w:r w:rsidRPr="005E5260">
            <w:rPr>
              <w:color w:val="FF0000"/>
            </w:rPr>
            <w:t>Fixed problem causing watchdog counter to miss value 0xFF</w:t>
          </w:r>
        </w:p>
      </w:docPartBody>
    </w:docPart>
    <w:docPart>
      <w:docPartPr>
        <w:name w:val="CCF8DD3610404B07923D934A927CEFBE"/>
        <w:category>
          <w:name w:val="General"/>
          <w:gallery w:val="placeholder"/>
        </w:category>
        <w:types>
          <w:type w:val="bbPlcHdr"/>
        </w:types>
        <w:behaviors>
          <w:behavior w:val="content"/>
        </w:behaviors>
        <w:guid w:val="{9E72B44E-DD4E-4024-A4B7-0367674D4966}"/>
      </w:docPartPr>
      <w:docPartBody>
        <w:p w:rsidR="00A21748" w:rsidRDefault="006849A5" w:rsidP="006849A5">
          <w:pPr>
            <w:pStyle w:val="CCF8DD3610404B07923D934A927CEFBE"/>
          </w:pPr>
          <w:r w:rsidRPr="003D796C">
            <w:rPr>
              <w:rStyle w:val="PlaceholderText"/>
            </w:rPr>
            <w:t>Choose an item.</w:t>
          </w:r>
        </w:p>
      </w:docPartBody>
    </w:docPart>
    <w:docPart>
      <w:docPartPr>
        <w:name w:val="11ED67C6B85240998EEED3BC1DF362DB"/>
        <w:category>
          <w:name w:val="General"/>
          <w:gallery w:val="placeholder"/>
        </w:category>
        <w:types>
          <w:type w:val="bbPlcHdr"/>
        </w:types>
        <w:behaviors>
          <w:behavior w:val="content"/>
        </w:behaviors>
        <w:guid w:val="{1DC610BE-A0B2-4839-8768-D42CE7BA33B5}"/>
      </w:docPartPr>
      <w:docPartBody>
        <w:p w:rsidR="00A21748" w:rsidRDefault="006849A5" w:rsidP="006849A5">
          <w:pPr>
            <w:pStyle w:val="11ED67C6B85240998EEED3BC1DF362DB"/>
          </w:pPr>
          <w:r w:rsidRPr="005E5260">
            <w:rPr>
              <w:color w:val="FF0000"/>
            </w:rPr>
            <w:t>There was a bug in the embedded ABCC Common Code that caused the watchdog in the DPRAM counting from 0xFE to 0x00. The ABCC Common Code has been updated to version 3.12 to fix this problem.</w:t>
          </w:r>
        </w:p>
      </w:docPartBody>
    </w:docPart>
    <w:docPart>
      <w:docPartPr>
        <w:name w:val="7C5A07C2E06145B7B8154C7E3276E69C"/>
        <w:category>
          <w:name w:val="General"/>
          <w:gallery w:val="placeholder"/>
        </w:category>
        <w:types>
          <w:type w:val="bbPlcHdr"/>
        </w:types>
        <w:behaviors>
          <w:behavior w:val="content"/>
        </w:behaviors>
        <w:guid w:val="{4FA02959-4B1C-45E9-8FF6-42C2878EFD6D}"/>
      </w:docPartPr>
      <w:docPartBody>
        <w:p w:rsidR="00A21748" w:rsidRDefault="006849A5" w:rsidP="006849A5">
          <w:pPr>
            <w:pStyle w:val="7C5A07C2E06145B7B8154C7E3276E69C"/>
          </w:pPr>
          <w:r w:rsidRPr="005E5260">
            <w:rPr>
              <w:color w:val="FF0000"/>
            </w:rPr>
            <w:t>008987</w:t>
          </w:r>
        </w:p>
      </w:docPartBody>
    </w:docPart>
    <w:docPart>
      <w:docPartPr>
        <w:name w:val="E79D6E1E7A134B19AD816B651715850B"/>
        <w:category>
          <w:name w:val="General"/>
          <w:gallery w:val="placeholder"/>
        </w:category>
        <w:types>
          <w:type w:val="bbPlcHdr"/>
        </w:types>
        <w:behaviors>
          <w:behavior w:val="content"/>
        </w:behaviors>
        <w:guid w:val="{CEAEC0EB-A34E-4A0D-AC48-EE6312D03615}"/>
      </w:docPartPr>
      <w:docPartBody>
        <w:p w:rsidR="00A21748" w:rsidRDefault="006849A5" w:rsidP="006849A5">
          <w:pPr>
            <w:pStyle w:val="E79D6E1E7A134B19AD816B651715850B"/>
          </w:pPr>
          <w:r w:rsidRPr="006C73C5">
            <w:rPr>
              <w:color w:val="0070C0"/>
            </w:rPr>
            <w:t>X.</w:t>
          </w:r>
          <w:r>
            <w:rPr>
              <w:color w:val="0070C0"/>
            </w:rPr>
            <w:t>XX</w:t>
          </w:r>
        </w:p>
      </w:docPartBody>
    </w:docPart>
    <w:docPart>
      <w:docPartPr>
        <w:name w:val="E46012A32A914C298D4D5A96D3CDA521"/>
        <w:category>
          <w:name w:val="General"/>
          <w:gallery w:val="placeholder"/>
        </w:category>
        <w:types>
          <w:type w:val="bbPlcHdr"/>
        </w:types>
        <w:behaviors>
          <w:behavior w:val="content"/>
        </w:behaviors>
        <w:guid w:val="{59276D5A-1443-4B64-B6D0-91A149C77889}"/>
      </w:docPartPr>
      <w:docPartBody>
        <w:p w:rsidR="00A21748" w:rsidRDefault="006849A5" w:rsidP="006849A5">
          <w:pPr>
            <w:pStyle w:val="E46012A32A914C298D4D5A96D3CDA521"/>
          </w:pPr>
          <w:r w:rsidRPr="003D796C">
            <w:rPr>
              <w:rStyle w:val="PlaceholderText"/>
            </w:rPr>
            <w:t>Choose an item.</w:t>
          </w:r>
        </w:p>
      </w:docPartBody>
    </w:docPart>
    <w:docPart>
      <w:docPartPr>
        <w:name w:val="1AC1490CF6C24891B03726A93A8A280F"/>
        <w:category>
          <w:name w:val="General"/>
          <w:gallery w:val="placeholder"/>
        </w:category>
        <w:types>
          <w:type w:val="bbPlcHdr"/>
        </w:types>
        <w:behaviors>
          <w:behavior w:val="content"/>
        </w:behaviors>
        <w:guid w:val="{29E6ACB1-CEBE-470F-B717-892F8112C1D7}"/>
      </w:docPartPr>
      <w:docPartBody>
        <w:p w:rsidR="00A21748" w:rsidRDefault="006849A5" w:rsidP="006849A5">
          <w:pPr>
            <w:pStyle w:val="1AC1490CF6C24891B03726A93A8A280F"/>
          </w:pPr>
          <w:r w:rsidRPr="00ED4D69">
            <w:rPr>
              <w:color w:val="0070C0"/>
            </w:rPr>
            <w:t>Flash image</w:t>
          </w:r>
        </w:p>
      </w:docPartBody>
    </w:docPart>
    <w:docPart>
      <w:docPartPr>
        <w:name w:val="4D990739D8ED466897943D305EE16808"/>
        <w:category>
          <w:name w:val="General"/>
          <w:gallery w:val="placeholder"/>
        </w:category>
        <w:types>
          <w:type w:val="bbPlcHdr"/>
        </w:types>
        <w:behaviors>
          <w:behavior w:val="content"/>
        </w:behaviors>
        <w:guid w:val="{55939939-5C4C-4698-9155-E69956C53EC8}"/>
      </w:docPartPr>
      <w:docPartBody>
        <w:p w:rsidR="00A21748" w:rsidRDefault="006849A5" w:rsidP="006849A5">
          <w:pPr>
            <w:pStyle w:val="4D990739D8ED466897943D305EE16808"/>
          </w:pPr>
          <w:r w:rsidRPr="00ED4D69">
            <w:rPr>
              <w:color w:val="0070C0"/>
            </w:rPr>
            <w:t>7188_1_01_12.BIN</w:t>
          </w:r>
        </w:p>
      </w:docPartBody>
    </w:docPart>
    <w:docPart>
      <w:docPartPr>
        <w:name w:val="355E50F4603F449C8ABCDE698F587C7D"/>
        <w:category>
          <w:name w:val="General"/>
          <w:gallery w:val="placeholder"/>
        </w:category>
        <w:types>
          <w:type w:val="bbPlcHdr"/>
        </w:types>
        <w:behaviors>
          <w:behavior w:val="content"/>
        </w:behaviors>
        <w:guid w:val="{9C4CAB1B-F9BF-4CB0-B837-8348B2A7F6AB}"/>
      </w:docPartPr>
      <w:docPartBody>
        <w:p w:rsidR="00A21748" w:rsidRDefault="006849A5" w:rsidP="006849A5">
          <w:pPr>
            <w:pStyle w:val="355E50F4603F449C8ABCDE698F587C7D"/>
          </w:pPr>
          <w:r>
            <w:rPr>
              <w:rStyle w:val="PlaceholderText"/>
              <w:color w:val="0070C0"/>
            </w:rPr>
            <w:t>7188_APP_1.01.12</w:t>
          </w:r>
        </w:p>
      </w:docPartBody>
    </w:docPart>
    <w:docPart>
      <w:docPartPr>
        <w:name w:val="69778352547C47289ABBF1339123BEC8"/>
        <w:category>
          <w:name w:val="General"/>
          <w:gallery w:val="placeholder"/>
        </w:category>
        <w:types>
          <w:type w:val="bbPlcHdr"/>
        </w:types>
        <w:behaviors>
          <w:behavior w:val="content"/>
        </w:behaviors>
        <w:guid w:val="{6C47C1D2-11CE-4589-A51D-C32DF585DAF7}"/>
      </w:docPartPr>
      <w:docPartBody>
        <w:p w:rsidR="00A21748" w:rsidRDefault="006849A5" w:rsidP="006849A5">
          <w:pPr>
            <w:pStyle w:val="69778352547C47289ABBF1339123BEC8"/>
          </w:pPr>
          <w:r w:rsidRPr="003D796C">
            <w:rPr>
              <w:rStyle w:val="PlaceholderText"/>
            </w:rPr>
            <w:t>Choose an item.</w:t>
          </w:r>
        </w:p>
      </w:docPartBody>
    </w:docPart>
    <w:docPart>
      <w:docPartPr>
        <w:name w:val="A83B194BD1274B2D89BB59EC3A923EE8"/>
        <w:category>
          <w:name w:val="General"/>
          <w:gallery w:val="placeholder"/>
        </w:category>
        <w:types>
          <w:type w:val="bbPlcHdr"/>
        </w:types>
        <w:behaviors>
          <w:behavior w:val="content"/>
        </w:behaviors>
        <w:guid w:val="{B1BCC367-2925-46FE-9795-07C4A0559CCF}"/>
      </w:docPartPr>
      <w:docPartBody>
        <w:p w:rsidR="00A21748" w:rsidRDefault="006849A5" w:rsidP="006849A5">
          <w:pPr>
            <w:pStyle w:val="A83B194BD1274B2D89BB59EC3A923EE8"/>
          </w:pPr>
          <w:r w:rsidRPr="005E5260">
            <w:rPr>
              <w:color w:val="FF0000"/>
            </w:rPr>
            <w:t>Updated GSD File vendor name</w:t>
          </w:r>
        </w:p>
      </w:docPartBody>
    </w:docPart>
    <w:docPart>
      <w:docPartPr>
        <w:name w:val="47509297A7DD42819498A11931687E38"/>
        <w:category>
          <w:name w:val="General"/>
          <w:gallery w:val="placeholder"/>
        </w:category>
        <w:types>
          <w:type w:val="bbPlcHdr"/>
        </w:types>
        <w:behaviors>
          <w:behavior w:val="content"/>
        </w:behaviors>
        <w:guid w:val="{6E1683F2-775C-4808-8FFC-0F456FA23CA0}"/>
      </w:docPartPr>
      <w:docPartBody>
        <w:p w:rsidR="00A21748" w:rsidRDefault="006849A5" w:rsidP="006849A5">
          <w:pPr>
            <w:pStyle w:val="47509297A7DD42819498A11931687E38"/>
          </w:pPr>
          <w:r w:rsidRPr="003D796C">
            <w:rPr>
              <w:rStyle w:val="PlaceholderText"/>
            </w:rPr>
            <w:t>Choose an item.</w:t>
          </w:r>
        </w:p>
      </w:docPartBody>
    </w:docPart>
    <w:docPart>
      <w:docPartPr>
        <w:name w:val="B719CEA2849840C7BA8D2681969F2159"/>
        <w:category>
          <w:name w:val="General"/>
          <w:gallery w:val="placeholder"/>
        </w:category>
        <w:types>
          <w:type w:val="bbPlcHdr"/>
        </w:types>
        <w:behaviors>
          <w:behavior w:val="content"/>
        </w:behaviors>
        <w:guid w:val="{E2A17BED-DB74-4B11-B8D2-E34A19A954A3}"/>
      </w:docPartPr>
      <w:docPartBody>
        <w:p w:rsidR="00A21748" w:rsidRDefault="006849A5" w:rsidP="006849A5">
          <w:pPr>
            <w:pStyle w:val="B719CEA2849840C7BA8D2681969F2159"/>
          </w:pPr>
          <w:r w:rsidRPr="005E5260">
            <w:rPr>
              <w:color w:val="FF0000"/>
            </w:rPr>
            <w:t>The default vendor name is the GSD file has been changed from HMS Fieldbus Systems to HMS Industrial Networks. This is only a cosmetic change and does not affect any behaviour.</w:t>
          </w:r>
        </w:p>
      </w:docPartBody>
    </w:docPart>
    <w:docPart>
      <w:docPartPr>
        <w:name w:val="DC2360951F4B4B5B9FD4BDA2986F49CF"/>
        <w:category>
          <w:name w:val="General"/>
          <w:gallery w:val="placeholder"/>
        </w:category>
        <w:types>
          <w:type w:val="bbPlcHdr"/>
        </w:types>
        <w:behaviors>
          <w:behavior w:val="content"/>
        </w:behaviors>
        <w:guid w:val="{21348DEE-2D25-4FAD-A866-09CE45B03030}"/>
      </w:docPartPr>
      <w:docPartBody>
        <w:p w:rsidR="00A21748" w:rsidRDefault="006849A5" w:rsidP="006849A5">
          <w:pPr>
            <w:pStyle w:val="DC2360951F4B4B5B9FD4BDA2986F49CF"/>
          </w:pPr>
          <w:r w:rsidRPr="005E5260">
            <w:rPr>
              <w:color w:val="FF0000"/>
            </w:rPr>
            <w:t>-</w:t>
          </w:r>
        </w:p>
      </w:docPartBody>
    </w:docPart>
    <w:docPart>
      <w:docPartPr>
        <w:name w:val="71E3239207B54793A7BADAEB71AEE638"/>
        <w:category>
          <w:name w:val="General"/>
          <w:gallery w:val="placeholder"/>
        </w:category>
        <w:types>
          <w:type w:val="bbPlcHdr"/>
        </w:types>
        <w:behaviors>
          <w:behavior w:val="content"/>
        </w:behaviors>
        <w:guid w:val="{550C1A0C-ED4C-4419-90DF-6593873E784F}"/>
      </w:docPartPr>
      <w:docPartBody>
        <w:p w:rsidR="00A21748" w:rsidRDefault="006849A5" w:rsidP="006849A5">
          <w:pPr>
            <w:pStyle w:val="71E3239207B54793A7BADAEB71AEE638"/>
          </w:pPr>
          <w:r w:rsidRPr="005E5260">
            <w:rPr>
              <w:color w:val="FF0000"/>
            </w:rPr>
            <w:t>Added functionality for Quick Connect</w:t>
          </w:r>
        </w:p>
      </w:docPartBody>
    </w:docPart>
    <w:docPart>
      <w:docPartPr>
        <w:name w:val="3C20D8508C0D494FA12032D2D7AF2DC8"/>
        <w:category>
          <w:name w:val="General"/>
          <w:gallery w:val="placeholder"/>
        </w:category>
        <w:types>
          <w:type w:val="bbPlcHdr"/>
        </w:types>
        <w:behaviors>
          <w:behavior w:val="content"/>
        </w:behaviors>
        <w:guid w:val="{AEDD3548-2243-4534-96D7-D466836472AE}"/>
      </w:docPartPr>
      <w:docPartBody>
        <w:p w:rsidR="00A21748" w:rsidRDefault="006849A5" w:rsidP="006849A5">
          <w:pPr>
            <w:pStyle w:val="3C20D8508C0D494FA12032D2D7AF2DC8"/>
          </w:pPr>
          <w:r w:rsidRPr="003D796C">
            <w:rPr>
              <w:rStyle w:val="PlaceholderText"/>
            </w:rPr>
            <w:t>Choose an item.</w:t>
          </w:r>
        </w:p>
      </w:docPartBody>
    </w:docPart>
    <w:docPart>
      <w:docPartPr>
        <w:name w:val="3A008B512F3747FDAA57B85A1FCCFCE0"/>
        <w:category>
          <w:name w:val="General"/>
          <w:gallery w:val="placeholder"/>
        </w:category>
        <w:types>
          <w:type w:val="bbPlcHdr"/>
        </w:types>
        <w:behaviors>
          <w:behavior w:val="content"/>
        </w:behaviors>
        <w:guid w:val="{A7FFAD2E-A741-4830-8031-FA0EF5E18F5A}"/>
      </w:docPartPr>
      <w:docPartBody>
        <w:p w:rsidR="00A21748" w:rsidRDefault="006849A5" w:rsidP="006849A5">
          <w:pPr>
            <w:pStyle w:val="3A008B512F3747FDAA57B85A1FCCFCE0"/>
          </w:pPr>
          <w:r w:rsidRPr="005E5260">
            <w:rPr>
              <w:color w:val="FF0000"/>
            </w:rPr>
            <w:t>Functionality has been added for the Quick Connect functionality specified by the Fieldbus organisation. This functionality has to be enabled by a new mailbox message. If not enabled, the module will behave as in previous firmware versions. See the fieldbus appendix for usage instructions.</w:t>
          </w:r>
        </w:p>
      </w:docPartBody>
    </w:docPart>
    <w:docPart>
      <w:docPartPr>
        <w:name w:val="C4C1E14233524B8AB93424D851E6A0E0"/>
        <w:category>
          <w:name w:val="General"/>
          <w:gallery w:val="placeholder"/>
        </w:category>
        <w:types>
          <w:type w:val="bbPlcHdr"/>
        </w:types>
        <w:behaviors>
          <w:behavior w:val="content"/>
        </w:behaviors>
        <w:guid w:val="{34889BB5-82E7-4D46-8299-6F4795B869C3}"/>
      </w:docPartPr>
      <w:docPartBody>
        <w:p w:rsidR="00A21748" w:rsidRDefault="006849A5" w:rsidP="006849A5">
          <w:pPr>
            <w:pStyle w:val="C4C1E14233524B8AB93424D851E6A0E0"/>
          </w:pPr>
          <w:r w:rsidRPr="005E5260">
            <w:rPr>
              <w:color w:val="FF0000"/>
            </w:rPr>
            <w:t>001235</w:t>
          </w:r>
        </w:p>
      </w:docPartBody>
    </w:docPart>
    <w:docPart>
      <w:docPartPr>
        <w:name w:val="7642E3C1C4E640F59169FE0306AE9DCA"/>
        <w:category>
          <w:name w:val="General"/>
          <w:gallery w:val="placeholder"/>
        </w:category>
        <w:types>
          <w:type w:val="bbPlcHdr"/>
        </w:types>
        <w:behaviors>
          <w:behavior w:val="content"/>
        </w:behaviors>
        <w:guid w:val="{DDD153FF-4ECF-4282-86A2-F2D21D4E75B1}"/>
      </w:docPartPr>
      <w:docPartBody>
        <w:p w:rsidR="00A21748" w:rsidRDefault="006849A5" w:rsidP="006849A5">
          <w:pPr>
            <w:pStyle w:val="7642E3C1C4E640F59169FE0306AE9DCA"/>
          </w:pPr>
          <w:r w:rsidRPr="003D796C">
            <w:rPr>
              <w:rStyle w:val="PlaceholderText"/>
            </w:rPr>
            <w:t>Choose an item.</w:t>
          </w:r>
        </w:p>
      </w:docPartBody>
    </w:docPart>
    <w:docPart>
      <w:docPartPr>
        <w:name w:val="64C659CB22B344AA96DF94CEEA5256F2"/>
        <w:category>
          <w:name w:val="General"/>
          <w:gallery w:val="placeholder"/>
        </w:category>
        <w:types>
          <w:type w:val="bbPlcHdr"/>
        </w:types>
        <w:behaviors>
          <w:behavior w:val="content"/>
        </w:behaviors>
        <w:guid w:val="{67E13117-7BD4-4970-ABDA-88FAC521D990}"/>
      </w:docPartPr>
      <w:docPartBody>
        <w:p w:rsidR="00A21748" w:rsidRDefault="006849A5" w:rsidP="006849A5">
          <w:pPr>
            <w:pStyle w:val="64C659CB22B344AA96DF94CEEA5256F2"/>
          </w:pPr>
          <w:r w:rsidRPr="005E5260">
            <w:rPr>
              <w:color w:val="FF0000"/>
            </w:rPr>
            <w:t>The default vendor name is the GSD file has been changed from HMS Fieldbus Systems to HMS Industrial Networks. This is only a cosmetic change and does not affect any behaviour.</w:t>
          </w:r>
        </w:p>
      </w:docPartBody>
    </w:docPart>
    <w:docPart>
      <w:docPartPr>
        <w:name w:val="5651AD6BD3EA487FA1E6BF242F29359C"/>
        <w:category>
          <w:name w:val="General"/>
          <w:gallery w:val="placeholder"/>
        </w:category>
        <w:types>
          <w:type w:val="bbPlcHdr"/>
        </w:types>
        <w:behaviors>
          <w:behavior w:val="content"/>
        </w:behaviors>
        <w:guid w:val="{EAEACD41-BB71-4159-A2D1-1935DC4CE11D}"/>
      </w:docPartPr>
      <w:docPartBody>
        <w:p w:rsidR="00A21748" w:rsidRDefault="006849A5" w:rsidP="006849A5">
          <w:pPr>
            <w:pStyle w:val="5651AD6BD3EA487FA1E6BF242F29359C"/>
          </w:pPr>
          <w:r w:rsidRPr="005E5260">
            <w:rPr>
              <w:color w:val="FF0000"/>
            </w:rPr>
            <w:t>Added functionality for Quick Connect</w:t>
          </w:r>
        </w:p>
      </w:docPartBody>
    </w:docPart>
    <w:docPart>
      <w:docPartPr>
        <w:name w:val="91EBE7DA984742778A5662070F3BB9E7"/>
        <w:category>
          <w:name w:val="General"/>
          <w:gallery w:val="placeholder"/>
        </w:category>
        <w:types>
          <w:type w:val="bbPlcHdr"/>
        </w:types>
        <w:behaviors>
          <w:behavior w:val="content"/>
        </w:behaviors>
        <w:guid w:val="{4DFFD3CA-C4C9-4F49-BE64-00E4F3826F3B}"/>
      </w:docPartPr>
      <w:docPartBody>
        <w:p w:rsidR="00A21748" w:rsidRDefault="006849A5" w:rsidP="006849A5">
          <w:pPr>
            <w:pStyle w:val="91EBE7DA984742778A5662070F3BB9E7"/>
          </w:pPr>
          <w:r w:rsidRPr="003D796C">
            <w:rPr>
              <w:rStyle w:val="PlaceholderText"/>
            </w:rPr>
            <w:t>Choose an item.</w:t>
          </w:r>
        </w:p>
      </w:docPartBody>
    </w:docPart>
    <w:docPart>
      <w:docPartPr>
        <w:name w:val="F5FBDB3BFF984313BE3A3DF33BC37C84"/>
        <w:category>
          <w:name w:val="General"/>
          <w:gallery w:val="placeholder"/>
        </w:category>
        <w:types>
          <w:type w:val="bbPlcHdr"/>
        </w:types>
        <w:behaviors>
          <w:behavior w:val="content"/>
        </w:behaviors>
        <w:guid w:val="{166297AC-5494-4938-B84E-EF1F4F1498F4}"/>
      </w:docPartPr>
      <w:docPartBody>
        <w:p w:rsidR="00A21748" w:rsidRDefault="006849A5" w:rsidP="006849A5">
          <w:pPr>
            <w:pStyle w:val="F5FBDB3BFF984313BE3A3DF33BC37C84"/>
          </w:pPr>
          <w:r w:rsidRPr="005E5260">
            <w:rPr>
              <w:color w:val="FF0000"/>
            </w:rPr>
            <w:t>Functionality has been added for the Quick Connect functionality specified by the Fieldbus organisation. This functionality has to be enabled by a new mailbox message. If not enabled, the module will behave as in previous firmware versions. See the fieldbus appendix for usage instructions.</w:t>
          </w:r>
        </w:p>
      </w:docPartBody>
    </w:docPart>
    <w:docPart>
      <w:docPartPr>
        <w:name w:val="54FB7EDB837840C5B37C9DB14D0129C8"/>
        <w:category>
          <w:name w:val="General"/>
          <w:gallery w:val="placeholder"/>
        </w:category>
        <w:types>
          <w:type w:val="bbPlcHdr"/>
        </w:types>
        <w:behaviors>
          <w:behavior w:val="content"/>
        </w:behaviors>
        <w:guid w:val="{7C0D8ADF-BF16-449C-96FA-C2CD2EC875CF}"/>
      </w:docPartPr>
      <w:docPartBody>
        <w:p w:rsidR="00A21748" w:rsidRDefault="006849A5" w:rsidP="006849A5">
          <w:pPr>
            <w:pStyle w:val="54FB7EDB837840C5B37C9DB14D0129C8"/>
          </w:pPr>
          <w:r w:rsidRPr="005E5260">
            <w:rPr>
              <w:color w:val="FF0000"/>
            </w:rPr>
            <w:t>001235</w:t>
          </w:r>
        </w:p>
      </w:docPartBody>
    </w:docPart>
    <w:docPart>
      <w:docPartPr>
        <w:name w:val="F45FCC8A64FB4A1A864B117C35858A2E"/>
        <w:category>
          <w:name w:val="General"/>
          <w:gallery w:val="placeholder"/>
        </w:category>
        <w:types>
          <w:type w:val="bbPlcHdr"/>
        </w:types>
        <w:behaviors>
          <w:behavior w:val="content"/>
        </w:behaviors>
        <w:guid w:val="{3B32D749-9247-47DF-B25E-E262AC620869}"/>
      </w:docPartPr>
      <w:docPartBody>
        <w:p w:rsidR="00A21748" w:rsidRDefault="006849A5" w:rsidP="006849A5">
          <w:pPr>
            <w:pStyle w:val="F45FCC8A64FB4A1A864B117C35858A2E"/>
          </w:pPr>
          <w:r w:rsidRPr="003D796C">
            <w:rPr>
              <w:rStyle w:val="PlaceholderText"/>
            </w:rPr>
            <w:t>Choose an item.</w:t>
          </w:r>
        </w:p>
      </w:docPartBody>
    </w:docPart>
    <w:docPart>
      <w:docPartPr>
        <w:name w:val="0377194AC3954AF7B3812183C6470EBA"/>
        <w:category>
          <w:name w:val="General"/>
          <w:gallery w:val="placeholder"/>
        </w:category>
        <w:types>
          <w:type w:val="bbPlcHdr"/>
        </w:types>
        <w:behaviors>
          <w:behavior w:val="content"/>
        </w:behaviors>
        <w:guid w:val="{69688EEB-03D3-41CD-A0AD-0A154D959F17}"/>
      </w:docPartPr>
      <w:docPartBody>
        <w:p w:rsidR="00A21748" w:rsidRDefault="006849A5" w:rsidP="006849A5">
          <w:pPr>
            <w:pStyle w:val="0377194AC3954AF7B3812183C6470EBA"/>
          </w:pPr>
          <w:r w:rsidRPr="003D796C">
            <w:rPr>
              <w:rStyle w:val="PlaceholderText"/>
            </w:rPr>
            <w:t>Choose an item.</w:t>
          </w:r>
        </w:p>
      </w:docPartBody>
    </w:docPart>
    <w:docPart>
      <w:docPartPr>
        <w:name w:val="44F5179E85AB4887A686E8F4CB3DF467"/>
        <w:category>
          <w:name w:val="General"/>
          <w:gallery w:val="placeholder"/>
        </w:category>
        <w:types>
          <w:type w:val="bbPlcHdr"/>
        </w:types>
        <w:behaviors>
          <w:behavior w:val="content"/>
        </w:behaviors>
        <w:guid w:val="{874FF863-0B41-4AAF-A4A4-2BBD56F17D57}"/>
      </w:docPartPr>
      <w:docPartBody>
        <w:p w:rsidR="00D8701C" w:rsidRDefault="00A21748" w:rsidP="00A21748">
          <w:pPr>
            <w:pStyle w:val="44F5179E85AB4887A686E8F4CB3DF467"/>
          </w:pPr>
          <w:r w:rsidRPr="003D796C">
            <w:rPr>
              <w:rStyle w:val="PlaceholderText"/>
            </w:rPr>
            <w:t>Choose an item.</w:t>
          </w:r>
        </w:p>
      </w:docPartBody>
    </w:docPart>
    <w:docPart>
      <w:docPartPr>
        <w:name w:val="6D98A4C945CB4129A70541DBC18A07B8"/>
        <w:category>
          <w:name w:val="General"/>
          <w:gallery w:val="placeholder"/>
        </w:category>
        <w:types>
          <w:type w:val="bbPlcHdr"/>
        </w:types>
        <w:behaviors>
          <w:behavior w:val="content"/>
        </w:behaviors>
        <w:guid w:val="{FAF67388-0FB0-4646-805F-A5F60A144E95}"/>
      </w:docPartPr>
      <w:docPartBody>
        <w:p w:rsidR="00D8701C" w:rsidRDefault="00A21748" w:rsidP="00A21748">
          <w:pPr>
            <w:pStyle w:val="6D98A4C945CB4129A70541DBC18A07B8"/>
          </w:pPr>
          <w:r w:rsidRPr="003D796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A04FF9"/>
    <w:multiLevelType w:val="hybridMultilevel"/>
    <w:tmpl w:val="4C1666A8"/>
    <w:lvl w:ilvl="0" w:tplc="623873A6">
      <w:numFmt w:val="bullet"/>
      <w:lvlText w:val="-"/>
      <w:lvlJc w:val="left"/>
      <w:pPr>
        <w:ind w:left="720" w:hanging="360"/>
      </w:pPr>
      <w:rPr>
        <w:rFonts w:ascii="Calibri" w:eastAsiaTheme="minorHAnsi" w:hAnsi="Calibri" w:cstheme="minorBid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
    <w:nsid w:val="6C0C6997"/>
    <w:multiLevelType w:val="hybridMultilevel"/>
    <w:tmpl w:val="25B63048"/>
    <w:lvl w:ilvl="0" w:tplc="C090D62A">
      <w:start w:val="1"/>
      <w:numFmt w:val="decimal"/>
      <w:lvlText w:val="%1."/>
      <w:lvlJc w:val="left"/>
      <w:pPr>
        <w:ind w:left="720" w:hanging="360"/>
      </w:pPr>
      <w:rPr>
        <w:color w:val="0070C0"/>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num w:numId="1">
    <w:abstractNumId w:val="1"/>
  </w:num>
  <w:num w:numId="2">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49A5"/>
    <w:rsid w:val="006849A5"/>
    <w:rsid w:val="00A21748"/>
    <w:rsid w:val="00D8701C"/>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v-SE" w:eastAsia="sv-S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pPr>
      <w:spacing w:before="120" w:after="120" w:line="240" w:lineRule="auto"/>
    </w:pPr>
    <w:rPr>
      <w:rFonts w:ascii="Calibri" w:eastAsiaTheme="minorHAnsi" w:hAnsi="Calibri"/>
      <w:lang w:val="en-US" w:eastAsia="en-US"/>
    </w:rPr>
  </w:style>
  <w:style w:type="character" w:customStyle="1" w:styleId="BodyTextChar">
    <w:name w:val="Body Text Char"/>
    <w:basedOn w:val="DefaultParagraphFont"/>
    <w:link w:val="BodyText"/>
    <w:rPr>
      <w:rFonts w:ascii="Calibri" w:eastAsiaTheme="minorHAnsi" w:hAnsi="Calibri"/>
      <w:lang w:val="en-US" w:eastAsia="en-US"/>
    </w:rPr>
  </w:style>
  <w:style w:type="paragraph" w:customStyle="1" w:styleId="5E552962E19345D6B0FC7A806F37A0B5">
    <w:name w:val="5E552962E19345D6B0FC7A806F37A0B5"/>
  </w:style>
  <w:style w:type="character" w:styleId="PlaceholderText">
    <w:name w:val="Placeholder Text"/>
    <w:basedOn w:val="DefaultParagraphFont"/>
    <w:uiPriority w:val="99"/>
    <w:semiHidden/>
    <w:rsid w:val="00A21748"/>
    <w:rPr>
      <w:color w:val="808080"/>
    </w:rPr>
  </w:style>
  <w:style w:type="paragraph" w:customStyle="1" w:styleId="B2F572060E304CBE9C37593A3883BA45">
    <w:name w:val="B2F572060E304CBE9C37593A3883BA45"/>
  </w:style>
  <w:style w:type="paragraph" w:customStyle="1" w:styleId="C3F3A068206A4C0CB6E53D02ED27BE8C">
    <w:name w:val="C3F3A068206A4C0CB6E53D02ED27BE8C"/>
  </w:style>
  <w:style w:type="paragraph" w:customStyle="1" w:styleId="AA5D1C8A185D4B48A05C900D01B12E28">
    <w:name w:val="AA5D1C8A185D4B48A05C900D01B12E28"/>
  </w:style>
  <w:style w:type="paragraph" w:customStyle="1" w:styleId="41E0FBFF6C9046409FB3C9C189DDBEB3">
    <w:name w:val="41E0FBFF6C9046409FB3C9C189DDBEB3"/>
  </w:style>
  <w:style w:type="paragraph" w:customStyle="1" w:styleId="4BA7B7F355C846BC9F1E75F15B5ABF3A">
    <w:name w:val="4BA7B7F355C846BC9F1E75F15B5ABF3A"/>
  </w:style>
  <w:style w:type="paragraph" w:customStyle="1" w:styleId="8E407BE565CC4F0EB7A5489D53711B4F">
    <w:name w:val="8E407BE565CC4F0EB7A5489D53711B4F"/>
  </w:style>
  <w:style w:type="paragraph" w:customStyle="1" w:styleId="223B171B604E42C197319C762A890C06">
    <w:name w:val="223B171B604E42C197319C762A890C06"/>
  </w:style>
  <w:style w:type="paragraph" w:customStyle="1" w:styleId="4DFBBEBEC4A0424081BA121A3BF0DEBD">
    <w:name w:val="4DFBBEBEC4A0424081BA121A3BF0DEBD"/>
  </w:style>
  <w:style w:type="paragraph" w:customStyle="1" w:styleId="5ECEE9AD485348408D2EAA91C8E4CE61">
    <w:name w:val="5ECEE9AD485348408D2EAA91C8E4CE61"/>
  </w:style>
  <w:style w:type="paragraph" w:customStyle="1" w:styleId="27E1AC98D9CD4F9D8E0C247669B5E932">
    <w:name w:val="27E1AC98D9CD4F9D8E0C247669B5E932"/>
  </w:style>
  <w:style w:type="paragraph" w:customStyle="1" w:styleId="726C367762164E21A704AA488E7F5B20">
    <w:name w:val="726C367762164E21A704AA488E7F5B20"/>
  </w:style>
  <w:style w:type="paragraph" w:customStyle="1" w:styleId="9B2FF90F0DA34BAD89C5B7F2B3201DF9">
    <w:name w:val="9B2FF90F0DA34BAD89C5B7F2B3201DF9"/>
  </w:style>
  <w:style w:type="paragraph" w:customStyle="1" w:styleId="424AC6F9EA904FD095F3C111234F38B2">
    <w:name w:val="424AC6F9EA904FD095F3C111234F38B2"/>
  </w:style>
  <w:style w:type="paragraph" w:customStyle="1" w:styleId="CAC2D12817A5470E9218B920CD24F0A1">
    <w:name w:val="CAC2D12817A5470E9218B920CD24F0A1"/>
  </w:style>
  <w:style w:type="paragraph" w:customStyle="1" w:styleId="A8664ABB18C44A4DBBE6CA3D29650894">
    <w:name w:val="A8664ABB18C44A4DBBE6CA3D29650894"/>
  </w:style>
  <w:style w:type="paragraph" w:customStyle="1" w:styleId="5C4DF7B513C94996A9D59F5E16092935">
    <w:name w:val="5C4DF7B513C94996A9D59F5E16092935"/>
  </w:style>
  <w:style w:type="paragraph" w:customStyle="1" w:styleId="5273D989E6874F268A199C708B49B0C4">
    <w:name w:val="5273D989E6874F268A199C708B49B0C4"/>
  </w:style>
  <w:style w:type="paragraph" w:customStyle="1" w:styleId="F878F9C21BF149749AD2F0A18BC4B493">
    <w:name w:val="F878F9C21BF149749AD2F0A18BC4B493"/>
  </w:style>
  <w:style w:type="paragraph" w:customStyle="1" w:styleId="0CF500422912475FAF5A0B1CD237194A">
    <w:name w:val="0CF500422912475FAF5A0B1CD237194A"/>
  </w:style>
  <w:style w:type="paragraph" w:customStyle="1" w:styleId="EF74316C4A2E48748F721E0BA60F4739">
    <w:name w:val="EF74316C4A2E48748F721E0BA60F4739"/>
  </w:style>
  <w:style w:type="paragraph" w:customStyle="1" w:styleId="A8B56370000E4885B8E4860FC75F446F">
    <w:name w:val="A8B56370000E4885B8E4860FC75F446F"/>
  </w:style>
  <w:style w:type="paragraph" w:customStyle="1" w:styleId="AC0A4D58D6E147CBAFC371C1C128A3C4">
    <w:name w:val="AC0A4D58D6E147CBAFC371C1C128A3C4"/>
  </w:style>
  <w:style w:type="paragraph" w:customStyle="1" w:styleId="77ED258437C846C682C9F73494A95C28">
    <w:name w:val="77ED258437C846C682C9F73494A95C28"/>
  </w:style>
  <w:style w:type="paragraph" w:customStyle="1" w:styleId="CB433B2847D74C6D8CAE4CDD8949923F">
    <w:name w:val="CB433B2847D74C6D8CAE4CDD8949923F"/>
  </w:style>
  <w:style w:type="paragraph" w:customStyle="1" w:styleId="678A02100F184AC68D797A5141D847F3">
    <w:name w:val="678A02100F184AC68D797A5141D847F3"/>
  </w:style>
  <w:style w:type="paragraph" w:customStyle="1" w:styleId="065B239EFA5B46BDAC3B5A088EB3D95E">
    <w:name w:val="065B239EFA5B46BDAC3B5A088EB3D95E"/>
  </w:style>
  <w:style w:type="paragraph" w:customStyle="1" w:styleId="15A8C4EB91A04AFDB4D34CDE4CE44DB7">
    <w:name w:val="15A8C4EB91A04AFDB4D34CDE4CE44DB7"/>
  </w:style>
  <w:style w:type="paragraph" w:customStyle="1" w:styleId="6181665D581B45ABBDC0947CEF8BB6BC">
    <w:name w:val="6181665D581B45ABBDC0947CEF8BB6BC"/>
  </w:style>
  <w:style w:type="paragraph" w:customStyle="1" w:styleId="43D4DF51119D42FB80E172112860B299">
    <w:name w:val="43D4DF51119D42FB80E172112860B299"/>
  </w:style>
  <w:style w:type="paragraph" w:customStyle="1" w:styleId="340BCFB1FE1D4058826781429CD2A4F4">
    <w:name w:val="340BCFB1FE1D4058826781429CD2A4F4"/>
  </w:style>
  <w:style w:type="paragraph" w:customStyle="1" w:styleId="F0E1C3C1081B4880ADA660047CF185AB">
    <w:name w:val="F0E1C3C1081B4880ADA660047CF185AB"/>
  </w:style>
  <w:style w:type="paragraph" w:customStyle="1" w:styleId="Tabletext">
    <w:name w:val="Table text"/>
    <w:link w:val="TabletextChar"/>
    <w:uiPriority w:val="3"/>
    <w:qFormat/>
    <w:pPr>
      <w:keepLines/>
      <w:spacing w:before="40" w:after="40" w:line="240" w:lineRule="auto"/>
    </w:pPr>
    <w:rPr>
      <w:rFonts w:ascii="Arial Narrow" w:eastAsiaTheme="minorHAnsi" w:hAnsi="Arial Narrow"/>
      <w:sz w:val="20"/>
      <w:lang w:val="en-US" w:eastAsia="en-US"/>
    </w:rPr>
  </w:style>
  <w:style w:type="character" w:customStyle="1" w:styleId="TabletextChar">
    <w:name w:val="Table text Char"/>
    <w:basedOn w:val="DefaultParagraphFont"/>
    <w:link w:val="Tabletext"/>
    <w:uiPriority w:val="3"/>
    <w:rPr>
      <w:rFonts w:ascii="Arial Narrow" w:eastAsiaTheme="minorHAnsi" w:hAnsi="Arial Narrow"/>
      <w:sz w:val="20"/>
      <w:lang w:val="en-US" w:eastAsia="en-US"/>
    </w:rPr>
  </w:style>
  <w:style w:type="paragraph" w:customStyle="1" w:styleId="6022E9E9B4BD4FF4A45F5E15CBAE88AC">
    <w:name w:val="6022E9E9B4BD4FF4A45F5E15CBAE88AC"/>
  </w:style>
  <w:style w:type="paragraph" w:customStyle="1" w:styleId="85A97EBC2C6B4F819DE0F63E674D4251">
    <w:name w:val="85A97EBC2C6B4F819DE0F63E674D4251"/>
  </w:style>
  <w:style w:type="paragraph" w:customStyle="1" w:styleId="B7FD17F9AFC649AC92E07F1038590C40">
    <w:name w:val="B7FD17F9AFC649AC92E07F1038590C40"/>
  </w:style>
  <w:style w:type="paragraph" w:customStyle="1" w:styleId="92843C9A5BF0462D833236716A6CCA80">
    <w:name w:val="92843C9A5BF0462D833236716A6CCA80"/>
  </w:style>
  <w:style w:type="paragraph" w:customStyle="1" w:styleId="8FBC6E5448914276873AA64A6E56F7BD">
    <w:name w:val="8FBC6E5448914276873AA64A6E56F7BD"/>
  </w:style>
  <w:style w:type="paragraph" w:customStyle="1" w:styleId="103A057845734E569E2D11800DF43443">
    <w:name w:val="103A057845734E569E2D11800DF43443"/>
  </w:style>
  <w:style w:type="paragraph" w:customStyle="1" w:styleId="E03289A9155A4BD9AC68981307C1E10D">
    <w:name w:val="E03289A9155A4BD9AC68981307C1E10D"/>
  </w:style>
  <w:style w:type="paragraph" w:customStyle="1" w:styleId="A0CC2FF1A0D446AE819BD1A0587853A5">
    <w:name w:val="A0CC2FF1A0D446AE819BD1A0587853A5"/>
  </w:style>
  <w:style w:type="paragraph" w:customStyle="1" w:styleId="7F9A2D0E23BD4B5D8DB351730DDFE763">
    <w:name w:val="7F9A2D0E23BD4B5D8DB351730DDFE763"/>
  </w:style>
  <w:style w:type="paragraph" w:customStyle="1" w:styleId="8D755672601240DB87EE01885FE864FC">
    <w:name w:val="8D755672601240DB87EE01885FE864FC"/>
  </w:style>
  <w:style w:type="paragraph" w:customStyle="1" w:styleId="BCC8F387DFEE40A2A3724CF374EECF3A">
    <w:name w:val="BCC8F387DFEE40A2A3724CF374EECF3A"/>
  </w:style>
  <w:style w:type="paragraph" w:customStyle="1" w:styleId="94B2274C59D347B5AFB5C6802D86C4B7">
    <w:name w:val="94B2274C59D347B5AFB5C6802D86C4B7"/>
  </w:style>
  <w:style w:type="paragraph" w:customStyle="1" w:styleId="DDDFAD1A415A4CF794A0323114B3D33A">
    <w:name w:val="DDDFAD1A415A4CF794A0323114B3D33A"/>
  </w:style>
  <w:style w:type="paragraph" w:customStyle="1" w:styleId="B7A3181FC21D40C5A00D1115EDAF31BE">
    <w:name w:val="B7A3181FC21D40C5A00D1115EDAF31BE"/>
  </w:style>
  <w:style w:type="paragraph" w:customStyle="1" w:styleId="104466CECF4146648C7F808CACAF3810">
    <w:name w:val="104466CECF4146648C7F808CACAF3810"/>
  </w:style>
  <w:style w:type="paragraph" w:customStyle="1" w:styleId="1948015AC23548F08061FE3F833C361A">
    <w:name w:val="1948015AC23548F08061FE3F833C361A"/>
  </w:style>
  <w:style w:type="paragraph" w:customStyle="1" w:styleId="076F7304F3E84EB1B71EEDE29F2078DF">
    <w:name w:val="076F7304F3E84EB1B71EEDE29F2078DF"/>
  </w:style>
  <w:style w:type="paragraph" w:customStyle="1" w:styleId="EC9F78A195CF4EAEB7EF15A393222F85">
    <w:name w:val="EC9F78A195CF4EAEB7EF15A393222F85"/>
  </w:style>
  <w:style w:type="paragraph" w:customStyle="1" w:styleId="459A1401885B4D708E194410B1F0B1BE">
    <w:name w:val="459A1401885B4D708E194410B1F0B1BE"/>
  </w:style>
  <w:style w:type="paragraph" w:customStyle="1" w:styleId="85B449CE29C24FA2B1F9DC6CEB1CEE70">
    <w:name w:val="85B449CE29C24FA2B1F9DC6CEB1CEE70"/>
  </w:style>
  <w:style w:type="paragraph" w:customStyle="1" w:styleId="F978F0AA1BD745279E386A9D8712C53C">
    <w:name w:val="F978F0AA1BD745279E386A9D8712C53C"/>
  </w:style>
  <w:style w:type="paragraph" w:customStyle="1" w:styleId="09DF4E882FB94394AC33FED1FDC79A13">
    <w:name w:val="09DF4E882FB94394AC33FED1FDC79A13"/>
  </w:style>
  <w:style w:type="paragraph" w:customStyle="1" w:styleId="70D4443B70234B4B9DCF7CAB309991F4">
    <w:name w:val="70D4443B70234B4B9DCF7CAB309991F4"/>
  </w:style>
  <w:style w:type="paragraph" w:customStyle="1" w:styleId="C96E2933BDB941A489731FB2515BC214">
    <w:name w:val="C96E2933BDB941A489731FB2515BC214"/>
  </w:style>
  <w:style w:type="paragraph" w:customStyle="1" w:styleId="37DAEB21E91D475E939F0BE9C97926D9">
    <w:name w:val="37DAEB21E91D475E939F0BE9C97926D9"/>
  </w:style>
  <w:style w:type="paragraph" w:customStyle="1" w:styleId="7621706989FD47A4A6BA62FFC5DC3190">
    <w:name w:val="7621706989FD47A4A6BA62FFC5DC3190"/>
  </w:style>
  <w:style w:type="paragraph" w:customStyle="1" w:styleId="C5CC23CF7FAC4E2F95FEE73E9B40E54A">
    <w:name w:val="C5CC23CF7FAC4E2F95FEE73E9B40E54A"/>
  </w:style>
  <w:style w:type="paragraph" w:customStyle="1" w:styleId="AECDCA1BB85F455DB6C73F9678F138E9">
    <w:name w:val="AECDCA1BB85F455DB6C73F9678F138E9"/>
  </w:style>
  <w:style w:type="paragraph" w:customStyle="1" w:styleId="4EA4C916CF374B5B8C2B36FD51895B0A">
    <w:name w:val="4EA4C916CF374B5B8C2B36FD51895B0A"/>
  </w:style>
  <w:style w:type="paragraph" w:customStyle="1" w:styleId="EF95809F80004BD88DAF9C95563DB5E3">
    <w:name w:val="EF95809F80004BD88DAF9C95563DB5E3"/>
  </w:style>
  <w:style w:type="paragraph" w:customStyle="1" w:styleId="0A20826489264950BAD4C4736646321F">
    <w:name w:val="0A20826489264950BAD4C4736646321F"/>
  </w:style>
  <w:style w:type="paragraph" w:customStyle="1" w:styleId="019DE618CB7F4E2ABC9D50A12328CA46">
    <w:name w:val="019DE618CB7F4E2ABC9D50A12328CA46"/>
  </w:style>
  <w:style w:type="paragraph" w:customStyle="1" w:styleId="F396554F5ACD40469144CD4C0962AA87">
    <w:name w:val="F396554F5ACD40469144CD4C0962AA87"/>
  </w:style>
  <w:style w:type="paragraph" w:customStyle="1" w:styleId="3EDA083352AC4A148E2E39005433C50B">
    <w:name w:val="3EDA083352AC4A148E2E39005433C50B"/>
  </w:style>
  <w:style w:type="paragraph" w:customStyle="1" w:styleId="50F1AB437C584496819AFADC5648AA05">
    <w:name w:val="50F1AB437C584496819AFADC5648AA05"/>
  </w:style>
  <w:style w:type="paragraph" w:customStyle="1" w:styleId="9AB91EEED25844A786FCC5A37E368D0C">
    <w:name w:val="9AB91EEED25844A786FCC5A37E368D0C"/>
  </w:style>
  <w:style w:type="paragraph" w:customStyle="1" w:styleId="F9B3E423441E4B478C9A20D500A4AE6D">
    <w:name w:val="F9B3E423441E4B478C9A20D500A4AE6D"/>
  </w:style>
  <w:style w:type="paragraph" w:customStyle="1" w:styleId="C2453A63AD2842429E57C6C0D179786A">
    <w:name w:val="C2453A63AD2842429E57C6C0D179786A"/>
  </w:style>
  <w:style w:type="paragraph" w:customStyle="1" w:styleId="753FB4FF375F4A4DB000FA9751E1FDFE">
    <w:name w:val="753FB4FF375F4A4DB000FA9751E1FDFE"/>
  </w:style>
  <w:style w:type="paragraph" w:customStyle="1" w:styleId="8174F3F676F844C8A6A6C9D190BAD98A">
    <w:name w:val="8174F3F676F844C8A6A6C9D190BAD98A"/>
  </w:style>
  <w:style w:type="paragraph" w:customStyle="1" w:styleId="E321E785F4634419912D561F6FA38EF0">
    <w:name w:val="E321E785F4634419912D561F6FA38EF0"/>
  </w:style>
  <w:style w:type="paragraph" w:customStyle="1" w:styleId="B2E609C9B973429D9B391E4ADA818384">
    <w:name w:val="B2E609C9B973429D9B391E4ADA818384"/>
  </w:style>
  <w:style w:type="paragraph" w:customStyle="1" w:styleId="3DECBEF18EF8418FB517356E579CFB4E">
    <w:name w:val="3DECBEF18EF8418FB517356E579CFB4E"/>
  </w:style>
  <w:style w:type="paragraph" w:customStyle="1" w:styleId="1CE021D0E2BB4D278C2601190365A6CC">
    <w:name w:val="1CE021D0E2BB4D278C2601190365A6CC"/>
  </w:style>
  <w:style w:type="paragraph" w:customStyle="1" w:styleId="625A2A87E7014A7485F7253D6B7C259F">
    <w:name w:val="625A2A87E7014A7485F7253D6B7C259F"/>
  </w:style>
  <w:style w:type="paragraph" w:customStyle="1" w:styleId="93AF9CFF56EB4FB3A7845406A8225E47">
    <w:name w:val="93AF9CFF56EB4FB3A7845406A8225E47"/>
  </w:style>
  <w:style w:type="paragraph" w:customStyle="1" w:styleId="A5877D29A6B04ABF9E2DB7C76361DB5F">
    <w:name w:val="A5877D29A6B04ABF9E2DB7C76361DB5F"/>
  </w:style>
  <w:style w:type="paragraph" w:customStyle="1" w:styleId="65FC467E0A264A8DAE8EA33DDCB086AC">
    <w:name w:val="65FC467E0A264A8DAE8EA33DDCB086AC"/>
  </w:style>
  <w:style w:type="paragraph" w:customStyle="1" w:styleId="AA5CF927007947E3B949DF8092B6F9DB">
    <w:name w:val="AA5CF927007947E3B949DF8092B6F9DB"/>
  </w:style>
  <w:style w:type="paragraph" w:customStyle="1" w:styleId="17E2133CFCA94D42BFC170B9FEB72135">
    <w:name w:val="17E2133CFCA94D42BFC170B9FEB72135"/>
  </w:style>
  <w:style w:type="paragraph" w:customStyle="1" w:styleId="097A808329D043CC9453208B857A4C54">
    <w:name w:val="097A808329D043CC9453208B857A4C54"/>
  </w:style>
  <w:style w:type="paragraph" w:customStyle="1" w:styleId="FBA2A52FA04B40ABB315E3621D1DE791">
    <w:name w:val="FBA2A52FA04B40ABB315E3621D1DE791"/>
  </w:style>
  <w:style w:type="paragraph" w:customStyle="1" w:styleId="B46A059DD05142E594A5D3E7C20FF2F5">
    <w:name w:val="B46A059DD05142E594A5D3E7C20FF2F5"/>
  </w:style>
  <w:style w:type="paragraph" w:customStyle="1" w:styleId="C146CE38A5A443259E9D4345C5060040">
    <w:name w:val="C146CE38A5A443259E9D4345C5060040"/>
  </w:style>
  <w:style w:type="paragraph" w:customStyle="1" w:styleId="2B0D70E0CD3543749D2453EC3A14984F">
    <w:name w:val="2B0D70E0CD3543749D2453EC3A14984F"/>
  </w:style>
  <w:style w:type="paragraph" w:customStyle="1" w:styleId="98BD8AFF0A0D4777AC03E62138252C6C">
    <w:name w:val="98BD8AFF0A0D4777AC03E62138252C6C"/>
  </w:style>
  <w:style w:type="paragraph" w:customStyle="1" w:styleId="E7480B31B6C34634B536132BDA4F2E0E">
    <w:name w:val="E7480B31B6C34634B536132BDA4F2E0E"/>
  </w:style>
  <w:style w:type="paragraph" w:customStyle="1" w:styleId="A11D3DD975344CB3B9339D321F52DCDD">
    <w:name w:val="A11D3DD975344CB3B9339D321F52DCDD"/>
  </w:style>
  <w:style w:type="paragraph" w:customStyle="1" w:styleId="C9E84A4364614FAA96B9F342994CFFCD">
    <w:name w:val="C9E84A4364614FAA96B9F342994CFFCD"/>
  </w:style>
  <w:style w:type="paragraph" w:customStyle="1" w:styleId="863FFA8C7DFB4F158748EA0093A0FAE3">
    <w:name w:val="863FFA8C7DFB4F158748EA0093A0FAE3"/>
  </w:style>
  <w:style w:type="paragraph" w:customStyle="1" w:styleId="65DA29FE063440D2B0E6FF922693188D">
    <w:name w:val="65DA29FE063440D2B0E6FF922693188D"/>
  </w:style>
  <w:style w:type="paragraph" w:customStyle="1" w:styleId="C5E2AE29620F42CE83A5E0BDDDA2AAA4">
    <w:name w:val="C5E2AE29620F42CE83A5E0BDDDA2AAA4"/>
  </w:style>
  <w:style w:type="paragraph" w:customStyle="1" w:styleId="9542C48658CC4A958841AF8A265F0437">
    <w:name w:val="9542C48658CC4A958841AF8A265F0437"/>
  </w:style>
  <w:style w:type="paragraph" w:customStyle="1" w:styleId="2F694817F8FE465B9792D3F7F484BDA6">
    <w:name w:val="2F694817F8FE465B9792D3F7F484BDA6"/>
  </w:style>
  <w:style w:type="paragraph" w:customStyle="1" w:styleId="33E58919B80B4A18820EFDA1FFCDA999">
    <w:name w:val="33E58919B80B4A18820EFDA1FFCDA999"/>
  </w:style>
  <w:style w:type="paragraph" w:customStyle="1" w:styleId="8F77168FB9B64D269E195827AC5452B4">
    <w:name w:val="8F77168FB9B64D269E195827AC5452B4"/>
  </w:style>
  <w:style w:type="paragraph" w:customStyle="1" w:styleId="E1CA6392E3134ED381BF4E702DCE0912">
    <w:name w:val="E1CA6392E3134ED381BF4E702DCE0912"/>
  </w:style>
  <w:style w:type="paragraph" w:customStyle="1" w:styleId="58B1EB720B4D4F4E96C22B3A70ACBB19">
    <w:name w:val="58B1EB720B4D4F4E96C22B3A70ACBB19"/>
  </w:style>
  <w:style w:type="paragraph" w:customStyle="1" w:styleId="72AB3183DA9340ACBD78BF1CE145BAED">
    <w:name w:val="72AB3183DA9340ACBD78BF1CE145BAED"/>
  </w:style>
  <w:style w:type="paragraph" w:customStyle="1" w:styleId="57ED68C58EE441009842294307F76393">
    <w:name w:val="57ED68C58EE441009842294307F76393"/>
  </w:style>
  <w:style w:type="paragraph" w:customStyle="1" w:styleId="6058A2455D014181A61DD9FD630A4F30">
    <w:name w:val="6058A2455D014181A61DD9FD630A4F30"/>
  </w:style>
  <w:style w:type="paragraph" w:customStyle="1" w:styleId="63A1E8C7DE4C4C0884DC3335A57AF514">
    <w:name w:val="63A1E8C7DE4C4C0884DC3335A57AF514"/>
  </w:style>
  <w:style w:type="paragraph" w:customStyle="1" w:styleId="D7561C6F11B04E019F704912180B454E">
    <w:name w:val="D7561C6F11B04E019F704912180B454E"/>
  </w:style>
  <w:style w:type="paragraph" w:customStyle="1" w:styleId="F8E08FD43D0248FC85F101B96331FCD0">
    <w:name w:val="F8E08FD43D0248FC85F101B96331FCD0"/>
  </w:style>
  <w:style w:type="paragraph" w:customStyle="1" w:styleId="2F29CCB2AB6D4956908881AE8C2E5E72">
    <w:name w:val="2F29CCB2AB6D4956908881AE8C2E5E72"/>
  </w:style>
  <w:style w:type="paragraph" w:customStyle="1" w:styleId="9C56D5EB50394B39991D6F424BB672F9">
    <w:name w:val="9C56D5EB50394B39991D6F424BB672F9"/>
  </w:style>
  <w:style w:type="paragraph" w:customStyle="1" w:styleId="FB26673A3D014FF6BB53B4C0C49DCEF5">
    <w:name w:val="FB26673A3D014FF6BB53B4C0C49DCEF5"/>
  </w:style>
  <w:style w:type="paragraph" w:customStyle="1" w:styleId="30688E509B93490A824071DD732ABC6F">
    <w:name w:val="30688E509B93490A824071DD732ABC6F"/>
  </w:style>
  <w:style w:type="paragraph" w:customStyle="1" w:styleId="7AF8359BC64A4D239EB28178B6E0C4A4">
    <w:name w:val="7AF8359BC64A4D239EB28178B6E0C4A4"/>
  </w:style>
  <w:style w:type="paragraph" w:customStyle="1" w:styleId="36A82EA2536B490FB460159C9CC8A480">
    <w:name w:val="36A82EA2536B490FB460159C9CC8A480"/>
  </w:style>
  <w:style w:type="paragraph" w:customStyle="1" w:styleId="7A6079525C6A44AAB4249F25B0467C96">
    <w:name w:val="7A6079525C6A44AAB4249F25B0467C96"/>
  </w:style>
  <w:style w:type="paragraph" w:customStyle="1" w:styleId="1ABC3CAD55494A489FC72FAEBF524A53">
    <w:name w:val="1ABC3CAD55494A489FC72FAEBF524A53"/>
  </w:style>
  <w:style w:type="paragraph" w:customStyle="1" w:styleId="22AD69A03FBC4FDD88953829A1AC3AA4">
    <w:name w:val="22AD69A03FBC4FDD88953829A1AC3AA4"/>
  </w:style>
  <w:style w:type="paragraph" w:customStyle="1" w:styleId="FAC25D01FF854D8CB1ADE484CADE8D13">
    <w:name w:val="FAC25D01FF854D8CB1ADE484CADE8D13"/>
  </w:style>
  <w:style w:type="paragraph" w:customStyle="1" w:styleId="78DD0A5C372445BDAADAB9E1F1AB320B">
    <w:name w:val="78DD0A5C372445BDAADAB9E1F1AB320B"/>
  </w:style>
  <w:style w:type="paragraph" w:customStyle="1" w:styleId="7A684CABAF454D088C5B7914A0B45A1A">
    <w:name w:val="7A684CABAF454D088C5B7914A0B45A1A"/>
  </w:style>
  <w:style w:type="paragraph" w:customStyle="1" w:styleId="25A0E12A0A1F483E81528EA7B1B608A6">
    <w:name w:val="25A0E12A0A1F483E81528EA7B1B608A6"/>
  </w:style>
  <w:style w:type="paragraph" w:customStyle="1" w:styleId="79464F3CF1524E22A95112D5238CB130">
    <w:name w:val="79464F3CF1524E22A95112D5238CB130"/>
  </w:style>
  <w:style w:type="paragraph" w:customStyle="1" w:styleId="C6F390FDB6BD48C59B1F5FBFE784F401">
    <w:name w:val="C6F390FDB6BD48C59B1F5FBFE784F401"/>
  </w:style>
  <w:style w:type="paragraph" w:customStyle="1" w:styleId="795168DF22E64CA08571C68764918C43">
    <w:name w:val="795168DF22E64CA08571C68764918C43"/>
  </w:style>
  <w:style w:type="paragraph" w:customStyle="1" w:styleId="2C5F6C5924C14E639F97AD5B04F80DA7">
    <w:name w:val="2C5F6C5924C14E639F97AD5B04F80DA7"/>
  </w:style>
  <w:style w:type="paragraph" w:customStyle="1" w:styleId="3ECE15ED86BE4D8EA6736059468B4A25">
    <w:name w:val="3ECE15ED86BE4D8EA6736059468B4A25"/>
  </w:style>
  <w:style w:type="paragraph" w:customStyle="1" w:styleId="71BDE3BA410E496C8140F9516F7C732F">
    <w:name w:val="71BDE3BA410E496C8140F9516F7C732F"/>
  </w:style>
  <w:style w:type="paragraph" w:customStyle="1" w:styleId="A2CD368508E640A6A04F92DF2652819F">
    <w:name w:val="A2CD368508E640A6A04F92DF2652819F"/>
  </w:style>
  <w:style w:type="paragraph" w:customStyle="1" w:styleId="F04F80F54A49467283988A2CBDF2CE7A">
    <w:name w:val="F04F80F54A49467283988A2CBDF2CE7A"/>
  </w:style>
  <w:style w:type="paragraph" w:customStyle="1" w:styleId="F0A63E5DCA794DA0B15DC00FE9CED305">
    <w:name w:val="F0A63E5DCA794DA0B15DC00FE9CED305"/>
    <w:rsid w:val="006849A5"/>
  </w:style>
  <w:style w:type="paragraph" w:customStyle="1" w:styleId="9EF28A52FAF64C3695F8F01FE52B3BF0">
    <w:name w:val="9EF28A52FAF64C3695F8F01FE52B3BF0"/>
    <w:rsid w:val="006849A5"/>
  </w:style>
  <w:style w:type="paragraph" w:customStyle="1" w:styleId="8293087DF3D24315B1F897B5F77AA695">
    <w:name w:val="8293087DF3D24315B1F897B5F77AA695"/>
    <w:rsid w:val="006849A5"/>
  </w:style>
  <w:style w:type="paragraph" w:customStyle="1" w:styleId="89D7A66F43404259BE3BA158C8E9BC8B">
    <w:name w:val="89D7A66F43404259BE3BA158C8E9BC8B"/>
    <w:rsid w:val="006849A5"/>
  </w:style>
  <w:style w:type="paragraph" w:customStyle="1" w:styleId="A3B05D3323E247BF8BB686CAEE37E1A9">
    <w:name w:val="A3B05D3323E247BF8BB686CAEE37E1A9"/>
    <w:rsid w:val="006849A5"/>
  </w:style>
  <w:style w:type="paragraph" w:customStyle="1" w:styleId="7D075BA4895B4C49BFBF6B38972E4A6F">
    <w:name w:val="7D075BA4895B4C49BFBF6B38972E4A6F"/>
    <w:rsid w:val="006849A5"/>
  </w:style>
  <w:style w:type="paragraph" w:customStyle="1" w:styleId="FD617C294A6F488397B3A57ADAAEC7D1">
    <w:name w:val="FD617C294A6F488397B3A57ADAAEC7D1"/>
    <w:rsid w:val="006849A5"/>
  </w:style>
  <w:style w:type="paragraph" w:customStyle="1" w:styleId="7EEF1C74195D46EF9138A772BC7591D1">
    <w:name w:val="7EEF1C74195D46EF9138A772BC7591D1"/>
    <w:rsid w:val="006849A5"/>
  </w:style>
  <w:style w:type="paragraph" w:customStyle="1" w:styleId="5F017BFD31A745579872E9EA32CA4E55">
    <w:name w:val="5F017BFD31A745579872E9EA32CA4E55"/>
    <w:rsid w:val="006849A5"/>
  </w:style>
  <w:style w:type="paragraph" w:customStyle="1" w:styleId="4218808822F74D53B48B64FF869CE1C1">
    <w:name w:val="4218808822F74D53B48B64FF869CE1C1"/>
    <w:rsid w:val="006849A5"/>
  </w:style>
  <w:style w:type="paragraph" w:customStyle="1" w:styleId="D2A5B05629D2444C84439594A4AB2F37">
    <w:name w:val="D2A5B05629D2444C84439594A4AB2F37"/>
    <w:rsid w:val="006849A5"/>
  </w:style>
  <w:style w:type="paragraph" w:customStyle="1" w:styleId="929392A97E0A4CB8AE9962E979A6C9F8">
    <w:name w:val="929392A97E0A4CB8AE9962E979A6C9F8"/>
    <w:rsid w:val="006849A5"/>
  </w:style>
  <w:style w:type="paragraph" w:customStyle="1" w:styleId="55EE29DF499F45B3A07903C271BB13D9">
    <w:name w:val="55EE29DF499F45B3A07903C271BB13D9"/>
    <w:rsid w:val="006849A5"/>
  </w:style>
  <w:style w:type="paragraph" w:customStyle="1" w:styleId="79F2CFF38CD44BAE828348BCE6C3A911">
    <w:name w:val="79F2CFF38CD44BAE828348BCE6C3A911"/>
    <w:rsid w:val="006849A5"/>
  </w:style>
  <w:style w:type="paragraph" w:customStyle="1" w:styleId="EF176AE7B46A49D9A3233175381F2ABF">
    <w:name w:val="EF176AE7B46A49D9A3233175381F2ABF"/>
    <w:rsid w:val="006849A5"/>
  </w:style>
  <w:style w:type="paragraph" w:customStyle="1" w:styleId="3A111053F28E4A2487A85E37EEDA42B7">
    <w:name w:val="3A111053F28E4A2487A85E37EEDA42B7"/>
    <w:rsid w:val="006849A5"/>
  </w:style>
  <w:style w:type="paragraph" w:customStyle="1" w:styleId="401D0181D9714A4496C8836CA6589881">
    <w:name w:val="401D0181D9714A4496C8836CA6589881"/>
    <w:rsid w:val="006849A5"/>
  </w:style>
  <w:style w:type="paragraph" w:customStyle="1" w:styleId="92F37F8A1C6F4AA692F9D217928068FE">
    <w:name w:val="92F37F8A1C6F4AA692F9D217928068FE"/>
    <w:rsid w:val="006849A5"/>
  </w:style>
  <w:style w:type="paragraph" w:customStyle="1" w:styleId="60CDEF78B0E8449E8B5B15DF12B8848B">
    <w:name w:val="60CDEF78B0E8449E8B5B15DF12B8848B"/>
    <w:rsid w:val="006849A5"/>
  </w:style>
  <w:style w:type="paragraph" w:customStyle="1" w:styleId="086700F1FC1E4CAB9BEB303CB2F3DFBB">
    <w:name w:val="086700F1FC1E4CAB9BEB303CB2F3DFBB"/>
    <w:rsid w:val="006849A5"/>
  </w:style>
  <w:style w:type="paragraph" w:customStyle="1" w:styleId="21DEFF8CDE0D4B2889704723991F6550">
    <w:name w:val="21DEFF8CDE0D4B2889704723991F6550"/>
    <w:rsid w:val="006849A5"/>
  </w:style>
  <w:style w:type="paragraph" w:customStyle="1" w:styleId="71E0CC13689845A98B4F68E1FA28584F">
    <w:name w:val="71E0CC13689845A98B4F68E1FA28584F"/>
    <w:rsid w:val="006849A5"/>
  </w:style>
  <w:style w:type="paragraph" w:customStyle="1" w:styleId="2A608949DD4244B38A26FEF395A0CA15">
    <w:name w:val="2A608949DD4244B38A26FEF395A0CA15"/>
    <w:rsid w:val="006849A5"/>
  </w:style>
  <w:style w:type="paragraph" w:customStyle="1" w:styleId="1A1A7F429BEC44BDA8DF0E5B508639D3">
    <w:name w:val="1A1A7F429BEC44BDA8DF0E5B508639D3"/>
    <w:rsid w:val="006849A5"/>
  </w:style>
  <w:style w:type="paragraph" w:customStyle="1" w:styleId="2AB4BCEAEFCB4884A747BDDA5D640249">
    <w:name w:val="2AB4BCEAEFCB4884A747BDDA5D640249"/>
    <w:rsid w:val="006849A5"/>
  </w:style>
  <w:style w:type="paragraph" w:customStyle="1" w:styleId="9E567266BDA348759B2E8CFEDA86BBCA">
    <w:name w:val="9E567266BDA348759B2E8CFEDA86BBCA"/>
    <w:rsid w:val="006849A5"/>
  </w:style>
  <w:style w:type="paragraph" w:customStyle="1" w:styleId="7948C649084E48618FAA120D58B81E47">
    <w:name w:val="7948C649084E48618FAA120D58B81E47"/>
    <w:rsid w:val="006849A5"/>
  </w:style>
  <w:style w:type="paragraph" w:customStyle="1" w:styleId="C5F2CDD66DB240348F5E12E848458AA3">
    <w:name w:val="C5F2CDD66DB240348F5E12E848458AA3"/>
    <w:rsid w:val="006849A5"/>
  </w:style>
  <w:style w:type="paragraph" w:customStyle="1" w:styleId="B3ED8E81B41747A9B160C7CE769CD4D0">
    <w:name w:val="B3ED8E81B41747A9B160C7CE769CD4D0"/>
    <w:rsid w:val="006849A5"/>
  </w:style>
  <w:style w:type="paragraph" w:customStyle="1" w:styleId="4D92A81C117F40218AD7BCA56FC24704">
    <w:name w:val="4D92A81C117F40218AD7BCA56FC24704"/>
    <w:rsid w:val="006849A5"/>
  </w:style>
  <w:style w:type="paragraph" w:customStyle="1" w:styleId="E8FE338024AF43D7876F195C8DAD5BD6">
    <w:name w:val="E8FE338024AF43D7876F195C8DAD5BD6"/>
    <w:rsid w:val="006849A5"/>
  </w:style>
  <w:style w:type="paragraph" w:customStyle="1" w:styleId="4055E0CB0AFB4164A62DE5EEA47F23D0">
    <w:name w:val="4055E0CB0AFB4164A62DE5EEA47F23D0"/>
    <w:rsid w:val="006849A5"/>
  </w:style>
  <w:style w:type="paragraph" w:customStyle="1" w:styleId="771A2845DBF64853A0C08C4551814C57">
    <w:name w:val="771A2845DBF64853A0C08C4551814C57"/>
    <w:rsid w:val="006849A5"/>
  </w:style>
  <w:style w:type="paragraph" w:customStyle="1" w:styleId="D87EA0869D674A2DB2D985DEFCDE2081">
    <w:name w:val="D87EA0869D674A2DB2D985DEFCDE2081"/>
    <w:rsid w:val="006849A5"/>
  </w:style>
  <w:style w:type="paragraph" w:customStyle="1" w:styleId="2B725D6C833642018F6D1B48A1CA417A">
    <w:name w:val="2B725D6C833642018F6D1B48A1CA417A"/>
    <w:rsid w:val="006849A5"/>
  </w:style>
  <w:style w:type="paragraph" w:customStyle="1" w:styleId="418EDAC0DFD14450B262E625ACB7A580">
    <w:name w:val="418EDAC0DFD14450B262E625ACB7A580"/>
    <w:rsid w:val="006849A5"/>
  </w:style>
  <w:style w:type="paragraph" w:customStyle="1" w:styleId="C16FECA9F0F846658F07EAAB953E63F0">
    <w:name w:val="C16FECA9F0F846658F07EAAB953E63F0"/>
    <w:rsid w:val="006849A5"/>
  </w:style>
  <w:style w:type="paragraph" w:customStyle="1" w:styleId="96F5A25A2F3342A6971904A55E3DB74D">
    <w:name w:val="96F5A25A2F3342A6971904A55E3DB74D"/>
    <w:rsid w:val="006849A5"/>
  </w:style>
  <w:style w:type="paragraph" w:customStyle="1" w:styleId="41605571152B4552B2238EFC90237EE3">
    <w:name w:val="41605571152B4552B2238EFC90237EE3"/>
    <w:rsid w:val="006849A5"/>
  </w:style>
  <w:style w:type="paragraph" w:customStyle="1" w:styleId="A0862D35600A4C888F6CF57616A3D7DC">
    <w:name w:val="A0862D35600A4C888F6CF57616A3D7DC"/>
    <w:rsid w:val="006849A5"/>
  </w:style>
  <w:style w:type="paragraph" w:customStyle="1" w:styleId="92DDDA9B375A4BA1BC7B1896360FEE1F">
    <w:name w:val="92DDDA9B375A4BA1BC7B1896360FEE1F"/>
    <w:rsid w:val="006849A5"/>
  </w:style>
  <w:style w:type="paragraph" w:customStyle="1" w:styleId="2EED37B212954FC19FD1920B5744BAB3">
    <w:name w:val="2EED37B212954FC19FD1920B5744BAB3"/>
    <w:rsid w:val="006849A5"/>
  </w:style>
  <w:style w:type="paragraph" w:customStyle="1" w:styleId="CCF8DD3610404B07923D934A927CEFBE">
    <w:name w:val="CCF8DD3610404B07923D934A927CEFBE"/>
    <w:rsid w:val="006849A5"/>
  </w:style>
  <w:style w:type="paragraph" w:customStyle="1" w:styleId="11ED67C6B85240998EEED3BC1DF362DB">
    <w:name w:val="11ED67C6B85240998EEED3BC1DF362DB"/>
    <w:rsid w:val="006849A5"/>
  </w:style>
  <w:style w:type="paragraph" w:customStyle="1" w:styleId="7C5A07C2E06145B7B8154C7E3276E69C">
    <w:name w:val="7C5A07C2E06145B7B8154C7E3276E69C"/>
    <w:rsid w:val="006849A5"/>
  </w:style>
  <w:style w:type="paragraph" w:customStyle="1" w:styleId="6920188E9C6348A1AAFAD854BC08E153">
    <w:name w:val="6920188E9C6348A1AAFAD854BC08E153"/>
    <w:rsid w:val="006849A5"/>
  </w:style>
  <w:style w:type="paragraph" w:customStyle="1" w:styleId="E424DED79D8A4470A24B0E1BE6AEA85C">
    <w:name w:val="E424DED79D8A4470A24B0E1BE6AEA85C"/>
    <w:rsid w:val="006849A5"/>
  </w:style>
  <w:style w:type="paragraph" w:customStyle="1" w:styleId="464926B39F2046F6B372053940745125">
    <w:name w:val="464926B39F2046F6B372053940745125"/>
    <w:rsid w:val="006849A5"/>
  </w:style>
  <w:style w:type="paragraph" w:customStyle="1" w:styleId="51E5B3ADB73E49FAA7EAE025BE2B8242">
    <w:name w:val="51E5B3ADB73E49FAA7EAE025BE2B8242"/>
    <w:rsid w:val="006849A5"/>
  </w:style>
  <w:style w:type="paragraph" w:customStyle="1" w:styleId="643A0A409A624BD788509001019C03C9">
    <w:name w:val="643A0A409A624BD788509001019C03C9"/>
    <w:rsid w:val="006849A5"/>
  </w:style>
  <w:style w:type="paragraph" w:customStyle="1" w:styleId="965AA370C6604F91A0D0C9F228EFC940">
    <w:name w:val="965AA370C6604F91A0D0C9F228EFC940"/>
    <w:rsid w:val="006849A5"/>
  </w:style>
  <w:style w:type="paragraph" w:customStyle="1" w:styleId="8D65BE87125D4E139258BAA8B27AF894">
    <w:name w:val="8D65BE87125D4E139258BAA8B27AF894"/>
    <w:rsid w:val="006849A5"/>
  </w:style>
  <w:style w:type="paragraph" w:customStyle="1" w:styleId="BBC66A99D85349428906402C041BDFB9">
    <w:name w:val="BBC66A99D85349428906402C041BDFB9"/>
    <w:rsid w:val="006849A5"/>
  </w:style>
  <w:style w:type="paragraph" w:customStyle="1" w:styleId="77FD76A8DA2F4050A8ECF1B6CCF859E2">
    <w:name w:val="77FD76A8DA2F4050A8ECF1B6CCF859E2"/>
    <w:rsid w:val="006849A5"/>
  </w:style>
  <w:style w:type="paragraph" w:customStyle="1" w:styleId="0F2A5F02671A4A93A3BFD8509256B231">
    <w:name w:val="0F2A5F02671A4A93A3BFD8509256B231"/>
    <w:rsid w:val="006849A5"/>
  </w:style>
  <w:style w:type="paragraph" w:customStyle="1" w:styleId="20A649CD8DAF4BF7A97D53A669637CB1">
    <w:name w:val="20A649CD8DAF4BF7A97D53A669637CB1"/>
    <w:rsid w:val="006849A5"/>
  </w:style>
  <w:style w:type="paragraph" w:customStyle="1" w:styleId="A6AD2CD5F0444877AB7692430293B782">
    <w:name w:val="A6AD2CD5F0444877AB7692430293B782"/>
    <w:rsid w:val="006849A5"/>
  </w:style>
  <w:style w:type="paragraph" w:customStyle="1" w:styleId="E79D6E1E7A134B19AD816B651715850B">
    <w:name w:val="E79D6E1E7A134B19AD816B651715850B"/>
    <w:rsid w:val="006849A5"/>
  </w:style>
  <w:style w:type="paragraph" w:customStyle="1" w:styleId="E46012A32A914C298D4D5A96D3CDA521">
    <w:name w:val="E46012A32A914C298D4D5A96D3CDA521"/>
    <w:rsid w:val="006849A5"/>
  </w:style>
  <w:style w:type="paragraph" w:customStyle="1" w:styleId="A8CE55BB90584DDBB42A7A8DFE7832FE">
    <w:name w:val="A8CE55BB90584DDBB42A7A8DFE7832FE"/>
    <w:rsid w:val="006849A5"/>
  </w:style>
  <w:style w:type="paragraph" w:customStyle="1" w:styleId="FF73ED43C8DD463DB5244D47C80305AB">
    <w:name w:val="FF73ED43C8DD463DB5244D47C80305AB"/>
    <w:rsid w:val="006849A5"/>
  </w:style>
  <w:style w:type="paragraph" w:customStyle="1" w:styleId="00B6A14DC7114C6ABF6F3DFAEC32D0B0">
    <w:name w:val="00B6A14DC7114C6ABF6F3DFAEC32D0B0"/>
    <w:rsid w:val="006849A5"/>
  </w:style>
  <w:style w:type="paragraph" w:customStyle="1" w:styleId="2B2DDA55B9CC4B7A918D6FF37CC4AE58">
    <w:name w:val="2B2DDA55B9CC4B7A918D6FF37CC4AE58"/>
    <w:rsid w:val="006849A5"/>
  </w:style>
  <w:style w:type="paragraph" w:customStyle="1" w:styleId="D27499F174D54727A5AEAF53FF9CCE4F">
    <w:name w:val="D27499F174D54727A5AEAF53FF9CCE4F"/>
    <w:rsid w:val="006849A5"/>
  </w:style>
  <w:style w:type="paragraph" w:customStyle="1" w:styleId="2B802DCBD8B645C696313D649F4C7CAD">
    <w:name w:val="2B802DCBD8B645C696313D649F4C7CAD"/>
    <w:rsid w:val="006849A5"/>
  </w:style>
  <w:style w:type="paragraph" w:customStyle="1" w:styleId="A47196476BB24EB786255C2770D39DD1">
    <w:name w:val="A47196476BB24EB786255C2770D39DD1"/>
    <w:rsid w:val="006849A5"/>
  </w:style>
  <w:style w:type="paragraph" w:customStyle="1" w:styleId="42DE63921DF0417D9C62FA3A5A85AFCA">
    <w:name w:val="42DE63921DF0417D9C62FA3A5A85AFCA"/>
    <w:rsid w:val="006849A5"/>
  </w:style>
  <w:style w:type="paragraph" w:customStyle="1" w:styleId="E17FE47297C64C28AC571E521B6F7F3D">
    <w:name w:val="E17FE47297C64C28AC571E521B6F7F3D"/>
    <w:rsid w:val="006849A5"/>
  </w:style>
  <w:style w:type="paragraph" w:customStyle="1" w:styleId="350F27BD00CC44A994AFAC795DCD233F">
    <w:name w:val="350F27BD00CC44A994AFAC795DCD233F"/>
    <w:rsid w:val="006849A5"/>
  </w:style>
  <w:style w:type="paragraph" w:customStyle="1" w:styleId="08A8993C0C9249A8902BAFCEBFE49A39">
    <w:name w:val="08A8993C0C9249A8902BAFCEBFE49A39"/>
    <w:rsid w:val="006849A5"/>
  </w:style>
  <w:style w:type="paragraph" w:customStyle="1" w:styleId="07A9F934801C428F8427DC3BB3E480B7">
    <w:name w:val="07A9F934801C428F8427DC3BB3E480B7"/>
    <w:rsid w:val="006849A5"/>
  </w:style>
  <w:style w:type="paragraph" w:customStyle="1" w:styleId="A1D773BEC9B44C61867D9962CE4086CD">
    <w:name w:val="A1D773BEC9B44C61867D9962CE4086CD"/>
    <w:rsid w:val="006849A5"/>
  </w:style>
  <w:style w:type="paragraph" w:customStyle="1" w:styleId="DF0E686DF49F4F03ACCD9C98E2B91D2F">
    <w:name w:val="DF0E686DF49F4F03ACCD9C98E2B91D2F"/>
    <w:rsid w:val="006849A5"/>
  </w:style>
  <w:style w:type="paragraph" w:customStyle="1" w:styleId="A4D9CF2252564E7CB30AF0269847A3A7">
    <w:name w:val="A4D9CF2252564E7CB30AF0269847A3A7"/>
    <w:rsid w:val="006849A5"/>
  </w:style>
  <w:style w:type="paragraph" w:customStyle="1" w:styleId="91072802767346C59C907EE91A9EDE6A">
    <w:name w:val="91072802767346C59C907EE91A9EDE6A"/>
    <w:rsid w:val="006849A5"/>
  </w:style>
  <w:style w:type="paragraph" w:customStyle="1" w:styleId="A08D5B5D974C4F28BE3DA8B07DA90912">
    <w:name w:val="A08D5B5D974C4F28BE3DA8B07DA90912"/>
    <w:rsid w:val="006849A5"/>
  </w:style>
  <w:style w:type="paragraph" w:customStyle="1" w:styleId="71021298E51E4E21B8EF38E0B98AA2FE">
    <w:name w:val="71021298E51E4E21B8EF38E0B98AA2FE"/>
    <w:rsid w:val="006849A5"/>
  </w:style>
  <w:style w:type="paragraph" w:customStyle="1" w:styleId="5827344278FB4F39842B6046038A433D">
    <w:name w:val="5827344278FB4F39842B6046038A433D"/>
    <w:rsid w:val="006849A5"/>
  </w:style>
  <w:style w:type="paragraph" w:customStyle="1" w:styleId="6E18FE90EDA64EF5A434D0493A3710FA">
    <w:name w:val="6E18FE90EDA64EF5A434D0493A3710FA"/>
    <w:rsid w:val="006849A5"/>
  </w:style>
  <w:style w:type="paragraph" w:customStyle="1" w:styleId="43985DBF4F514A9B922BAAC405F7E84D">
    <w:name w:val="43985DBF4F514A9B922BAAC405F7E84D"/>
    <w:rsid w:val="006849A5"/>
  </w:style>
  <w:style w:type="paragraph" w:customStyle="1" w:styleId="94E239FCA9EE4503AA109F5B1874E482">
    <w:name w:val="94E239FCA9EE4503AA109F5B1874E482"/>
    <w:rsid w:val="006849A5"/>
  </w:style>
  <w:style w:type="paragraph" w:customStyle="1" w:styleId="EB21A083F09445A2BC7090B110C9FFD3">
    <w:name w:val="EB21A083F09445A2BC7090B110C9FFD3"/>
    <w:rsid w:val="006849A5"/>
  </w:style>
  <w:style w:type="paragraph" w:customStyle="1" w:styleId="8097B427AAB34AA6AE09B05788A814E8">
    <w:name w:val="8097B427AAB34AA6AE09B05788A814E8"/>
    <w:rsid w:val="006849A5"/>
  </w:style>
  <w:style w:type="paragraph" w:customStyle="1" w:styleId="7F6E5F7E805D48918A141D86C13D338D">
    <w:name w:val="7F6E5F7E805D48918A141D86C13D338D"/>
    <w:rsid w:val="006849A5"/>
  </w:style>
  <w:style w:type="paragraph" w:customStyle="1" w:styleId="6CD3920E6DAB40E28B9E8C7E0FFE2630">
    <w:name w:val="6CD3920E6DAB40E28B9E8C7E0FFE2630"/>
    <w:rsid w:val="006849A5"/>
  </w:style>
  <w:style w:type="paragraph" w:customStyle="1" w:styleId="44727CD245314355B421C5D972CF0DCE">
    <w:name w:val="44727CD245314355B421C5D972CF0DCE"/>
    <w:rsid w:val="006849A5"/>
  </w:style>
  <w:style w:type="paragraph" w:customStyle="1" w:styleId="655D766004AF4BF1AB38893A3D87E686">
    <w:name w:val="655D766004AF4BF1AB38893A3D87E686"/>
    <w:rsid w:val="006849A5"/>
  </w:style>
  <w:style w:type="paragraph" w:customStyle="1" w:styleId="5D5CEB62D0BA40DABB24A06091499447">
    <w:name w:val="5D5CEB62D0BA40DABB24A06091499447"/>
    <w:rsid w:val="006849A5"/>
  </w:style>
  <w:style w:type="paragraph" w:customStyle="1" w:styleId="0FE91F9CBDC04685AA47FCBD3F200FD1">
    <w:name w:val="0FE91F9CBDC04685AA47FCBD3F200FD1"/>
    <w:rsid w:val="006849A5"/>
  </w:style>
  <w:style w:type="paragraph" w:customStyle="1" w:styleId="78A1A2A913BA44D8871E695CD2F69F3F">
    <w:name w:val="78A1A2A913BA44D8871E695CD2F69F3F"/>
    <w:rsid w:val="006849A5"/>
  </w:style>
  <w:style w:type="paragraph" w:customStyle="1" w:styleId="2B3DCAF42BE44D5A8F6D37137B86540A">
    <w:name w:val="2B3DCAF42BE44D5A8F6D37137B86540A"/>
    <w:rsid w:val="006849A5"/>
  </w:style>
  <w:style w:type="paragraph" w:customStyle="1" w:styleId="05CCFE982C2041A98F5D3AB8814F93F2">
    <w:name w:val="05CCFE982C2041A98F5D3AB8814F93F2"/>
    <w:rsid w:val="006849A5"/>
  </w:style>
  <w:style w:type="paragraph" w:customStyle="1" w:styleId="887A3496481D46F2877E4681D4349333">
    <w:name w:val="887A3496481D46F2877E4681D4349333"/>
    <w:rsid w:val="006849A5"/>
  </w:style>
  <w:style w:type="paragraph" w:customStyle="1" w:styleId="9F5872B55FF1419992BA1405B7E1A389">
    <w:name w:val="9F5872B55FF1419992BA1405B7E1A389"/>
    <w:rsid w:val="006849A5"/>
  </w:style>
  <w:style w:type="paragraph" w:customStyle="1" w:styleId="C739A3CB76864934A11DB8ACC8AF6FF0">
    <w:name w:val="C739A3CB76864934A11DB8ACC8AF6FF0"/>
    <w:rsid w:val="006849A5"/>
  </w:style>
  <w:style w:type="paragraph" w:customStyle="1" w:styleId="1AC1490CF6C24891B03726A93A8A280F">
    <w:name w:val="1AC1490CF6C24891B03726A93A8A280F"/>
    <w:rsid w:val="006849A5"/>
  </w:style>
  <w:style w:type="paragraph" w:customStyle="1" w:styleId="4D990739D8ED466897943D305EE16808">
    <w:name w:val="4D990739D8ED466897943D305EE16808"/>
    <w:rsid w:val="006849A5"/>
  </w:style>
  <w:style w:type="paragraph" w:customStyle="1" w:styleId="355E50F4603F449C8ABCDE698F587C7D">
    <w:name w:val="355E50F4603F449C8ABCDE698F587C7D"/>
    <w:rsid w:val="006849A5"/>
  </w:style>
  <w:style w:type="paragraph" w:customStyle="1" w:styleId="69778352547C47289ABBF1339123BEC8">
    <w:name w:val="69778352547C47289ABBF1339123BEC8"/>
    <w:rsid w:val="006849A5"/>
  </w:style>
  <w:style w:type="paragraph" w:customStyle="1" w:styleId="A83B194BD1274B2D89BB59EC3A923EE8">
    <w:name w:val="A83B194BD1274B2D89BB59EC3A923EE8"/>
    <w:rsid w:val="006849A5"/>
  </w:style>
  <w:style w:type="paragraph" w:customStyle="1" w:styleId="47509297A7DD42819498A11931687E38">
    <w:name w:val="47509297A7DD42819498A11931687E38"/>
    <w:rsid w:val="006849A5"/>
  </w:style>
  <w:style w:type="paragraph" w:customStyle="1" w:styleId="B719CEA2849840C7BA8D2681969F2159">
    <w:name w:val="B719CEA2849840C7BA8D2681969F2159"/>
    <w:rsid w:val="006849A5"/>
  </w:style>
  <w:style w:type="paragraph" w:customStyle="1" w:styleId="DC2360951F4B4B5B9FD4BDA2986F49CF">
    <w:name w:val="DC2360951F4B4B5B9FD4BDA2986F49CF"/>
    <w:rsid w:val="006849A5"/>
  </w:style>
  <w:style w:type="paragraph" w:customStyle="1" w:styleId="71E3239207B54793A7BADAEB71AEE638">
    <w:name w:val="71E3239207B54793A7BADAEB71AEE638"/>
    <w:rsid w:val="006849A5"/>
  </w:style>
  <w:style w:type="paragraph" w:customStyle="1" w:styleId="3C20D8508C0D494FA12032D2D7AF2DC8">
    <w:name w:val="3C20D8508C0D494FA12032D2D7AF2DC8"/>
    <w:rsid w:val="006849A5"/>
  </w:style>
  <w:style w:type="paragraph" w:customStyle="1" w:styleId="3A008B512F3747FDAA57B85A1FCCFCE0">
    <w:name w:val="3A008B512F3747FDAA57B85A1FCCFCE0"/>
    <w:rsid w:val="006849A5"/>
  </w:style>
  <w:style w:type="paragraph" w:customStyle="1" w:styleId="C4C1E14233524B8AB93424D851E6A0E0">
    <w:name w:val="C4C1E14233524B8AB93424D851E6A0E0"/>
    <w:rsid w:val="006849A5"/>
  </w:style>
  <w:style w:type="paragraph" w:customStyle="1" w:styleId="065E3622A9EC4535BC79BB8D5C4FEA8B">
    <w:name w:val="065E3622A9EC4535BC79BB8D5C4FEA8B"/>
    <w:rsid w:val="006849A5"/>
  </w:style>
  <w:style w:type="paragraph" w:customStyle="1" w:styleId="3B48090B692F4643BAE6FCBF4451CA57">
    <w:name w:val="3B48090B692F4643BAE6FCBF4451CA57"/>
    <w:rsid w:val="006849A5"/>
  </w:style>
  <w:style w:type="paragraph" w:customStyle="1" w:styleId="7642E3C1C4E640F59169FE0306AE9DCA">
    <w:name w:val="7642E3C1C4E640F59169FE0306AE9DCA"/>
    <w:rsid w:val="006849A5"/>
  </w:style>
  <w:style w:type="paragraph" w:customStyle="1" w:styleId="64C659CB22B344AA96DF94CEEA5256F2">
    <w:name w:val="64C659CB22B344AA96DF94CEEA5256F2"/>
    <w:rsid w:val="006849A5"/>
  </w:style>
  <w:style w:type="paragraph" w:customStyle="1" w:styleId="5651AD6BD3EA487FA1E6BF242F29359C">
    <w:name w:val="5651AD6BD3EA487FA1E6BF242F29359C"/>
    <w:rsid w:val="006849A5"/>
  </w:style>
  <w:style w:type="paragraph" w:customStyle="1" w:styleId="91EBE7DA984742778A5662070F3BB9E7">
    <w:name w:val="91EBE7DA984742778A5662070F3BB9E7"/>
    <w:rsid w:val="006849A5"/>
  </w:style>
  <w:style w:type="paragraph" w:customStyle="1" w:styleId="F5FBDB3BFF984313BE3A3DF33BC37C84">
    <w:name w:val="F5FBDB3BFF984313BE3A3DF33BC37C84"/>
    <w:rsid w:val="006849A5"/>
  </w:style>
  <w:style w:type="paragraph" w:customStyle="1" w:styleId="54FB7EDB837840C5B37C9DB14D0129C8">
    <w:name w:val="54FB7EDB837840C5B37C9DB14D0129C8"/>
    <w:rsid w:val="006849A5"/>
  </w:style>
  <w:style w:type="paragraph" w:customStyle="1" w:styleId="F45FCC8A64FB4A1A864B117C35858A2E">
    <w:name w:val="F45FCC8A64FB4A1A864B117C35858A2E"/>
    <w:rsid w:val="006849A5"/>
  </w:style>
  <w:style w:type="paragraph" w:customStyle="1" w:styleId="0377194AC3954AF7B3812183C6470EBA">
    <w:name w:val="0377194AC3954AF7B3812183C6470EBA"/>
    <w:rsid w:val="006849A5"/>
  </w:style>
  <w:style w:type="paragraph" w:customStyle="1" w:styleId="306B32F381B1445BBA3D1A12E9E0DEE0">
    <w:name w:val="306B32F381B1445BBA3D1A12E9E0DEE0"/>
    <w:rsid w:val="00A21748"/>
  </w:style>
  <w:style w:type="paragraph" w:customStyle="1" w:styleId="C9595207AAFD4E4D9FF09AE8B2CF0BCF">
    <w:name w:val="C9595207AAFD4E4D9FF09AE8B2CF0BCF"/>
    <w:rsid w:val="00A21748"/>
  </w:style>
  <w:style w:type="paragraph" w:customStyle="1" w:styleId="D2D07132D8484F80810BA1C8565F4869">
    <w:name w:val="D2D07132D8484F80810BA1C8565F4869"/>
    <w:rsid w:val="00A21748"/>
  </w:style>
  <w:style w:type="paragraph" w:customStyle="1" w:styleId="44F5179E85AB4887A686E8F4CB3DF467">
    <w:name w:val="44F5179E85AB4887A686E8F4CB3DF467"/>
    <w:rsid w:val="00A21748"/>
  </w:style>
  <w:style w:type="paragraph" w:customStyle="1" w:styleId="6D98A4C945CB4129A70541DBC18A07B8">
    <w:name w:val="6D98A4C945CB4129A70541DBC18A07B8"/>
    <w:rsid w:val="00A21748"/>
  </w:style>
  <w:style w:type="paragraph" w:customStyle="1" w:styleId="45397ECD9C5D4F6AA6ACEF03C2BEF7F0">
    <w:name w:val="45397ECD9C5D4F6AA6ACEF03C2BEF7F0"/>
    <w:rsid w:val="00A21748"/>
  </w:style>
  <w:style w:type="paragraph" w:customStyle="1" w:styleId="4D7D7845DFEA494EBD87DAC5C3EF190F">
    <w:name w:val="4D7D7845DFEA494EBD87DAC5C3EF190F"/>
    <w:rsid w:val="00A2174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HMS">
  <a:themeElements>
    <a:clrScheme name="HMS">
      <a:dk1>
        <a:srgbClr val="000000"/>
      </a:dk1>
      <a:lt1>
        <a:srgbClr val="FFFFFF"/>
      </a:lt1>
      <a:dk2>
        <a:srgbClr val="305F7B"/>
      </a:dk2>
      <a:lt2>
        <a:srgbClr val="C3D4DD"/>
      </a:lt2>
      <a:accent1>
        <a:srgbClr val="305F7B"/>
      </a:accent1>
      <a:accent2>
        <a:srgbClr val="B72331"/>
      </a:accent2>
      <a:accent3>
        <a:srgbClr val="758597"/>
      </a:accent3>
      <a:accent4>
        <a:srgbClr val="F0BC2F"/>
      </a:accent4>
      <a:accent5>
        <a:srgbClr val="6092B6"/>
      </a:accent5>
      <a:accent6>
        <a:srgbClr val="C3D4DD"/>
      </a:accent6>
      <a:hlink>
        <a:srgbClr val="305F7B"/>
      </a:hlink>
      <a:folHlink>
        <a:srgbClr val="6092B6"/>
      </a:folHlink>
    </a:clrScheme>
    <a:fontScheme name="HMS">
      <a:majorFont>
        <a:latin typeface="Arial"/>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customXsn xmlns="http://schemas.microsoft.com/office/2006/metadata/customXsn">
  <xsnLocation>https://grid.hms.se/sites/contenttypehub/_cts/HMS General QA Template/d088c04e4302a2c5customXsn.xsn</xsnLocation>
  <cached>True</cached>
  <openByDefault>False</openByDefault>
  <xsnScope>https://grid.hms.se/sites/contenttypehub</xsnScope>
</customXsn>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HMS General QA Template" ma:contentTypeID="0x0101000A2C7A17EDC42E4C8521F35271DEA8AC00D356399163055743B913FCD194895D86" ma:contentTypeVersion="86" ma:contentTypeDescription="" ma:contentTypeScope="" ma:versionID="ee1e6b178677274fa243de6355ed3484">
  <xsd:schema xmlns:xsd="http://www.w3.org/2001/XMLSchema" xmlns:xs="http://www.w3.org/2001/XMLSchema" xmlns:p="http://schemas.microsoft.com/office/2006/metadata/properties" xmlns:ns1="http://schemas.microsoft.com/sharepoint/v3" xmlns:ns2="816fc974-fa7f-481e-b97f-2cf641ef7c39" xmlns:ns3="fa742bdc-a2be-4b36-877c-a90d9817da44" targetNamespace="http://schemas.microsoft.com/office/2006/metadata/properties" ma:root="true" ma:fieldsID="ea2a721313ee0e03677b8cef51c3dc80" ns1:_="" ns2:_="" ns3:_="">
    <xsd:import namespace="http://schemas.microsoft.com/sharepoint/v3"/>
    <xsd:import namespace="816fc974-fa7f-481e-b97f-2cf641ef7c39"/>
    <xsd:import namespace="fa742bdc-a2be-4b36-877c-a90d9817da44"/>
    <xsd:element name="properties">
      <xsd:complexType>
        <xsd:sequence>
          <xsd:element name="documentManagement">
            <xsd:complexType>
              <xsd:all>
                <xsd:element ref="ns1:Language" minOccurs="0"/>
                <xsd:element ref="ns2:Edition" minOccurs="0"/>
                <xsd:element ref="ns2:Current_x0020_version" minOccurs="0"/>
                <xsd:element ref="ns2:l4cd006207254e7e83036fe8b231b8fa" minOccurs="0"/>
                <xsd:element ref="ns2:TaxCatchAll" minOccurs="0"/>
                <xsd:element ref="ns2:TaxCatchAllLabel" minOccurs="0"/>
                <xsd:element ref="ns2:a9ae8aed3e9f4d68b86ca170a1a99e0a" minOccurs="0"/>
                <xsd:element ref="ns2:QA_x0020_Document_x0020_ID"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4" nillable="true" ma:displayName="Language" ma:default="English" ma:format="Dropdown" ma:internalName="Language">
      <xsd:simpleType>
        <xsd:restriction base="dms:Choice">
          <xsd:enumeration value="Chinese"/>
          <xsd:enumeration value="English"/>
          <xsd:enumeration value="French"/>
          <xsd:enumeration value="German"/>
          <xsd:enumeration value="Italian"/>
          <xsd:enumeration value="Japanese"/>
          <xsd:enumeration value="Portuguese"/>
          <xsd:enumeration value="Spanish"/>
          <xsd:enumeration value="Swedish"/>
        </xsd:restriction>
      </xsd:simpleType>
    </xsd:element>
  </xsd:schema>
  <xsd:schema xmlns:xsd="http://www.w3.org/2001/XMLSchema" xmlns:xs="http://www.w3.org/2001/XMLSchema" xmlns:dms="http://schemas.microsoft.com/office/2006/documentManagement/types" xmlns:pc="http://schemas.microsoft.com/office/infopath/2007/PartnerControls" targetNamespace="816fc974-fa7f-481e-b97f-2cf641ef7c39" elementFormDefault="qualified">
    <xsd:import namespace="http://schemas.microsoft.com/office/2006/documentManagement/types"/>
    <xsd:import namespace="http://schemas.microsoft.com/office/infopath/2007/PartnerControls"/>
    <xsd:element name="Edition" ma:index="5" nillable="true" ma:displayName="Edition" ma:default="1" ma:internalName="Edition">
      <xsd:simpleType>
        <xsd:restriction base="dms:Number">
          <xsd:minInclusive value="0"/>
        </xsd:restriction>
      </xsd:simpleType>
    </xsd:element>
    <xsd:element name="Current_x0020_version" ma:index="6" nillable="true" ma:displayName="Current version" ma:internalName="Current_x0020_version">
      <xsd:simpleType>
        <xsd:restriction base="dms:Text">
          <xsd:maxLength value="255"/>
        </xsd:restriction>
      </xsd:simpleType>
    </xsd:element>
    <xsd:element name="l4cd006207254e7e83036fe8b231b8fa" ma:index="8" nillable="true" ma:taxonomy="true" ma:internalName="l4cd006207254e7e83036fe8b231b8fa" ma:taxonomyFieldName="Document_x0020_category" ma:displayName="Document category" ma:default="" ma:fieldId="{54cd0062-0725-4e7e-8303-6fe8b231b8fa}" ma:sspId="8c91ba7d-296e-4a5f-a358-2e7a6b4b3a63" ma:termSetId="00bd2c76-e33a-4b9d-8f31-2ebcb6c8819c" ma:anchorId="00000000-0000-0000-0000-000000000000" ma:open="false" ma:isKeyword="false">
      <xsd:complexType>
        <xsd:sequence>
          <xsd:element ref="pc:Terms" minOccurs="0" maxOccurs="1"/>
        </xsd:sequence>
      </xsd:complexType>
    </xsd:element>
    <xsd:element name="TaxCatchAll" ma:index="9" nillable="true" ma:displayName="Taxonomy Catch All Column" ma:description="" ma:hidden="true" ma:list="{395180bd-66fe-42ec-8ce9-99ff9587b374}" ma:internalName="TaxCatchAll" ma:showField="CatchAllData" ma:web="e8113fae-db83-4902-87a0-104632b621ef">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description="" ma:hidden="true" ma:list="{395180bd-66fe-42ec-8ce9-99ff9587b374}" ma:internalName="TaxCatchAllLabel" ma:readOnly="true" ma:showField="CatchAllDataLabel" ma:web="e8113fae-db83-4902-87a0-104632b621ef">
      <xsd:complexType>
        <xsd:complexContent>
          <xsd:extension base="dms:MultiChoiceLookup">
            <xsd:sequence>
              <xsd:element name="Value" type="dms:Lookup" maxOccurs="unbounded" minOccurs="0" nillable="true"/>
            </xsd:sequence>
          </xsd:extension>
        </xsd:complexContent>
      </xsd:complexType>
    </xsd:element>
    <xsd:element name="a9ae8aed3e9f4d68b86ca170a1a99e0a" ma:index="14" ma:taxonomy="true" ma:internalName="a9ae8aed3e9f4d68b86ca170a1a99e0a" ma:taxonomyFieldName="Team" ma:displayName="Team" ma:readOnly="false" ma:default="" ma:fieldId="{a9ae8aed-3e9f-4d68-b86c-a170a1a99e0a}" ma:sspId="8c91ba7d-296e-4a5f-a358-2e7a6b4b3a63" ma:termSetId="6699674d-f026-4d6a-a6cd-3d4536f4a61b" ma:anchorId="00000000-0000-0000-0000-000000000000" ma:open="false" ma:isKeyword="false">
      <xsd:complexType>
        <xsd:sequence>
          <xsd:element ref="pc:Terms" minOccurs="0" maxOccurs="1"/>
        </xsd:sequence>
      </xsd:complexType>
    </xsd:element>
    <xsd:element name="QA_x0020_Document_x0020_ID" ma:index="17" nillable="true" ma:displayName="QA Document ID" ma:internalName="QA_x0020_Document_x0020_ID0">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a742bdc-a2be-4b36-877c-a90d9817da44" elementFormDefault="qualified">
    <xsd:import namespace="http://schemas.microsoft.com/office/2006/documentManagement/types"/>
    <xsd:import namespace="http://schemas.microsoft.com/office/infopath/2007/PartnerControls"/>
    <xsd:element name="_dlc_DocId" ma:index="18" nillable="true" ma:displayName="Document ID Value" ma:description="The value of the document ID assigned to this item." ma:internalName="_dlc_DocId" ma:readOnly="true">
      <xsd:simpleType>
        <xsd:restriction base="dms:Text"/>
      </xsd:simpleType>
    </xsd:element>
    <xsd:element name="_dlc_DocIdUrl" ma:index="1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haredContentType xmlns="Microsoft.SharePoint.Taxonomy.ContentTypeSync" SourceId="8c91ba7d-296e-4a5f-a358-2e7a6b4b3a63" ContentTypeId="0x0101000A2C7A17EDC42E4C8521F35271DEA8AC" PreviousValue="false"/>
</file>

<file path=customXml/item6.xml><?xml version="1.0" encoding="utf-8"?>
<p:properties xmlns:p="http://schemas.microsoft.com/office/2006/metadata/properties" xmlns:xsi="http://www.w3.org/2001/XMLSchema-instance" xmlns:pc="http://schemas.microsoft.com/office/infopath/2007/PartnerControls">
  <documentManagement>
    <TaxCatchAll xmlns="816fc974-fa7f-481e-b97f-2cf641ef7c39">
      <Value>255</Value>
      <Value>624</Value>
    </TaxCatchAll>
    <_dlc_DocId xmlns="fa742bdc-a2be-4b36-877c-a90d9817da44">HMSI-431-775</_dlc_DocId>
    <_dlc_DocIdUrl xmlns="fa742bdc-a2be-4b36-877c-a90d9817da44">
      <Url>https://grid.hms.se/resources/qa/_layouts/15/DocIdRedir.aspx?ID=HMSI-431-775</Url>
      <Description>HMSI-431-775</Description>
    </_dlc_DocIdUrl>
    <Edition xmlns="816fc974-fa7f-481e-b97f-2cf641ef7c39">1</Edition>
    <Language xmlns="http://schemas.microsoft.com/sharepoint/v3">English</Language>
    <a9ae8aed3e9f4d68b86ca170a1a99e0a xmlns="816fc974-fa7f-481e-b97f-2cf641ef7c39">
      <Terms xmlns="http://schemas.microsoft.com/office/infopath/2007/PartnerControls">
        <TermInfo xmlns="http://schemas.microsoft.com/office/infopath/2007/PartnerControls">
          <TermName xmlns="http://schemas.microsoft.com/office/infopath/2007/PartnerControls">Device Level Development</TermName>
          <TermId xmlns="http://schemas.microsoft.com/office/infopath/2007/PartnerControls">ea6afa08-3cac-4587-86c5-a1c74953d7d5</TermId>
        </TermInfo>
      </Terms>
    </a9ae8aed3e9f4d68b86ca170a1a99e0a>
    <Current_x0020_version xmlns="816fc974-fa7f-481e-b97f-2cf641ef7c39">8.0</Current_x0020_version>
    <l4cd006207254e7e83036fe8b231b8fa xmlns="816fc974-fa7f-481e-b97f-2cf641ef7c39">
      <Terms xmlns="http://schemas.microsoft.com/office/infopath/2007/PartnerControls">
        <TermInfo xmlns="http://schemas.microsoft.com/office/infopath/2007/PartnerControls">
          <TermName>Templates ＆ Forms</TermName>
          <TermId>0bd69c0b-6e73-484f-b28c-7afa14221604</TermId>
        </TermInfo>
      </Terms>
    </l4cd006207254e7e83036fe8b231b8fa>
    <QA_x0020_Document_x0020_ID xmlns="816fc974-fa7f-481e-b97f-2cf641ef7c39" xsi:nil="true"/>
  </documentManagement>
</p:properties>
</file>

<file path=customXml/item7.xml><?xml version="1.0" encoding="utf-8"?>
<b:Sources xmlns:b="http://schemas.openxmlformats.org/officeDocument/2006/bibliography" xmlns="http://schemas.openxmlformats.org/officeDocument/2006/bibliography" SelectedStyle="\HMS_Reference.xsl" StyleName="HMS document reference"/>
</file>

<file path=customXml/itemProps1.xml><?xml version="1.0" encoding="utf-8"?>
<ds:datastoreItem xmlns:ds="http://schemas.openxmlformats.org/officeDocument/2006/customXml" ds:itemID="{293F050F-0B73-4E97-B9DF-15C49438072B}">
  <ds:schemaRefs>
    <ds:schemaRef ds:uri="http://schemas.microsoft.com/sharepoint/v3/contenttype/forms"/>
  </ds:schemaRefs>
</ds:datastoreItem>
</file>

<file path=customXml/itemProps2.xml><?xml version="1.0" encoding="utf-8"?>
<ds:datastoreItem xmlns:ds="http://schemas.openxmlformats.org/officeDocument/2006/customXml" ds:itemID="{2D273E26-C419-4F07-9FD6-0DD4856BB4A6}">
  <ds:schemaRefs>
    <ds:schemaRef ds:uri="http://schemas.microsoft.com/office/2006/metadata/customXsn"/>
  </ds:schemaRefs>
</ds:datastoreItem>
</file>

<file path=customXml/itemProps3.xml><?xml version="1.0" encoding="utf-8"?>
<ds:datastoreItem xmlns:ds="http://schemas.openxmlformats.org/officeDocument/2006/customXml" ds:itemID="{9EBEF75D-73B0-417D-B209-2633A32B35DC}">
  <ds:schemaRefs>
    <ds:schemaRef ds:uri="http://schemas.microsoft.com/sharepoint/events"/>
  </ds:schemaRefs>
</ds:datastoreItem>
</file>

<file path=customXml/itemProps4.xml><?xml version="1.0" encoding="utf-8"?>
<ds:datastoreItem xmlns:ds="http://schemas.openxmlformats.org/officeDocument/2006/customXml" ds:itemID="{DAD228A8-D846-484C-9B87-22E0B47C0E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16fc974-fa7f-481e-b97f-2cf641ef7c39"/>
    <ds:schemaRef ds:uri="fa742bdc-a2be-4b36-877c-a90d9817da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ECC4483-AC83-4B9B-8451-2117425DA37C}">
  <ds:schemaRefs>
    <ds:schemaRef ds:uri="Microsoft.SharePoint.Taxonomy.ContentTypeSync"/>
  </ds:schemaRefs>
</ds:datastoreItem>
</file>

<file path=customXml/itemProps6.xml><?xml version="1.0" encoding="utf-8"?>
<ds:datastoreItem xmlns:ds="http://schemas.openxmlformats.org/officeDocument/2006/customXml" ds:itemID="{B52C6CC3-C08A-40D6-8672-64B1F7E6F528}">
  <ds:schemaRefs>
    <ds:schemaRef ds:uri="http://schemas.microsoft.com/office/2006/documentManagement/types"/>
    <ds:schemaRef ds:uri="http://purl.org/dc/terms/"/>
    <ds:schemaRef ds:uri="http://purl.org/dc/dcmitype/"/>
    <ds:schemaRef ds:uri="http://www.w3.org/XML/1998/namespace"/>
    <ds:schemaRef ds:uri="http://schemas.microsoft.com/sharepoint/v3"/>
    <ds:schemaRef ds:uri="http://schemas.microsoft.com/office/infopath/2007/PartnerControls"/>
    <ds:schemaRef ds:uri="http://purl.org/dc/elements/1.1/"/>
    <ds:schemaRef ds:uri="http://schemas.openxmlformats.org/package/2006/metadata/core-properties"/>
    <ds:schemaRef ds:uri="fa742bdc-a2be-4b36-877c-a90d9817da44"/>
    <ds:schemaRef ds:uri="816fc974-fa7f-481e-b97f-2cf641ef7c39"/>
    <ds:schemaRef ds:uri="http://schemas.microsoft.com/office/2006/metadata/properties"/>
  </ds:schemaRefs>
</ds:datastoreItem>
</file>

<file path=customXml/itemProps7.xml><?xml version="1.0" encoding="utf-8"?>
<ds:datastoreItem xmlns:ds="http://schemas.openxmlformats.org/officeDocument/2006/customXml" ds:itemID="{35410BA0-F57F-4F5C-8C73-3058A8FA2F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Release information template.dotx</Template>
  <TotalTime>41</TotalTime>
  <Pages>4</Pages>
  <Words>765</Words>
  <Characters>4056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ACM CANopen</vt:lpstr>
    </vt:vector>
  </TitlesOfParts>
  <Company>HMS Industrial Networks AB</Company>
  <LinksUpToDate>false</LinksUpToDate>
  <CharactersWithSpaces>4812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ACM CANopen</dc:title>
  <dc:subject>Application</dc:subject>
  <dc:creator>Anders Jalming</dc:creator>
  <cp:lastModifiedBy>Anders Jalming</cp:lastModifiedBy>
  <cp:revision>6</cp:revision>
  <cp:lastPrinted>2013-11-07T12:59:00Z</cp:lastPrinted>
  <dcterms:created xsi:type="dcterms:W3CDTF">2014-11-26T14:00:00Z</dcterms:created>
  <dcterms:modified xsi:type="dcterms:W3CDTF">2015-02-16T13:29:00Z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1341626410</vt:i4>
  </property>
  <property fmtid="{D5CDD505-2E9C-101B-9397-08002B2CF9AE}" pid="3" name="ContentTypeId">
    <vt:lpwstr>0x0101000A2C7A17EDC42E4C8521F35271DEA8AC00D356399163055743B913FCD194895D86</vt:lpwstr>
  </property>
  <property fmtid="{D5CDD505-2E9C-101B-9397-08002B2CF9AE}" pid="4" name="_dlc_DocIdItemGuid">
    <vt:lpwstr>25e7faa5-000c-4d3e-a095-46179d998955</vt:lpwstr>
  </property>
  <property fmtid="{D5CDD505-2E9C-101B-9397-08002B2CF9AE}" pid="5" name="DLCPolicyLabelValue">
    <vt:lpwstr>{_UIVersionString}</vt:lpwstr>
  </property>
  <property fmtid="{D5CDD505-2E9C-101B-9397-08002B2CF9AE}" pid="6" name="DLCPolicyLabelClientValue">
    <vt:lpwstr>{_UIVersionString}</vt:lpwstr>
  </property>
  <property fmtid="{D5CDD505-2E9C-101B-9397-08002B2CF9AE}" pid="7" name="HMS Language">
    <vt:lpwstr>46;#English|cea730d2-b240-4918-b842-e7398a30cda8</vt:lpwstr>
  </property>
  <property fmtid="{D5CDD505-2E9C-101B-9397-08002B2CF9AE}" pid="8" name="HMS Department">
    <vt:lpwstr>232;#Development Device Level|24857afd-4163-41c5-ba3d-08d7a4437ba0</vt:lpwstr>
  </property>
  <property fmtid="{D5CDD505-2E9C-101B-9397-08002B2CF9AE}" pid="9" name="Document category">
    <vt:lpwstr>624;#Templates ＆ Forms|0bd69c0b-6e73-484f-b28c-7afa14221604</vt:lpwstr>
  </property>
  <property fmtid="{D5CDD505-2E9C-101B-9397-08002B2CF9AE}" pid="10" name="Document number">
    <vt:lpwstr>000</vt:lpwstr>
  </property>
  <property fmtid="{D5CDD505-2E9C-101B-9397-08002B2CF9AE}" pid="11" name="Version">
    <vt:lpwstr>X.XX</vt:lpwstr>
  </property>
  <property fmtid="{D5CDD505-2E9C-101B-9397-08002B2CF9AE}" pid="12" name="Project number">
    <vt:lpwstr>7073</vt:lpwstr>
  </property>
  <property fmtid="{D5CDD505-2E9C-101B-9397-08002B2CF9AE}" pid="13" name="Approved By">
    <vt:lpwstr>137</vt:lpwstr>
  </property>
  <property fmtid="{D5CDD505-2E9C-101B-9397-08002B2CF9AE}" pid="14" name="Approval Date">
    <vt:lpwstr>2014-04-24 16:12:39</vt:lpwstr>
  </property>
  <property fmtid="{D5CDD505-2E9C-101B-9397-08002B2CF9AE}" pid="15" name="Approved Version">
    <vt:lpwstr>4.0</vt:lpwstr>
  </property>
  <property fmtid="{D5CDD505-2E9C-101B-9397-08002B2CF9AE}" pid="16" name="Prev document id">
    <vt:lpwstr/>
  </property>
  <property fmtid="{D5CDD505-2E9C-101B-9397-08002B2CF9AE}" pid="17" name="Order">
    <vt:r8>18100</vt:r8>
  </property>
  <property fmtid="{D5CDD505-2E9C-101B-9397-08002B2CF9AE}" pid="18" name="xd_ProgID">
    <vt:lpwstr/>
  </property>
  <property fmtid="{D5CDD505-2E9C-101B-9397-08002B2CF9AE}" pid="19" name="DocID">
    <vt:lpwstr>HMSI-202-181</vt:lpwstr>
  </property>
  <property fmtid="{D5CDD505-2E9C-101B-9397-08002B2CF9AE}" pid="20" name="TemplateUrl">
    <vt:lpwstr/>
  </property>
  <property fmtid="{D5CDD505-2E9C-101B-9397-08002B2CF9AE}" pid="21" name="Team">
    <vt:lpwstr>255;#Device Level Development|ea6afa08-3cac-4587-86c5-a1c74953d7d5</vt:lpwstr>
  </property>
  <property fmtid="{D5CDD505-2E9C-101B-9397-08002B2CF9AE}" pid="22" name="Actions">
    <vt:lpwstr>&lt;Actions&gt;&lt;Run /&gt;&lt;History&gt;&lt;Execution ActionID="fa77551d-fbed-4ad5-91a4-b9344c3e8870" Date="5/27/2014 12:28:14 PM" Outcome="Success" UserID="25" Message="" /&gt;&lt;Execution ActionID="0809576c-80cf-47b7-9e30-9792ae8d455c" Date="5/27/2014 11:22:35 AM" Outcome="Su</vt:lpwstr>
  </property>
  <property fmtid="{D5CDD505-2E9C-101B-9397-08002B2CF9AE}" pid="23" name="_SourceUrl">
    <vt:lpwstr/>
  </property>
  <property fmtid="{D5CDD505-2E9C-101B-9397-08002B2CF9AE}" pid="24" name="_SharedFileIndex">
    <vt:lpwstr/>
  </property>
</Properties>
</file>